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Pr="007F7749" w:rsidRDefault="006A63A5" w:rsidP="00947AEF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42B057C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(Nazwa i adres wykonawcy)</w:t>
      </w:r>
    </w:p>
    <w:p w14:paraId="312A6EC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3E8068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3D4A9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F7749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10D6A63" w:rsidR="006A63A5" w:rsidRPr="007F7749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BC3B35" w:rsidRPr="007F7749">
        <w:rPr>
          <w:rFonts w:ascii="Arial" w:hAnsi="Arial" w:cs="Arial"/>
          <w:b/>
          <w:bCs/>
          <w:sz w:val="22"/>
          <w:szCs w:val="22"/>
        </w:rPr>
        <w:t>Myślenice</w:t>
      </w:r>
      <w:r w:rsidRPr="007F7749">
        <w:rPr>
          <w:rFonts w:ascii="Arial" w:hAnsi="Arial" w:cs="Arial"/>
          <w:b/>
          <w:bCs/>
          <w:sz w:val="22"/>
          <w:szCs w:val="22"/>
        </w:rPr>
        <w:tab/>
      </w:r>
    </w:p>
    <w:p w14:paraId="023A31CF" w14:textId="2DA0EDD1" w:rsidR="006A63A5" w:rsidRPr="007F7749" w:rsidRDefault="00BC3B3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>ul. Szpitalna 13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, </w:t>
      </w:r>
      <w:r w:rsidRPr="007F7749">
        <w:rPr>
          <w:rFonts w:ascii="Arial" w:hAnsi="Arial" w:cs="Arial"/>
          <w:b/>
          <w:bCs/>
          <w:sz w:val="22"/>
          <w:szCs w:val="22"/>
        </w:rPr>
        <w:t>32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>-</w:t>
      </w:r>
      <w:r w:rsidRPr="007F7749">
        <w:rPr>
          <w:rFonts w:ascii="Arial" w:hAnsi="Arial" w:cs="Arial"/>
          <w:b/>
          <w:bCs/>
          <w:sz w:val="22"/>
          <w:szCs w:val="22"/>
        </w:rPr>
        <w:t>400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7749">
        <w:rPr>
          <w:rFonts w:ascii="Arial" w:hAnsi="Arial" w:cs="Arial"/>
          <w:b/>
          <w:bCs/>
          <w:sz w:val="22"/>
          <w:szCs w:val="22"/>
        </w:rPr>
        <w:t>Myślenice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957CC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DFFEEA" w14:textId="19C26DDB" w:rsidR="006A63A5" w:rsidRPr="007F7749" w:rsidRDefault="007F7749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202</w:t>
      </w:r>
      <w:r w:rsidR="00421571">
        <w:rPr>
          <w:rFonts w:ascii="Arial" w:hAnsi="Arial" w:cs="Arial"/>
          <w:bCs/>
          <w:sz w:val="22"/>
          <w:szCs w:val="22"/>
        </w:rPr>
        <w:t>4</w:t>
      </w:r>
      <w:r w:rsidR="00E20D42">
        <w:rPr>
          <w:rFonts w:ascii="Arial" w:hAnsi="Arial" w:cs="Arial"/>
          <w:bCs/>
          <w:sz w:val="22"/>
          <w:szCs w:val="22"/>
        </w:rPr>
        <w:t xml:space="preserve"> r. poz. 1320</w:t>
      </w:r>
      <w:r w:rsidRPr="007F7749">
        <w:rPr>
          <w:rFonts w:ascii="Arial" w:hAnsi="Arial" w:cs="Arial"/>
          <w:bCs/>
          <w:sz w:val="22"/>
          <w:szCs w:val="22"/>
        </w:rPr>
        <w:t>) na „</w:t>
      </w:r>
      <w:r w:rsidR="00E20D42" w:rsidRPr="00E20D42">
        <w:rPr>
          <w:rFonts w:ascii="Arial" w:hAnsi="Arial" w:cs="Arial"/>
          <w:bCs/>
          <w:sz w:val="22"/>
          <w:szCs w:val="22"/>
        </w:rPr>
        <w:t>Opracowanie dokumentacji projektowej wraz ze sprawowaniem nadzoru autorskiego budowy ścieżki dydaktycznej „Grodzisko”</w:t>
      </w:r>
      <w:r w:rsidR="00E20D42">
        <w:rPr>
          <w:rFonts w:ascii="Arial" w:hAnsi="Arial" w:cs="Arial"/>
          <w:bCs/>
          <w:sz w:val="22"/>
          <w:szCs w:val="22"/>
        </w:rPr>
        <w:t xml:space="preserve">” składamy niniejszym ofertę </w:t>
      </w:r>
    </w:p>
    <w:p w14:paraId="3E4318B8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1. 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4C012D0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2.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Wynagrodzenie zaoferowane w pkt 1 powyżej wynika z </w:t>
      </w:r>
      <w:r w:rsidR="007F7749" w:rsidRPr="007F7749">
        <w:rPr>
          <w:rFonts w:ascii="Arial" w:hAnsi="Arial" w:cs="Arial"/>
          <w:bCs/>
          <w:sz w:val="22"/>
          <w:szCs w:val="22"/>
        </w:rPr>
        <w:t>wypełnionego poniżej</w:t>
      </w:r>
      <w:r w:rsidRPr="007F7749">
        <w:rPr>
          <w:rFonts w:ascii="Arial" w:hAnsi="Arial" w:cs="Arial"/>
          <w:bCs/>
          <w:sz w:val="22"/>
          <w:szCs w:val="22"/>
        </w:rPr>
        <w:t xml:space="preserve"> </w:t>
      </w:r>
      <w:r w:rsidR="007F7749" w:rsidRPr="007F7749">
        <w:rPr>
          <w:rFonts w:ascii="Arial" w:hAnsi="Arial" w:cs="Arial"/>
          <w:bCs/>
          <w:sz w:val="22"/>
          <w:szCs w:val="22"/>
        </w:rPr>
        <w:t>formularza cenowego</w:t>
      </w:r>
      <w:r w:rsidRPr="007F7749">
        <w:rPr>
          <w:rFonts w:ascii="Arial" w:hAnsi="Arial" w:cs="Arial"/>
          <w:bCs/>
          <w:sz w:val="22"/>
          <w:szCs w:val="22"/>
        </w:rPr>
        <w:t xml:space="preserve"> i stanowi sumę wartości całkowitych brutto za poszczególne pozy</w:t>
      </w:r>
      <w:r w:rsidR="007F7749" w:rsidRPr="007F7749">
        <w:rPr>
          <w:rFonts w:ascii="Arial" w:hAnsi="Arial" w:cs="Arial"/>
          <w:bCs/>
          <w:sz w:val="22"/>
          <w:szCs w:val="22"/>
        </w:rPr>
        <w:t>cje (prace) tworzące ten Pakiet:</w:t>
      </w:r>
    </w:p>
    <w:p w14:paraId="780A9890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03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051"/>
        <w:gridCol w:w="809"/>
        <w:gridCol w:w="1295"/>
        <w:gridCol w:w="1418"/>
      </w:tblGrid>
      <w:tr w:rsidR="007F7749" w:rsidRPr="007F7749" w14:paraId="79866945" w14:textId="77777777" w:rsidTr="00BA224D">
        <w:trPr>
          <w:trHeight w:val="52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4BD4B1B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39B2853C" w14:textId="582E35A4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Nazwa opracowania: 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center"/>
            <w:hideMark/>
          </w:tcPr>
          <w:p w14:paraId="10AE1A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Ilość**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0245FE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Cena jednostkowa (zł)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524D461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Wartość (zł)</w:t>
            </w:r>
          </w:p>
        </w:tc>
      </w:tr>
      <w:tr w:rsidR="007F7749" w:rsidRPr="007F7749" w14:paraId="169360D3" w14:textId="77777777" w:rsidTr="00BA224D">
        <w:trPr>
          <w:trHeight w:val="5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848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669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 - Koncepcja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Pr="007F7749">
              <w:rPr>
                <w:rFonts w:ascii="Arial" w:hAnsi="Arial" w:cs="Arial"/>
                <w:sz w:val="16"/>
                <w:szCs w:val="16"/>
              </w:rPr>
              <w:t>(nie więcej niż 15 % wartości zadania projektowego)</w:t>
            </w:r>
          </w:p>
        </w:tc>
        <w:tc>
          <w:tcPr>
            <w:tcW w:w="21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D6FE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A71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4FAD3CD0" w14:textId="77777777" w:rsidTr="00BA224D">
        <w:trPr>
          <w:trHeight w:val="488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43F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0EE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939B7C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1.1 Mapa do celów projektowych</w:t>
            </w:r>
          </w:p>
          <w:p w14:paraId="064B8E8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A6BC7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98CD49" w14:textId="7E5588BD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0F08623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1F90ACFF" w14:textId="77777777" w:rsidTr="00BA224D">
        <w:trPr>
          <w:trHeight w:val="454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C710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7FF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87ECD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1.2 Przeprowadzenie wizji lokalnej i oględzin terenu</w:t>
            </w:r>
          </w:p>
          <w:p w14:paraId="02958EA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8D9BD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A164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32A129A" w14:textId="77777777" w:rsidTr="00BA224D">
        <w:trPr>
          <w:trHeight w:val="57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64C4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7A8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1.3 Uzyskanie wypisu i wyrysu z miejscowego planu zagospodarowania przestrzennego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88B09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EC3E9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2635C896" w14:textId="77777777" w:rsidTr="00BA224D">
        <w:trPr>
          <w:trHeight w:val="699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7F6D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5E8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1.4 Sporządzenie wariantowych trzech rozwiązań przebiegu na mapie orientacyjnej z zaznaczeniem trasy w planie, wykonaniem profilu, przekroju normalnego.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7F2F8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4F8F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07399205" w14:textId="77777777" w:rsidTr="00BA224D">
        <w:trPr>
          <w:trHeight w:val="553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DE48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6E6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1.5 Konieczne opracowania Geotechniczne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D408E8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A8CFD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D836476" w14:textId="77777777" w:rsidTr="00E20D42">
        <w:trPr>
          <w:trHeight w:val="844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7E6A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595F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1.6 Sporządzenie karty informacyjnej przedsięwzięcia dla uzyskania decyzji o środowiskowych uwarunkowaniach zgody na realizację przedsięwzięcia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C7801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8AF91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72F59409" w14:textId="77777777" w:rsidTr="00E20D42">
        <w:trPr>
          <w:trHeight w:val="54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F3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36A0" w14:textId="60C226E4" w:rsidR="007F7749" w:rsidRPr="007F7749" w:rsidRDefault="007F7749" w:rsidP="00B11D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 cz. 1/2– uzyskanie pozwoleń do PB 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="00B11DCE"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 xml:space="preserve">(nie więcej niż </w:t>
            </w:r>
            <w:r w:rsidR="00B11DCE">
              <w:rPr>
                <w:rFonts w:ascii="Arial" w:hAnsi="Arial" w:cs="Arial"/>
                <w:sz w:val="16"/>
                <w:szCs w:val="16"/>
              </w:rPr>
              <w:t>4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>5 % wartości zadania projektowego)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8F3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F00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3EC4A32C" w14:textId="77777777" w:rsidTr="00E20D42">
        <w:trPr>
          <w:trHeight w:val="127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0665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248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4257F6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2.1 Dokumentacja do wniosku o wydanie decyzji o pozwoleniu na budowę ze wszystkimi wymaganymi uzgodnieniami, opiniami i decyzjami.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96426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F82EF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287E4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6B72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4B094C6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59D493A4" w14:textId="77777777" w:rsidTr="00E20D42">
        <w:trPr>
          <w:trHeight w:val="629"/>
        </w:trPr>
        <w:tc>
          <w:tcPr>
            <w:tcW w:w="4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98B7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7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39AF3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2.2 Uzyskanie koniecznych decyzji i postanowień administracyjnych niezbędnych do uzyskania pozwolenia na budowę</w:t>
            </w:r>
          </w:p>
          <w:p w14:paraId="3A6B0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8A27A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F037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3745660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0E96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6BA5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2.3 Projekt budowlany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BD725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BDB27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6C3B8A6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5DDF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E1F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823C1A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2.4 Uzyskanie pozwolenia na budowę</w:t>
            </w:r>
          </w:p>
          <w:p w14:paraId="5EC8FB1C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563A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D557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7AA27D5" w14:textId="77777777" w:rsidTr="00BA224D">
        <w:trPr>
          <w:trHeight w:val="762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A80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7B2DC1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6500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cz. 2/2 –PW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799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098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6D28620C" w14:textId="77777777" w:rsidTr="00BA224D">
        <w:trPr>
          <w:trHeight w:val="5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DB3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8A3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3.1 Projekt wykonawczy</w:t>
            </w:r>
          </w:p>
          <w:p w14:paraId="0324AF7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6BF3E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1EF346" w14:textId="2DE78A29" w:rsidR="00E20D42" w:rsidRPr="007F7749" w:rsidRDefault="00E20D42" w:rsidP="00E20D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….  zł</w:t>
            </w:r>
          </w:p>
          <w:p w14:paraId="1579651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CF9DC5D" w14:textId="77777777" w:rsidTr="00BA224D">
        <w:trPr>
          <w:trHeight w:val="41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4AC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03F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3.2 Plan wyrębu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7EE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5813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CE1BD75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B20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930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EA56C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3.3 Informacja dotycząca bezpieczeństwa i ochrony zdrowia ze względu na specyfikę projektowanego obiektu budowlanego</w:t>
            </w:r>
          </w:p>
          <w:p w14:paraId="2B49BDF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A949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40E9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F8EF886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074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C7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3.4 Analiza wpływu na środowisko</w:t>
            </w:r>
          </w:p>
          <w:p w14:paraId="572916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495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E8B9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123036B0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1B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C9C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591ADB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3.5 Szczegółowe Specyfikacje Techniczne</w:t>
            </w:r>
          </w:p>
          <w:p w14:paraId="10C0FD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B8937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E41D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8DEEC5C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BB2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C75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943593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3.6 Przedmiar robót</w:t>
            </w:r>
          </w:p>
          <w:p w14:paraId="47C1399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C183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92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E417487" w14:textId="77777777" w:rsidTr="00BA224D">
        <w:trPr>
          <w:trHeight w:val="6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5F4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5F03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FECF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3.7 Dokumentacja przetargowa w składzie PW, przedmiar, STWIOR, Kosztorys ślepy ofertowy </w:t>
            </w:r>
          </w:p>
          <w:p w14:paraId="20702FA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E0DD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1FA6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5D925A2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30C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95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096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3.8 Kosztorys Inwestorski</w:t>
            </w:r>
          </w:p>
          <w:p w14:paraId="5953121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EAD15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E5C5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1635E8F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A24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486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C1C07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3.9 Kompletna wersja elektroniczna</w:t>
            </w:r>
          </w:p>
          <w:p w14:paraId="0A5F98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7863D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A740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083F626" w14:textId="77777777" w:rsidTr="00BA224D">
        <w:trPr>
          <w:trHeight w:val="642"/>
        </w:trPr>
        <w:tc>
          <w:tcPr>
            <w:tcW w:w="6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F58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7D54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RAZEM ETAP I </w:t>
            </w:r>
            <w:proofErr w:type="spellStart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proofErr w:type="spellEnd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28885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479EC1F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6FA11E23" w14:textId="77777777" w:rsidTr="00BA224D">
        <w:trPr>
          <w:trHeight w:val="4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EC5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ABF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042B47E" w14:textId="77777777" w:rsidR="007F7749" w:rsidRPr="007F7749" w:rsidRDefault="007F7749" w:rsidP="00BA224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sz w:val="16"/>
                <w:szCs w:val="16"/>
              </w:rPr>
              <w:t>Etap III Nadzór autorski</w:t>
            </w:r>
          </w:p>
          <w:p w14:paraId="1A12FB2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8BAB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C48E2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4C5EE5C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24CAC53E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E1C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F6EEB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7D47684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 (wartość oferty netto)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7F7749">
              <w:rPr>
                <w:rFonts w:ascii="Arial" w:hAnsi="Arial" w:cs="Arial"/>
                <w:sz w:val="16"/>
                <w:szCs w:val="16"/>
              </w:rPr>
              <w:t>(Etap I+ Etap II+ Etap III)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F4D587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37787F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739C2FD4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DAE19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C0CAF0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A27C8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VAT 23%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B06433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7D8F0AB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1AB39FEA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E3CE5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36F3F2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D6EF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(wartość oferty brutto)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00CF4B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59A143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42A5032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25CE2D8F" w14:textId="77777777" w:rsidR="0014750F" w:rsidRDefault="007F7749" w:rsidP="0014750F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lastRenderedPageBreak/>
        <w:t xml:space="preserve">3. </w:t>
      </w:r>
      <w:r w:rsidRPr="003932A5">
        <w:rPr>
          <w:rFonts w:ascii="Arial" w:hAnsi="Arial" w:cs="Arial"/>
          <w:b/>
          <w:bCs/>
          <w:sz w:val="22"/>
          <w:szCs w:val="22"/>
        </w:rPr>
        <w:t xml:space="preserve">Oświadczamy, że wskazany przez nas Projektant branży drogowej, który będzie uczestniczył w realizacji zamówienia w osobie ………………………………………… </w:t>
      </w:r>
      <w:r w:rsidRPr="003932A5">
        <w:rPr>
          <w:rFonts w:ascii="Arial" w:hAnsi="Arial" w:cs="Arial"/>
          <w:b/>
          <w:bCs/>
          <w:i/>
          <w:sz w:val="22"/>
          <w:szCs w:val="22"/>
        </w:rPr>
        <w:t>(imię i nazwisko)</w:t>
      </w:r>
      <w:r w:rsidRPr="003932A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B581EC5" w14:textId="342BA113" w:rsidR="003932A5" w:rsidRPr="0014750F" w:rsidRDefault="0014750F" w:rsidP="0014750F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</w:t>
      </w:r>
      <w:r w:rsidR="007F7749" w:rsidRPr="003932A5">
        <w:rPr>
          <w:rFonts w:ascii="Arial" w:hAnsi="Arial" w:cs="Arial"/>
          <w:b/>
          <w:bCs/>
          <w:sz w:val="22"/>
          <w:szCs w:val="22"/>
        </w:rPr>
        <w:t xml:space="preserve">posiada doświadczenie na stanowisku Projektanta branży drogowej lub Sprawdzającego dokumentacji branży drogowej </w:t>
      </w:r>
      <w:r>
        <w:rPr>
          <w:rFonts w:ascii="Arial" w:hAnsi="Arial" w:cs="Arial"/>
          <w:b/>
          <w:bCs/>
          <w:sz w:val="22"/>
          <w:szCs w:val="22"/>
        </w:rPr>
        <w:t>przy opracowaniu</w:t>
      </w:r>
      <w:r w:rsidR="003932A5" w:rsidRPr="003932A5">
        <w:rPr>
          <w:rFonts w:ascii="Arial" w:hAnsi="Arial" w:cs="Arial"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co najmniej </w:t>
      </w:r>
      <w:r>
        <w:rPr>
          <w:rFonts w:ascii="Arial" w:hAnsi="Arial" w:cs="Arial"/>
          <w:b/>
          <w:bCs/>
          <w:sz w:val="22"/>
          <w:szCs w:val="22"/>
        </w:rPr>
        <w:t>…………..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i/>
          <w:sz w:val="22"/>
          <w:szCs w:val="22"/>
        </w:rPr>
        <w:t>(podać liczbę)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 dokumentacji projektowych każda zawierająca: Projekt Budowlany, na podstawie którego uzyskano pozwolenie na budowę lub zezwolenie na realizację inwestycji drogowej i projekt wykonawczy, w zakresie przebudowy lub budowy lub remontu drogi o łącznej długośc</w:t>
      </w:r>
      <w:r>
        <w:rPr>
          <w:rFonts w:ascii="Arial" w:hAnsi="Arial" w:cs="Arial"/>
          <w:b/>
          <w:bCs/>
          <w:sz w:val="22"/>
          <w:szCs w:val="22"/>
        </w:rPr>
        <w:t>i co najmniej 200 m.</w:t>
      </w:r>
    </w:p>
    <w:p w14:paraId="34D660F2" w14:textId="704CFC84" w:rsidR="004E2231" w:rsidRDefault="004E2231" w:rsidP="003932A5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Nazwy projektów opracowanych przez proponowanego Projektanta branży drogowej:</w:t>
      </w:r>
    </w:p>
    <w:p w14:paraId="6FB1684E" w14:textId="7582BBA2" w:rsidR="004E2231" w:rsidRDefault="004E223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</w:t>
      </w:r>
      <w:r w:rsidR="0014750F">
        <w:rPr>
          <w:rFonts w:ascii="Arial" w:hAnsi="Arial" w:cs="Arial"/>
          <w:bCs/>
          <w:sz w:val="22"/>
          <w:szCs w:val="22"/>
        </w:rPr>
        <w:t xml:space="preserve">   </w:t>
      </w:r>
      <w:r>
        <w:rPr>
          <w:rFonts w:ascii="Arial" w:hAnsi="Arial" w:cs="Arial"/>
          <w:bCs/>
          <w:sz w:val="22"/>
          <w:szCs w:val="22"/>
        </w:rPr>
        <w:t>1.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 2.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3.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4.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5.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58068B30" w14:textId="5102A2F9" w:rsidR="004E2231" w:rsidRPr="0014750F" w:rsidRDefault="004E2231" w:rsidP="009F3FC8">
      <w:pPr>
        <w:spacing w:before="120"/>
        <w:ind w:left="709" w:hanging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E2231">
        <w:rPr>
          <w:rFonts w:ascii="Arial" w:hAnsi="Arial" w:cs="Arial"/>
          <w:bCs/>
          <w:i/>
          <w:sz w:val="22"/>
          <w:szCs w:val="22"/>
        </w:rPr>
        <w:t xml:space="preserve">          </w:t>
      </w:r>
      <w:r w:rsidRPr="0014750F">
        <w:rPr>
          <w:rFonts w:ascii="Arial" w:hAnsi="Arial" w:cs="Arial"/>
          <w:b/>
          <w:bCs/>
          <w:i/>
          <w:sz w:val="22"/>
          <w:szCs w:val="22"/>
        </w:rPr>
        <w:t>(proszę uzupełnić)</w:t>
      </w:r>
    </w:p>
    <w:p w14:paraId="5484D68C" w14:textId="03FB6CC7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nie </w:t>
      </w:r>
      <w:r w:rsidR="006A63A5" w:rsidRPr="007F7749">
        <w:rPr>
          <w:rFonts w:ascii="Arial" w:hAnsi="Arial" w:cs="Arial"/>
          <w:b/>
          <w:sz w:val="22"/>
          <w:szCs w:val="22"/>
        </w:rPr>
        <w:t>będzie/będzie*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Pr="007F7749" w:rsidRDefault="00422279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Nazwa (r</w:t>
      </w:r>
      <w:r w:rsidR="006A63A5" w:rsidRPr="007F7749">
        <w:rPr>
          <w:rFonts w:ascii="Arial" w:hAnsi="Arial" w:cs="Arial"/>
          <w:bCs/>
          <w:sz w:val="22"/>
          <w:szCs w:val="22"/>
        </w:rPr>
        <w:t>odzaj</w:t>
      </w:r>
      <w:r w:rsidRPr="007F7749">
        <w:rPr>
          <w:rFonts w:ascii="Arial" w:hAnsi="Arial" w:cs="Arial"/>
          <w:bCs/>
          <w:sz w:val="22"/>
          <w:szCs w:val="22"/>
        </w:rPr>
        <w:t>) towaru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towaru lub </w:t>
      </w:r>
      <w:r w:rsidRPr="007F7749">
        <w:rPr>
          <w:rFonts w:ascii="Arial" w:hAnsi="Arial" w:cs="Arial"/>
          <w:bCs/>
          <w:sz w:val="22"/>
          <w:szCs w:val="22"/>
        </w:rPr>
        <w:t>usług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7F7749">
        <w:rPr>
          <w:rFonts w:ascii="Arial" w:hAnsi="Arial" w:cs="Arial"/>
          <w:bCs/>
          <w:sz w:val="22"/>
          <w:szCs w:val="22"/>
        </w:rPr>
        <w:t>obowiązkiem podatkowym Zamawiającego</w:t>
      </w:r>
      <w:r w:rsidRPr="007F7749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1B60CBE5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30CC21F" w:rsidR="006A63A5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52FD3809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75B8410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6CE64EFF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A719022" w14:textId="77777777" w:rsidR="00421571" w:rsidRPr="007F7749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7ED53ABB" w14:textId="7C86326F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7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7F7749" w14:paraId="23BB1EA8" w14:textId="77777777" w:rsidTr="009F3FC8">
        <w:tc>
          <w:tcPr>
            <w:tcW w:w="3260" w:type="dxa"/>
          </w:tcPr>
          <w:p w14:paraId="55CC5776" w14:textId="6BA8EE56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7F7749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51B3602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697CEFB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906269C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C041FA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453F934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302C305" w14:textId="77777777" w:rsidR="00421571" w:rsidRPr="007F7749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55EC2FE4" w14:textId="01AB239F" w:rsidR="00134370" w:rsidRPr="007F7749" w:rsidRDefault="003932A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lastRenderedPageBreak/>
        <w:t>8</w:t>
      </w:r>
      <w:r w:rsidR="00134370" w:rsidRPr="007F7749">
        <w:rPr>
          <w:rFonts w:ascii="Arial" w:hAnsi="Arial" w:cs="Arial"/>
          <w:bCs/>
          <w:sz w:val="22"/>
          <w:szCs w:val="22"/>
        </w:rPr>
        <w:t>.</w:t>
      </w:r>
      <w:r w:rsidR="00134370" w:rsidRPr="007F7749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7F7749">
        <w:rPr>
          <w:rFonts w:ascii="Arial" w:hAnsi="Arial" w:cs="Arial"/>
          <w:sz w:val="22"/>
          <w:szCs w:val="22"/>
          <w:vertAlign w:val="superscript"/>
        </w:rPr>
        <w:footnoteReference w:id="1"/>
      </w:r>
      <w:r w:rsidR="00134370" w:rsidRPr="007F7749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7F7749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7F7749" w:rsidRDefault="00134370" w:rsidP="009F3FC8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 w:rsidRPr="007F7749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7F7749" w:rsidRDefault="00134370" w:rsidP="009F3FC8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>Zakres zamówienia, który zostanie wykonan</w:t>
            </w:r>
            <w:r w:rsidR="00672AE7" w:rsidRPr="007F7749">
              <w:rPr>
                <w:rFonts w:ascii="Arial" w:hAnsi="Arial" w:cs="Arial"/>
                <w:bCs/>
                <w:sz w:val="21"/>
                <w:szCs w:val="21"/>
              </w:rPr>
              <w:t>y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 przez danego </w:t>
            </w:r>
            <w:r w:rsidR="00A21A34" w:rsidRPr="007F7749">
              <w:rPr>
                <w:rFonts w:ascii="Arial" w:hAnsi="Arial" w:cs="Arial"/>
                <w:bCs/>
                <w:sz w:val="21"/>
                <w:szCs w:val="21"/>
              </w:rPr>
              <w:t>W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7F7749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947AEF" w:rsidRPr="007F7749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6EC4C5C" w14:textId="27DFA43E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FB135E8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10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7F7749" w:rsidRDefault="006A63A5" w:rsidP="009F3FC8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31A790E2" w:rsidR="006A63A5" w:rsidRPr="007F7749" w:rsidRDefault="00095A3F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3932A5">
        <w:rPr>
          <w:rFonts w:ascii="Arial" w:hAnsi="Arial" w:cs="Arial"/>
          <w:bCs/>
          <w:sz w:val="22"/>
          <w:szCs w:val="22"/>
        </w:rPr>
        <w:t>1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</w:r>
      <w:r w:rsidR="006A63A5" w:rsidRPr="007F7749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6A63A5" w:rsidRPr="007F7749">
        <w:rPr>
          <w:rFonts w:ascii="Arial" w:hAnsi="Arial" w:cs="Arial"/>
          <w:sz w:val="22"/>
          <w:szCs w:val="22"/>
          <w:lang w:eastAsia="pl-PL"/>
        </w:rPr>
        <w:lastRenderedPageBreak/>
        <w:t xml:space="preserve">swobodnego przepływu takich danych oraz uchylenia dyrektywy 95/46/WE (ogólne rozporządzenie o ochronie danych, Dz. Urz. UE L 2016 r. nr. 119 s. 1 – „RODO”). </w:t>
      </w:r>
    </w:p>
    <w:p w14:paraId="47348076" w14:textId="0C41D994" w:rsidR="006A63A5" w:rsidRPr="007F7749" w:rsidRDefault="006A63A5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2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4AA83C52" w:rsidR="001F1F09" w:rsidRPr="007F7749" w:rsidRDefault="001F1F09" w:rsidP="009F3FC8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3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1B7B4D" w:rsidRPr="007F7749">
        <w:rPr>
          <w:rFonts w:ascii="Arial" w:hAnsi="Arial" w:cs="Arial"/>
          <w:bCs/>
          <w:sz w:val="22"/>
          <w:szCs w:val="22"/>
        </w:rPr>
        <w:t>3</w:t>
      </w:r>
      <w:r w:rsidRPr="007F7749">
        <w:rPr>
          <w:rFonts w:ascii="Arial" w:hAnsi="Arial" w:cs="Arial"/>
          <w:bCs/>
          <w:sz w:val="22"/>
          <w:szCs w:val="22"/>
        </w:rPr>
        <w:t>.</w:t>
      </w:r>
      <w:r w:rsidRPr="007F7749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331EF64C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B241A7" w14:textId="6432B01A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E8DA90A" w14:textId="152220C4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7B9ACAC2" w14:textId="079ABF79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C61646B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7F7749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7F7749" w:rsidRDefault="00947AEF" w:rsidP="009F3FC8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BA5CDB" w14:textId="77777777" w:rsidR="00947AEF" w:rsidRPr="007F7749" w:rsidRDefault="00947AEF" w:rsidP="009F3FC8">
      <w:pPr>
        <w:spacing w:before="120"/>
        <w:rPr>
          <w:rFonts w:ascii="Arial" w:hAnsi="Arial" w:cs="Arial"/>
          <w:bCs/>
          <w:sz w:val="22"/>
          <w:szCs w:val="22"/>
        </w:rPr>
      </w:pPr>
      <w:bookmarkStart w:id="1" w:name="_Hlk43743043"/>
      <w:bookmarkStart w:id="2" w:name="_Hlk43743063"/>
    </w:p>
    <w:p w14:paraId="3294F842" w14:textId="77777777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bookmarkStart w:id="3" w:name="_Hlk60047166"/>
      <w:bookmarkEnd w:id="1"/>
      <w:r>
        <w:rPr>
          <w:rFonts w:ascii="Arial" w:hAnsi="Arial" w:cs="Arial"/>
          <w:b/>
          <w:bCs/>
          <w:i/>
          <w:u w:val="single"/>
        </w:rPr>
        <w:t xml:space="preserve">Oferta musi być złożona pod rygorem nieważności w formie elektronicznej, o której mowa w art. 78(1) KC (tj. podpisany kwalifikowanym podpisem elektronicznym) </w:t>
      </w:r>
    </w:p>
    <w:p w14:paraId="0D3ADCB6" w14:textId="2631F64E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  <w:u w:val="single"/>
        </w:rPr>
        <w:t xml:space="preserve">lub w postaci elektronicznej  opatrzonej podpisem zaufanym lub podpisem osobistym </w:t>
      </w:r>
    </w:p>
    <w:p w14:paraId="1A6A86AE" w14:textId="77777777" w:rsidR="00BC3B35" w:rsidRPr="007F7749" w:rsidRDefault="00BC3B35" w:rsidP="009F3FC8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3"/>
    <w:p w14:paraId="7AD500BA" w14:textId="77777777" w:rsidR="006A63A5" w:rsidRPr="007F7749" w:rsidRDefault="006A63A5" w:rsidP="009F3FC8">
      <w:pPr>
        <w:spacing w:before="120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6A63A5" w:rsidRPr="007F7749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C103B" w14:textId="77777777" w:rsidR="00B60983" w:rsidRDefault="00B60983">
      <w:r>
        <w:separator/>
      </w:r>
    </w:p>
  </w:endnote>
  <w:endnote w:type="continuationSeparator" w:id="0">
    <w:p w14:paraId="5AAE7188" w14:textId="77777777" w:rsidR="00B60983" w:rsidRDefault="00B6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1571">
      <w:rPr>
        <w:rFonts w:ascii="Cambria" w:hAnsi="Cambria"/>
        <w:noProof/>
        <w:lang w:eastAsia="pl-PL"/>
      </w:rPr>
      <w:t>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157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88036" w14:textId="77777777" w:rsidR="00B60983" w:rsidRDefault="00B60983">
      <w:r>
        <w:separator/>
      </w:r>
    </w:p>
  </w:footnote>
  <w:footnote w:type="continuationSeparator" w:id="0">
    <w:p w14:paraId="57246B33" w14:textId="77777777" w:rsidR="00B60983" w:rsidRDefault="00B60983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491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2C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376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50F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6E0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28C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32A5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3C20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571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48B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231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47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7F774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7E8E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3E80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0B2F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DCE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0983"/>
    <w:rsid w:val="00B6221F"/>
    <w:rsid w:val="00B626C7"/>
    <w:rsid w:val="00B641C4"/>
    <w:rsid w:val="00B6495A"/>
    <w:rsid w:val="00B64CF3"/>
    <w:rsid w:val="00B66226"/>
    <w:rsid w:val="00B676D3"/>
    <w:rsid w:val="00B70FEE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B35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A83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552C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FF4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D42"/>
    <w:rsid w:val="00E21968"/>
    <w:rsid w:val="00E24DEA"/>
    <w:rsid w:val="00E25959"/>
    <w:rsid w:val="00E261B0"/>
    <w:rsid w:val="00E26811"/>
    <w:rsid w:val="00E26E7D"/>
    <w:rsid w:val="00E308B0"/>
    <w:rsid w:val="00E314EE"/>
    <w:rsid w:val="00E32651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62E"/>
    <w:rsid w:val="00EC3830"/>
    <w:rsid w:val="00EC5F56"/>
    <w:rsid w:val="00EC643A"/>
    <w:rsid w:val="00ED010D"/>
    <w:rsid w:val="00ED20BB"/>
    <w:rsid w:val="00ED29F7"/>
    <w:rsid w:val="00ED2BC3"/>
    <w:rsid w:val="00ED63FA"/>
    <w:rsid w:val="00ED6B3C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4B0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1576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aneta.malolepsza</dc:creator>
  <cp:lastModifiedBy>Norbert Jaroch (Nadl. Myślenice)</cp:lastModifiedBy>
  <cp:revision>8</cp:revision>
  <cp:lastPrinted>2017-05-23T10:32:00Z</cp:lastPrinted>
  <dcterms:created xsi:type="dcterms:W3CDTF">2022-02-22T11:48:00Z</dcterms:created>
  <dcterms:modified xsi:type="dcterms:W3CDTF">2025-02-20T06:45:00Z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