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DAB4D" w14:textId="77777777" w:rsidR="001E2BC5" w:rsidRPr="0026003C" w:rsidRDefault="001E2BC5">
      <w:pPr>
        <w:jc w:val="center"/>
        <w:rPr>
          <w:b/>
          <w:sz w:val="28"/>
        </w:rPr>
      </w:pPr>
    </w:p>
    <w:p w14:paraId="2E5193AC" w14:textId="77777777" w:rsidR="001E2BC5" w:rsidRPr="0026003C" w:rsidRDefault="001E2BC5">
      <w:pPr>
        <w:jc w:val="center"/>
        <w:rPr>
          <w:b/>
          <w:sz w:val="28"/>
        </w:rPr>
      </w:pPr>
    </w:p>
    <w:p w14:paraId="0A9AFA24" w14:textId="77777777" w:rsidR="001E2BC5" w:rsidRPr="0026003C" w:rsidRDefault="001E2BC5">
      <w:pPr>
        <w:jc w:val="center"/>
        <w:rPr>
          <w:b/>
          <w:sz w:val="28"/>
        </w:rPr>
      </w:pPr>
    </w:p>
    <w:p w14:paraId="767AE395" w14:textId="77777777" w:rsidR="001E2BC5" w:rsidRPr="0026003C" w:rsidRDefault="001E2BC5">
      <w:pPr>
        <w:jc w:val="center"/>
        <w:rPr>
          <w:b/>
          <w:sz w:val="28"/>
        </w:rPr>
      </w:pPr>
    </w:p>
    <w:p w14:paraId="6E4AE076" w14:textId="77777777" w:rsidR="001E2BC5" w:rsidRPr="0026003C" w:rsidRDefault="001E2BC5">
      <w:pPr>
        <w:jc w:val="center"/>
        <w:rPr>
          <w:b/>
          <w:sz w:val="28"/>
        </w:rPr>
      </w:pPr>
    </w:p>
    <w:p w14:paraId="4991F884" w14:textId="77777777" w:rsidR="001E2BC5" w:rsidRPr="0026003C" w:rsidRDefault="001E2BC5">
      <w:pPr>
        <w:jc w:val="center"/>
        <w:rPr>
          <w:b/>
          <w:sz w:val="28"/>
        </w:rPr>
      </w:pPr>
    </w:p>
    <w:p w14:paraId="7FF7BE49" w14:textId="77777777" w:rsidR="001E2BC5" w:rsidRPr="0026003C" w:rsidRDefault="001E2BC5">
      <w:pPr>
        <w:jc w:val="center"/>
        <w:rPr>
          <w:b/>
          <w:sz w:val="28"/>
        </w:rPr>
      </w:pPr>
    </w:p>
    <w:p w14:paraId="5E4BEAA8" w14:textId="77777777" w:rsidR="001E2BC5" w:rsidRPr="0026003C" w:rsidRDefault="001E2BC5">
      <w:pPr>
        <w:jc w:val="center"/>
        <w:rPr>
          <w:b/>
          <w:sz w:val="28"/>
        </w:rPr>
      </w:pPr>
    </w:p>
    <w:p w14:paraId="21761DDA" w14:textId="77777777" w:rsidR="001E2BC5" w:rsidRPr="0026003C" w:rsidRDefault="001E2BC5">
      <w:pPr>
        <w:jc w:val="center"/>
        <w:rPr>
          <w:b/>
          <w:sz w:val="28"/>
        </w:rPr>
      </w:pPr>
    </w:p>
    <w:p w14:paraId="4B640079" w14:textId="77777777" w:rsidR="001E2BC5" w:rsidRPr="0026003C" w:rsidRDefault="001E2BC5">
      <w:pPr>
        <w:jc w:val="center"/>
        <w:rPr>
          <w:b/>
          <w:sz w:val="28"/>
        </w:rPr>
      </w:pPr>
    </w:p>
    <w:p w14:paraId="5672F859" w14:textId="77777777" w:rsidR="001E2BC5" w:rsidRPr="0026003C" w:rsidRDefault="001E2BC5">
      <w:pPr>
        <w:jc w:val="center"/>
        <w:rPr>
          <w:b/>
          <w:sz w:val="28"/>
        </w:rPr>
      </w:pPr>
    </w:p>
    <w:p w14:paraId="13AE58BC" w14:textId="77777777" w:rsidR="001E2BC5" w:rsidRPr="0026003C" w:rsidRDefault="001E2BC5">
      <w:pPr>
        <w:jc w:val="center"/>
        <w:rPr>
          <w:b/>
          <w:sz w:val="28"/>
        </w:rPr>
      </w:pPr>
    </w:p>
    <w:p w14:paraId="228ED514" w14:textId="77777777" w:rsidR="001E2BC5" w:rsidRPr="0026003C" w:rsidRDefault="001E2BC5">
      <w:pPr>
        <w:jc w:val="center"/>
        <w:rPr>
          <w:b/>
          <w:sz w:val="28"/>
        </w:rPr>
      </w:pPr>
    </w:p>
    <w:p w14:paraId="5C911D41" w14:textId="77777777" w:rsidR="001E2BC5" w:rsidRPr="0026003C" w:rsidRDefault="001E2BC5">
      <w:pPr>
        <w:jc w:val="center"/>
        <w:rPr>
          <w:b/>
          <w:sz w:val="28"/>
        </w:rPr>
      </w:pPr>
    </w:p>
    <w:p w14:paraId="461C4145" w14:textId="77777777" w:rsidR="001E2BC5" w:rsidRPr="0026003C" w:rsidRDefault="001E2BC5">
      <w:pPr>
        <w:jc w:val="center"/>
        <w:rPr>
          <w:b/>
          <w:sz w:val="28"/>
        </w:rPr>
      </w:pPr>
    </w:p>
    <w:p w14:paraId="4500DB2B" w14:textId="77777777" w:rsidR="001E2BC5" w:rsidRPr="0026003C" w:rsidRDefault="001E2BC5">
      <w:pPr>
        <w:jc w:val="center"/>
        <w:rPr>
          <w:b/>
          <w:sz w:val="28"/>
        </w:rPr>
      </w:pPr>
    </w:p>
    <w:p w14:paraId="4CE4D810" w14:textId="77777777" w:rsidR="001E2BC5" w:rsidRPr="0026003C" w:rsidRDefault="001E2BC5">
      <w:pPr>
        <w:jc w:val="center"/>
        <w:rPr>
          <w:b/>
          <w:sz w:val="28"/>
        </w:rPr>
      </w:pPr>
    </w:p>
    <w:p w14:paraId="0241B6AE" w14:textId="77777777" w:rsidR="00965CED" w:rsidRPr="0026003C" w:rsidRDefault="00965CED">
      <w:pPr>
        <w:jc w:val="center"/>
        <w:rPr>
          <w:b/>
          <w:sz w:val="28"/>
        </w:rPr>
      </w:pPr>
    </w:p>
    <w:p w14:paraId="2E09F506" w14:textId="77777777" w:rsidR="00965CED" w:rsidRPr="0026003C" w:rsidRDefault="00965CED">
      <w:pPr>
        <w:jc w:val="center"/>
        <w:rPr>
          <w:b/>
          <w:sz w:val="28"/>
        </w:rPr>
      </w:pPr>
    </w:p>
    <w:p w14:paraId="4F09A96B" w14:textId="77777777" w:rsidR="00965CED" w:rsidRPr="0026003C" w:rsidRDefault="00965CED">
      <w:pPr>
        <w:jc w:val="center"/>
        <w:rPr>
          <w:b/>
          <w:sz w:val="28"/>
        </w:rPr>
      </w:pPr>
    </w:p>
    <w:p w14:paraId="40B54E3B" w14:textId="77777777" w:rsidR="00965CED" w:rsidRPr="0026003C" w:rsidRDefault="00965CED">
      <w:pPr>
        <w:jc w:val="center"/>
        <w:rPr>
          <w:b/>
          <w:sz w:val="28"/>
        </w:rPr>
      </w:pPr>
    </w:p>
    <w:p w14:paraId="0686F78B" w14:textId="77777777" w:rsidR="00965CED" w:rsidRPr="0026003C" w:rsidRDefault="00965CED">
      <w:pPr>
        <w:jc w:val="center"/>
        <w:rPr>
          <w:b/>
          <w:sz w:val="28"/>
        </w:rPr>
      </w:pPr>
    </w:p>
    <w:p w14:paraId="02D33544" w14:textId="77777777" w:rsidR="00965CED" w:rsidRPr="0026003C" w:rsidRDefault="00965CED">
      <w:pPr>
        <w:jc w:val="center"/>
        <w:rPr>
          <w:b/>
          <w:sz w:val="28"/>
        </w:rPr>
      </w:pPr>
    </w:p>
    <w:p w14:paraId="7BAF13CB" w14:textId="77777777" w:rsidR="00965CED" w:rsidRPr="0026003C" w:rsidRDefault="00965CED">
      <w:pPr>
        <w:jc w:val="center"/>
        <w:rPr>
          <w:b/>
          <w:sz w:val="28"/>
        </w:rPr>
      </w:pPr>
    </w:p>
    <w:p w14:paraId="06974564" w14:textId="77777777" w:rsidR="00965CED" w:rsidRPr="0026003C" w:rsidRDefault="00965CED">
      <w:pPr>
        <w:jc w:val="center"/>
        <w:rPr>
          <w:b/>
          <w:sz w:val="28"/>
        </w:rPr>
      </w:pPr>
    </w:p>
    <w:p w14:paraId="744DD46F" w14:textId="77777777" w:rsidR="00965CED" w:rsidRPr="0026003C" w:rsidRDefault="00965CED">
      <w:pPr>
        <w:jc w:val="center"/>
        <w:rPr>
          <w:b/>
          <w:sz w:val="28"/>
        </w:rPr>
      </w:pPr>
    </w:p>
    <w:p w14:paraId="68DB8E9F" w14:textId="77777777" w:rsidR="00965CED" w:rsidRPr="0026003C" w:rsidRDefault="00965CED">
      <w:pPr>
        <w:jc w:val="center"/>
        <w:rPr>
          <w:b/>
          <w:sz w:val="28"/>
        </w:rPr>
      </w:pPr>
    </w:p>
    <w:p w14:paraId="49FB63F8" w14:textId="77777777" w:rsidR="001E2BC5" w:rsidRPr="0026003C" w:rsidRDefault="001E2BC5">
      <w:pPr>
        <w:jc w:val="center"/>
        <w:rPr>
          <w:b/>
          <w:sz w:val="28"/>
        </w:rPr>
      </w:pPr>
    </w:p>
    <w:p w14:paraId="4C3704BF" w14:textId="77777777" w:rsidR="001E2BC5" w:rsidRPr="0026003C" w:rsidRDefault="001E2BC5">
      <w:pPr>
        <w:jc w:val="center"/>
        <w:rPr>
          <w:b/>
          <w:sz w:val="28"/>
        </w:rPr>
      </w:pPr>
    </w:p>
    <w:p w14:paraId="75BE038D" w14:textId="3E26D780" w:rsidR="00B11EE9" w:rsidRPr="0026003C" w:rsidRDefault="00B11EE9">
      <w:pPr>
        <w:jc w:val="center"/>
        <w:rPr>
          <w:b/>
          <w:sz w:val="28"/>
        </w:rPr>
      </w:pPr>
    </w:p>
    <w:p w14:paraId="15F4D4B9" w14:textId="2093CBC3" w:rsidR="00C72EB3" w:rsidRPr="0026003C" w:rsidRDefault="00B11EE9" w:rsidP="00B11EE9">
      <w:pPr>
        <w:jc w:val="center"/>
        <w:rPr>
          <w:b/>
        </w:rPr>
      </w:pPr>
      <w:r w:rsidRPr="0026003C">
        <w:rPr>
          <w:b/>
          <w:sz w:val="28"/>
        </w:rPr>
        <w:br w:type="page"/>
      </w:r>
    </w:p>
    <w:p w14:paraId="6C9174A7" w14:textId="77777777" w:rsidR="001E2BC5" w:rsidRPr="0026003C" w:rsidRDefault="001E2BC5">
      <w:pPr>
        <w:spacing w:before="240"/>
        <w:jc w:val="center"/>
        <w:rPr>
          <w:b/>
        </w:rPr>
      </w:pPr>
      <w:r w:rsidRPr="0026003C">
        <w:rPr>
          <w:b/>
        </w:rPr>
        <w:t>SPIS TREŚCI</w:t>
      </w:r>
    </w:p>
    <w:p w14:paraId="23351465" w14:textId="77777777" w:rsidR="00725D4A" w:rsidRPr="0026003C" w:rsidRDefault="001E2BC5" w:rsidP="00725D4A">
      <w:pPr>
        <w:pStyle w:val="Spistreci1"/>
        <w:tabs>
          <w:tab w:val="clear" w:pos="7371"/>
          <w:tab w:val="right" w:leader="dot" w:pos="8931"/>
        </w:tabs>
        <w:spacing w:before="0" w:after="0"/>
        <w:rPr>
          <w:b w:val="0"/>
          <w:noProof/>
        </w:rPr>
      </w:pPr>
      <w:r w:rsidRPr="0026003C">
        <w:rPr>
          <w:caps w:val="0"/>
          <w:sz w:val="19"/>
        </w:rPr>
        <w:t xml:space="preserve">  </w:t>
      </w:r>
      <w:r w:rsidR="00725D4A" w:rsidRPr="0026003C">
        <w:rPr>
          <w:b w:val="0"/>
          <w:caps w:val="0"/>
        </w:rPr>
        <w:fldChar w:fldCharType="begin"/>
      </w:r>
      <w:r w:rsidR="00725D4A" w:rsidRPr="0026003C">
        <w:rPr>
          <w:b w:val="0"/>
          <w:caps w:val="0"/>
        </w:rPr>
        <w:instrText xml:space="preserve"> TOC \o "1-1" \h \z \u </w:instrText>
      </w:r>
      <w:r w:rsidR="00725D4A" w:rsidRPr="0026003C">
        <w:rPr>
          <w:b w:val="0"/>
          <w:caps w:val="0"/>
        </w:rPr>
        <w:fldChar w:fldCharType="separate"/>
      </w:r>
    </w:p>
    <w:p w14:paraId="465C258E" w14:textId="0AD5DEB9"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4" w:history="1">
        <w:r w:rsidRPr="0026003C">
          <w:rPr>
            <w:rStyle w:val="Hipercze"/>
            <w:b w:val="0"/>
            <w:noProof/>
            <w:color w:val="auto"/>
          </w:rPr>
          <w:t>1. WSTĘP</w:t>
        </w:r>
        <w:r w:rsidRPr="0026003C">
          <w:rPr>
            <w:b w:val="0"/>
            <w:noProof/>
            <w:webHidden/>
          </w:rPr>
          <w:tab/>
        </w:r>
        <w:r w:rsidRPr="0026003C">
          <w:rPr>
            <w:b w:val="0"/>
            <w:noProof/>
            <w:webHidden/>
          </w:rPr>
          <w:fldChar w:fldCharType="begin"/>
        </w:r>
        <w:r w:rsidRPr="0026003C">
          <w:rPr>
            <w:b w:val="0"/>
            <w:noProof/>
            <w:webHidden/>
          </w:rPr>
          <w:instrText xml:space="preserve"> PAGEREF _Toc324793904 \h </w:instrText>
        </w:r>
        <w:r w:rsidRPr="0026003C">
          <w:rPr>
            <w:b w:val="0"/>
            <w:noProof/>
            <w:webHidden/>
          </w:rPr>
        </w:r>
        <w:r w:rsidRPr="0026003C">
          <w:rPr>
            <w:b w:val="0"/>
            <w:noProof/>
            <w:webHidden/>
          </w:rPr>
          <w:fldChar w:fldCharType="separate"/>
        </w:r>
        <w:r w:rsidR="00385F61">
          <w:rPr>
            <w:b w:val="0"/>
            <w:noProof/>
            <w:webHidden/>
          </w:rPr>
          <w:t>3</w:t>
        </w:r>
        <w:r w:rsidRPr="0026003C">
          <w:rPr>
            <w:b w:val="0"/>
            <w:noProof/>
            <w:webHidden/>
          </w:rPr>
          <w:fldChar w:fldCharType="end"/>
        </w:r>
      </w:hyperlink>
    </w:p>
    <w:p w14:paraId="5819A1A2" w14:textId="583040CC"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5" w:history="1">
        <w:r w:rsidRPr="0026003C">
          <w:rPr>
            <w:rStyle w:val="Hipercze"/>
            <w:b w:val="0"/>
            <w:noProof/>
            <w:color w:val="auto"/>
          </w:rPr>
          <w:t>2. MATERIAŁY</w:t>
        </w:r>
        <w:r w:rsidRPr="0026003C">
          <w:rPr>
            <w:b w:val="0"/>
            <w:noProof/>
            <w:webHidden/>
          </w:rPr>
          <w:tab/>
        </w:r>
        <w:r w:rsidRPr="0026003C">
          <w:rPr>
            <w:b w:val="0"/>
            <w:noProof/>
            <w:webHidden/>
          </w:rPr>
          <w:fldChar w:fldCharType="begin"/>
        </w:r>
        <w:r w:rsidRPr="0026003C">
          <w:rPr>
            <w:b w:val="0"/>
            <w:noProof/>
            <w:webHidden/>
          </w:rPr>
          <w:instrText xml:space="preserve"> PAGEREF _Toc324793905 \h </w:instrText>
        </w:r>
        <w:r w:rsidRPr="0026003C">
          <w:rPr>
            <w:b w:val="0"/>
            <w:noProof/>
            <w:webHidden/>
          </w:rPr>
        </w:r>
        <w:r w:rsidRPr="0026003C">
          <w:rPr>
            <w:b w:val="0"/>
            <w:noProof/>
            <w:webHidden/>
          </w:rPr>
          <w:fldChar w:fldCharType="separate"/>
        </w:r>
        <w:r w:rsidR="00385F61">
          <w:rPr>
            <w:b w:val="0"/>
            <w:noProof/>
            <w:webHidden/>
          </w:rPr>
          <w:t>9</w:t>
        </w:r>
        <w:r w:rsidRPr="0026003C">
          <w:rPr>
            <w:b w:val="0"/>
            <w:noProof/>
            <w:webHidden/>
          </w:rPr>
          <w:fldChar w:fldCharType="end"/>
        </w:r>
      </w:hyperlink>
    </w:p>
    <w:p w14:paraId="6A5AB704" w14:textId="61D19BEF"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6" w:history="1">
        <w:r w:rsidRPr="0026003C">
          <w:rPr>
            <w:rStyle w:val="Hipercze"/>
            <w:b w:val="0"/>
            <w:noProof/>
            <w:color w:val="auto"/>
          </w:rPr>
          <w:t>3. sprzęt</w:t>
        </w:r>
        <w:r w:rsidR="003F3F9B" w:rsidRPr="0026003C">
          <w:rPr>
            <w:rStyle w:val="Hipercze"/>
            <w:b w:val="0"/>
            <w:noProof/>
            <w:color w:val="auto"/>
          </w:rPr>
          <w:t>.</w:t>
        </w:r>
        <w:r w:rsidRPr="0026003C">
          <w:rPr>
            <w:b w:val="0"/>
            <w:noProof/>
            <w:webHidden/>
          </w:rPr>
          <w:tab/>
        </w:r>
        <w:r w:rsidRPr="0026003C">
          <w:rPr>
            <w:b w:val="0"/>
            <w:noProof/>
            <w:webHidden/>
          </w:rPr>
          <w:fldChar w:fldCharType="begin"/>
        </w:r>
        <w:r w:rsidRPr="0026003C">
          <w:rPr>
            <w:b w:val="0"/>
            <w:noProof/>
            <w:webHidden/>
          </w:rPr>
          <w:instrText xml:space="preserve"> PAGEREF _Toc324793906 \h </w:instrText>
        </w:r>
        <w:r w:rsidRPr="0026003C">
          <w:rPr>
            <w:b w:val="0"/>
            <w:noProof/>
            <w:webHidden/>
          </w:rPr>
        </w:r>
        <w:r w:rsidRPr="0026003C">
          <w:rPr>
            <w:b w:val="0"/>
            <w:noProof/>
            <w:webHidden/>
          </w:rPr>
          <w:fldChar w:fldCharType="separate"/>
        </w:r>
        <w:r w:rsidR="00385F61">
          <w:rPr>
            <w:b w:val="0"/>
            <w:noProof/>
            <w:webHidden/>
          </w:rPr>
          <w:t>11</w:t>
        </w:r>
        <w:r w:rsidRPr="0026003C">
          <w:rPr>
            <w:b w:val="0"/>
            <w:noProof/>
            <w:webHidden/>
          </w:rPr>
          <w:fldChar w:fldCharType="end"/>
        </w:r>
      </w:hyperlink>
    </w:p>
    <w:p w14:paraId="352BF543" w14:textId="234A83A6"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7" w:history="1">
        <w:r w:rsidRPr="0026003C">
          <w:rPr>
            <w:rStyle w:val="Hipercze"/>
            <w:b w:val="0"/>
            <w:noProof/>
            <w:color w:val="auto"/>
          </w:rPr>
          <w:t>4. transport</w:t>
        </w:r>
        <w:r w:rsidRPr="0026003C">
          <w:rPr>
            <w:b w:val="0"/>
            <w:noProof/>
            <w:webHidden/>
          </w:rPr>
          <w:tab/>
        </w:r>
        <w:r w:rsidRPr="0026003C">
          <w:rPr>
            <w:b w:val="0"/>
            <w:noProof/>
            <w:webHidden/>
          </w:rPr>
          <w:fldChar w:fldCharType="begin"/>
        </w:r>
        <w:r w:rsidRPr="0026003C">
          <w:rPr>
            <w:b w:val="0"/>
            <w:noProof/>
            <w:webHidden/>
          </w:rPr>
          <w:instrText xml:space="preserve"> PAGEREF _Toc324793907 \h </w:instrText>
        </w:r>
        <w:r w:rsidRPr="0026003C">
          <w:rPr>
            <w:b w:val="0"/>
            <w:noProof/>
            <w:webHidden/>
          </w:rPr>
        </w:r>
        <w:r w:rsidRPr="0026003C">
          <w:rPr>
            <w:b w:val="0"/>
            <w:noProof/>
            <w:webHidden/>
          </w:rPr>
          <w:fldChar w:fldCharType="separate"/>
        </w:r>
        <w:r w:rsidR="00385F61">
          <w:rPr>
            <w:b w:val="0"/>
            <w:noProof/>
            <w:webHidden/>
          </w:rPr>
          <w:t>11</w:t>
        </w:r>
        <w:r w:rsidRPr="0026003C">
          <w:rPr>
            <w:b w:val="0"/>
            <w:noProof/>
            <w:webHidden/>
          </w:rPr>
          <w:fldChar w:fldCharType="end"/>
        </w:r>
      </w:hyperlink>
    </w:p>
    <w:p w14:paraId="726CD8E3" w14:textId="79151ED0"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8" w:history="1">
        <w:r w:rsidRPr="0026003C">
          <w:rPr>
            <w:rStyle w:val="Hipercze"/>
            <w:b w:val="0"/>
            <w:noProof/>
            <w:color w:val="auto"/>
          </w:rPr>
          <w:t>5. wykonanie robót</w:t>
        </w:r>
        <w:r w:rsidRPr="0026003C">
          <w:rPr>
            <w:b w:val="0"/>
            <w:noProof/>
            <w:webHidden/>
          </w:rPr>
          <w:tab/>
        </w:r>
        <w:r w:rsidRPr="0026003C">
          <w:rPr>
            <w:b w:val="0"/>
            <w:noProof/>
            <w:webHidden/>
          </w:rPr>
          <w:fldChar w:fldCharType="begin"/>
        </w:r>
        <w:r w:rsidRPr="0026003C">
          <w:rPr>
            <w:b w:val="0"/>
            <w:noProof/>
            <w:webHidden/>
          </w:rPr>
          <w:instrText xml:space="preserve"> PAGEREF _Toc324793908 \h </w:instrText>
        </w:r>
        <w:r w:rsidRPr="0026003C">
          <w:rPr>
            <w:b w:val="0"/>
            <w:noProof/>
            <w:webHidden/>
          </w:rPr>
        </w:r>
        <w:r w:rsidRPr="0026003C">
          <w:rPr>
            <w:b w:val="0"/>
            <w:noProof/>
            <w:webHidden/>
          </w:rPr>
          <w:fldChar w:fldCharType="separate"/>
        </w:r>
        <w:r w:rsidR="00385F61">
          <w:rPr>
            <w:b w:val="0"/>
            <w:noProof/>
            <w:webHidden/>
          </w:rPr>
          <w:t>12</w:t>
        </w:r>
        <w:r w:rsidRPr="0026003C">
          <w:rPr>
            <w:b w:val="0"/>
            <w:noProof/>
            <w:webHidden/>
          </w:rPr>
          <w:fldChar w:fldCharType="end"/>
        </w:r>
      </w:hyperlink>
    </w:p>
    <w:p w14:paraId="54C97C97" w14:textId="423EC04F" w:rsidR="00725D4A" w:rsidRPr="0026003C" w:rsidRDefault="00725D4A" w:rsidP="00725D4A">
      <w:pPr>
        <w:pStyle w:val="Spistreci1"/>
        <w:tabs>
          <w:tab w:val="clear" w:pos="7371"/>
          <w:tab w:val="right" w:leader="dot" w:pos="8364"/>
        </w:tabs>
        <w:rPr>
          <w:rFonts w:ascii="Calibri" w:hAnsi="Calibri"/>
          <w:b w:val="0"/>
          <w:caps w:val="0"/>
          <w:noProof/>
        </w:rPr>
      </w:pPr>
      <w:hyperlink w:anchor="_Toc324793909" w:history="1">
        <w:r w:rsidRPr="0026003C">
          <w:rPr>
            <w:rStyle w:val="Hipercze"/>
            <w:b w:val="0"/>
            <w:noProof/>
            <w:color w:val="auto"/>
          </w:rPr>
          <w:t>6. kontrola jakości robót</w:t>
        </w:r>
        <w:r w:rsidRPr="0026003C">
          <w:rPr>
            <w:b w:val="0"/>
            <w:noProof/>
            <w:webHidden/>
          </w:rPr>
          <w:tab/>
        </w:r>
        <w:r w:rsidRPr="0026003C">
          <w:rPr>
            <w:b w:val="0"/>
            <w:noProof/>
            <w:webHidden/>
          </w:rPr>
          <w:fldChar w:fldCharType="begin"/>
        </w:r>
        <w:r w:rsidRPr="0026003C">
          <w:rPr>
            <w:b w:val="0"/>
            <w:noProof/>
            <w:webHidden/>
          </w:rPr>
          <w:instrText xml:space="preserve"> PAGEREF _Toc324793909 \h </w:instrText>
        </w:r>
        <w:r w:rsidRPr="0026003C">
          <w:rPr>
            <w:b w:val="0"/>
            <w:noProof/>
            <w:webHidden/>
          </w:rPr>
        </w:r>
        <w:r w:rsidRPr="0026003C">
          <w:rPr>
            <w:b w:val="0"/>
            <w:noProof/>
            <w:webHidden/>
          </w:rPr>
          <w:fldChar w:fldCharType="separate"/>
        </w:r>
        <w:r w:rsidR="00385F61">
          <w:rPr>
            <w:b w:val="0"/>
            <w:noProof/>
            <w:webHidden/>
          </w:rPr>
          <w:t>12</w:t>
        </w:r>
        <w:r w:rsidRPr="0026003C">
          <w:rPr>
            <w:b w:val="0"/>
            <w:noProof/>
            <w:webHidden/>
          </w:rPr>
          <w:fldChar w:fldCharType="end"/>
        </w:r>
      </w:hyperlink>
    </w:p>
    <w:p w14:paraId="50BD9E12" w14:textId="77B0C5E3" w:rsidR="00725D4A" w:rsidRPr="0026003C" w:rsidRDefault="00725D4A" w:rsidP="00725D4A">
      <w:pPr>
        <w:pStyle w:val="Spistreci1"/>
        <w:tabs>
          <w:tab w:val="clear" w:pos="7371"/>
          <w:tab w:val="right" w:leader="dot" w:pos="8364"/>
        </w:tabs>
        <w:rPr>
          <w:rFonts w:ascii="Calibri" w:hAnsi="Calibri"/>
          <w:b w:val="0"/>
          <w:caps w:val="0"/>
          <w:noProof/>
        </w:rPr>
      </w:pPr>
      <w:hyperlink w:anchor="_Toc324793910" w:history="1">
        <w:r w:rsidRPr="0026003C">
          <w:rPr>
            <w:rStyle w:val="Hipercze"/>
            <w:b w:val="0"/>
            <w:noProof/>
            <w:color w:val="auto"/>
          </w:rPr>
          <w:t>7. obmiar robót</w:t>
        </w:r>
        <w:r w:rsidRPr="0026003C">
          <w:rPr>
            <w:b w:val="0"/>
            <w:noProof/>
            <w:webHidden/>
          </w:rPr>
          <w:tab/>
        </w:r>
        <w:r w:rsidRPr="0026003C">
          <w:rPr>
            <w:b w:val="0"/>
            <w:noProof/>
            <w:webHidden/>
          </w:rPr>
          <w:fldChar w:fldCharType="begin"/>
        </w:r>
        <w:r w:rsidRPr="0026003C">
          <w:rPr>
            <w:b w:val="0"/>
            <w:noProof/>
            <w:webHidden/>
          </w:rPr>
          <w:instrText xml:space="preserve"> PAGEREF _Toc324793910 \h </w:instrText>
        </w:r>
        <w:r w:rsidRPr="0026003C">
          <w:rPr>
            <w:b w:val="0"/>
            <w:noProof/>
            <w:webHidden/>
          </w:rPr>
        </w:r>
        <w:r w:rsidRPr="0026003C">
          <w:rPr>
            <w:b w:val="0"/>
            <w:noProof/>
            <w:webHidden/>
          </w:rPr>
          <w:fldChar w:fldCharType="separate"/>
        </w:r>
        <w:r w:rsidR="00385F61">
          <w:rPr>
            <w:b w:val="0"/>
            <w:noProof/>
            <w:webHidden/>
          </w:rPr>
          <w:t>15</w:t>
        </w:r>
        <w:r w:rsidRPr="0026003C">
          <w:rPr>
            <w:b w:val="0"/>
            <w:noProof/>
            <w:webHidden/>
          </w:rPr>
          <w:fldChar w:fldCharType="end"/>
        </w:r>
      </w:hyperlink>
    </w:p>
    <w:p w14:paraId="156603FD" w14:textId="70BEB386" w:rsidR="00725D4A" w:rsidRPr="0026003C" w:rsidRDefault="00725D4A" w:rsidP="00725D4A">
      <w:pPr>
        <w:pStyle w:val="Spistreci1"/>
        <w:tabs>
          <w:tab w:val="clear" w:pos="7371"/>
          <w:tab w:val="right" w:leader="dot" w:pos="8364"/>
        </w:tabs>
        <w:rPr>
          <w:rFonts w:ascii="Calibri" w:hAnsi="Calibri"/>
          <w:b w:val="0"/>
          <w:caps w:val="0"/>
          <w:noProof/>
        </w:rPr>
      </w:pPr>
      <w:hyperlink w:anchor="_Toc324793911" w:history="1">
        <w:r w:rsidRPr="0026003C">
          <w:rPr>
            <w:rStyle w:val="Hipercze"/>
            <w:b w:val="0"/>
            <w:noProof/>
            <w:color w:val="auto"/>
          </w:rPr>
          <w:t>8. odbiór robót</w:t>
        </w:r>
        <w:r w:rsidRPr="0026003C">
          <w:rPr>
            <w:b w:val="0"/>
            <w:noProof/>
            <w:webHidden/>
          </w:rPr>
          <w:tab/>
        </w:r>
        <w:r w:rsidRPr="0026003C">
          <w:rPr>
            <w:b w:val="0"/>
            <w:noProof/>
            <w:webHidden/>
          </w:rPr>
          <w:fldChar w:fldCharType="begin"/>
        </w:r>
        <w:r w:rsidRPr="0026003C">
          <w:rPr>
            <w:b w:val="0"/>
            <w:noProof/>
            <w:webHidden/>
          </w:rPr>
          <w:instrText xml:space="preserve"> PAGEREF _Toc324793911 \h </w:instrText>
        </w:r>
        <w:r w:rsidRPr="0026003C">
          <w:rPr>
            <w:b w:val="0"/>
            <w:noProof/>
            <w:webHidden/>
          </w:rPr>
        </w:r>
        <w:r w:rsidRPr="0026003C">
          <w:rPr>
            <w:b w:val="0"/>
            <w:noProof/>
            <w:webHidden/>
          </w:rPr>
          <w:fldChar w:fldCharType="separate"/>
        </w:r>
        <w:r w:rsidR="00385F61">
          <w:rPr>
            <w:b w:val="0"/>
            <w:noProof/>
            <w:webHidden/>
          </w:rPr>
          <w:t>16</w:t>
        </w:r>
        <w:r w:rsidRPr="0026003C">
          <w:rPr>
            <w:b w:val="0"/>
            <w:noProof/>
            <w:webHidden/>
          </w:rPr>
          <w:fldChar w:fldCharType="end"/>
        </w:r>
      </w:hyperlink>
    </w:p>
    <w:p w14:paraId="05B3C686" w14:textId="50057FD4" w:rsidR="00725D4A" w:rsidRPr="0026003C" w:rsidRDefault="00725D4A" w:rsidP="00725D4A">
      <w:pPr>
        <w:pStyle w:val="Spistreci1"/>
        <w:tabs>
          <w:tab w:val="clear" w:pos="7371"/>
          <w:tab w:val="right" w:leader="dot" w:pos="8364"/>
        </w:tabs>
        <w:rPr>
          <w:rFonts w:ascii="Calibri" w:hAnsi="Calibri"/>
          <w:b w:val="0"/>
          <w:caps w:val="0"/>
          <w:noProof/>
        </w:rPr>
      </w:pPr>
      <w:hyperlink w:anchor="_Toc324793912" w:history="1">
        <w:r w:rsidRPr="0026003C">
          <w:rPr>
            <w:rStyle w:val="Hipercze"/>
            <w:b w:val="0"/>
            <w:noProof/>
            <w:color w:val="auto"/>
          </w:rPr>
          <w:t>9. podstawa płatności</w:t>
        </w:r>
        <w:r w:rsidRPr="0026003C">
          <w:rPr>
            <w:b w:val="0"/>
            <w:noProof/>
            <w:webHidden/>
          </w:rPr>
          <w:tab/>
        </w:r>
        <w:r w:rsidRPr="0026003C">
          <w:rPr>
            <w:b w:val="0"/>
            <w:noProof/>
            <w:webHidden/>
          </w:rPr>
          <w:fldChar w:fldCharType="begin"/>
        </w:r>
        <w:r w:rsidRPr="0026003C">
          <w:rPr>
            <w:b w:val="0"/>
            <w:noProof/>
            <w:webHidden/>
          </w:rPr>
          <w:instrText xml:space="preserve"> PAGEREF _Toc324793912 \h </w:instrText>
        </w:r>
        <w:r w:rsidRPr="0026003C">
          <w:rPr>
            <w:b w:val="0"/>
            <w:noProof/>
            <w:webHidden/>
          </w:rPr>
        </w:r>
        <w:r w:rsidRPr="0026003C">
          <w:rPr>
            <w:b w:val="0"/>
            <w:noProof/>
            <w:webHidden/>
          </w:rPr>
          <w:fldChar w:fldCharType="separate"/>
        </w:r>
        <w:r w:rsidR="00385F61">
          <w:rPr>
            <w:b w:val="0"/>
            <w:noProof/>
            <w:webHidden/>
          </w:rPr>
          <w:t>17</w:t>
        </w:r>
        <w:r w:rsidRPr="0026003C">
          <w:rPr>
            <w:b w:val="0"/>
            <w:noProof/>
            <w:webHidden/>
          </w:rPr>
          <w:fldChar w:fldCharType="end"/>
        </w:r>
      </w:hyperlink>
    </w:p>
    <w:p w14:paraId="5CD3AC57" w14:textId="70602EAE" w:rsidR="00725D4A" w:rsidRPr="0026003C" w:rsidRDefault="00725D4A" w:rsidP="00725D4A">
      <w:pPr>
        <w:pStyle w:val="Spistreci1"/>
        <w:tabs>
          <w:tab w:val="clear" w:pos="7371"/>
          <w:tab w:val="right" w:leader="dot" w:pos="8364"/>
        </w:tabs>
        <w:rPr>
          <w:rFonts w:ascii="Calibri" w:hAnsi="Calibri"/>
          <w:b w:val="0"/>
          <w:caps w:val="0"/>
          <w:noProof/>
        </w:rPr>
      </w:pPr>
      <w:hyperlink w:anchor="_Toc324793913" w:history="1">
        <w:r w:rsidRPr="0026003C">
          <w:rPr>
            <w:rStyle w:val="Hipercze"/>
            <w:b w:val="0"/>
            <w:noProof/>
            <w:color w:val="auto"/>
          </w:rPr>
          <w:t>10. przepisy związane</w:t>
        </w:r>
        <w:r w:rsidRPr="0026003C">
          <w:rPr>
            <w:b w:val="0"/>
            <w:noProof/>
            <w:webHidden/>
          </w:rPr>
          <w:tab/>
        </w:r>
        <w:r w:rsidRPr="0026003C">
          <w:rPr>
            <w:b w:val="0"/>
            <w:noProof/>
            <w:webHidden/>
          </w:rPr>
          <w:fldChar w:fldCharType="begin"/>
        </w:r>
        <w:r w:rsidRPr="0026003C">
          <w:rPr>
            <w:b w:val="0"/>
            <w:noProof/>
            <w:webHidden/>
          </w:rPr>
          <w:instrText xml:space="preserve"> PAGEREF _Toc324793913 \h </w:instrText>
        </w:r>
        <w:r w:rsidRPr="0026003C">
          <w:rPr>
            <w:b w:val="0"/>
            <w:noProof/>
            <w:webHidden/>
          </w:rPr>
        </w:r>
        <w:r w:rsidRPr="0026003C">
          <w:rPr>
            <w:b w:val="0"/>
            <w:noProof/>
            <w:webHidden/>
          </w:rPr>
          <w:fldChar w:fldCharType="separate"/>
        </w:r>
        <w:r w:rsidR="00385F61">
          <w:rPr>
            <w:b w:val="0"/>
            <w:noProof/>
            <w:webHidden/>
          </w:rPr>
          <w:t>18</w:t>
        </w:r>
        <w:r w:rsidRPr="0026003C">
          <w:rPr>
            <w:b w:val="0"/>
            <w:noProof/>
            <w:webHidden/>
          </w:rPr>
          <w:fldChar w:fldCharType="end"/>
        </w:r>
      </w:hyperlink>
    </w:p>
    <w:p w14:paraId="3F875F25" w14:textId="77777777" w:rsidR="001E2BC5" w:rsidRPr="0026003C" w:rsidRDefault="00725D4A" w:rsidP="00725D4A">
      <w:pPr>
        <w:pStyle w:val="Spistreci1"/>
        <w:tabs>
          <w:tab w:val="clear" w:pos="7371"/>
          <w:tab w:val="right" w:leader="dot" w:pos="8931"/>
        </w:tabs>
        <w:spacing w:before="0" w:after="0"/>
        <w:rPr>
          <w:b w:val="0"/>
        </w:rPr>
      </w:pPr>
      <w:r w:rsidRPr="0026003C">
        <w:rPr>
          <w:b w:val="0"/>
          <w:caps w:val="0"/>
        </w:rPr>
        <w:fldChar w:fldCharType="end"/>
      </w:r>
    </w:p>
    <w:p w14:paraId="4759EA9A" w14:textId="77777777" w:rsidR="001E2BC5" w:rsidRPr="0026003C" w:rsidRDefault="001E2BC5">
      <w:pPr>
        <w:pBdr>
          <w:top w:val="single" w:sz="6" w:space="1" w:color="auto"/>
        </w:pBdr>
        <w:tabs>
          <w:tab w:val="left" w:pos="284"/>
          <w:tab w:val="right" w:leader="dot" w:pos="8789"/>
        </w:tabs>
        <w:jc w:val="center"/>
        <w:rPr>
          <w:b/>
        </w:rPr>
      </w:pPr>
    </w:p>
    <w:p w14:paraId="5F89FFD1" w14:textId="77777777" w:rsidR="001E2BC5" w:rsidRPr="0026003C" w:rsidRDefault="001E2BC5">
      <w:pPr>
        <w:pBdr>
          <w:top w:val="single" w:sz="6" w:space="1" w:color="auto"/>
        </w:pBdr>
        <w:tabs>
          <w:tab w:val="left" w:pos="284"/>
          <w:tab w:val="right" w:leader="dot" w:pos="8789"/>
        </w:tabs>
        <w:spacing w:before="120" w:after="120"/>
        <w:jc w:val="center"/>
        <w:rPr>
          <w:b/>
        </w:rPr>
      </w:pPr>
      <w:r w:rsidRPr="0026003C">
        <w:rPr>
          <w:b/>
        </w:rPr>
        <w:t>NAJWAŻNIEJSZE OZNACZENIA I SKRÓTY</w:t>
      </w:r>
    </w:p>
    <w:tbl>
      <w:tblPr>
        <w:tblW w:w="0" w:type="auto"/>
        <w:tblInd w:w="779" w:type="dxa"/>
        <w:tblLayout w:type="fixed"/>
        <w:tblCellMar>
          <w:left w:w="70" w:type="dxa"/>
          <w:right w:w="70" w:type="dxa"/>
        </w:tblCellMar>
        <w:tblLook w:val="0000" w:firstRow="0" w:lastRow="0" w:firstColumn="0" w:lastColumn="0" w:noHBand="0" w:noVBand="0"/>
      </w:tblPr>
      <w:tblGrid>
        <w:gridCol w:w="1215"/>
        <w:gridCol w:w="7007"/>
      </w:tblGrid>
      <w:tr w:rsidR="0026003C" w:rsidRPr="0026003C" w14:paraId="47A9FDEB" w14:textId="77777777" w:rsidTr="0008192F">
        <w:tc>
          <w:tcPr>
            <w:tcW w:w="1215" w:type="dxa"/>
          </w:tcPr>
          <w:p w14:paraId="4C27E804" w14:textId="77777777" w:rsidR="0008192F" w:rsidRPr="0026003C" w:rsidRDefault="0008192F" w:rsidP="0008192F">
            <w:pPr>
              <w:tabs>
                <w:tab w:val="right" w:leader="dot" w:pos="-1985"/>
                <w:tab w:val="left" w:pos="284"/>
              </w:tabs>
              <w:ind w:right="-353"/>
              <w:jc w:val="left"/>
            </w:pPr>
            <w:r w:rsidRPr="0026003C">
              <w:t>OSTWiORB</w:t>
            </w:r>
          </w:p>
        </w:tc>
        <w:tc>
          <w:tcPr>
            <w:tcW w:w="7007" w:type="dxa"/>
          </w:tcPr>
          <w:p w14:paraId="31FCBB4B" w14:textId="77777777" w:rsidR="0008192F" w:rsidRPr="0026003C" w:rsidRDefault="0008192F" w:rsidP="0008192F">
            <w:pPr>
              <w:tabs>
                <w:tab w:val="right" w:leader="dot" w:pos="-1985"/>
                <w:tab w:val="left" w:pos="284"/>
              </w:tabs>
              <w:ind w:right="-599" w:firstLine="194"/>
            </w:pPr>
            <w:r w:rsidRPr="0026003C">
              <w:t>- Ogólna Specyfikacja Techniczna Wykonania i Odbioru Robót Budowlanych</w:t>
            </w:r>
          </w:p>
        </w:tc>
      </w:tr>
      <w:tr w:rsidR="0026003C" w:rsidRPr="0026003C" w14:paraId="35E463EE" w14:textId="77777777" w:rsidTr="0008192F">
        <w:tc>
          <w:tcPr>
            <w:tcW w:w="1215" w:type="dxa"/>
          </w:tcPr>
          <w:p w14:paraId="5F7EF9C2" w14:textId="77777777" w:rsidR="0008192F" w:rsidRPr="0026003C" w:rsidRDefault="0008192F" w:rsidP="0008192F">
            <w:pPr>
              <w:tabs>
                <w:tab w:val="right" w:leader="dot" w:pos="-1985"/>
                <w:tab w:val="left" w:pos="284"/>
              </w:tabs>
              <w:jc w:val="left"/>
            </w:pPr>
            <w:r w:rsidRPr="0026003C">
              <w:t>STWiORB</w:t>
            </w:r>
          </w:p>
        </w:tc>
        <w:tc>
          <w:tcPr>
            <w:tcW w:w="7007" w:type="dxa"/>
          </w:tcPr>
          <w:p w14:paraId="25407C11" w14:textId="77777777" w:rsidR="0008192F" w:rsidRPr="0026003C" w:rsidRDefault="0008192F" w:rsidP="0008192F">
            <w:pPr>
              <w:tabs>
                <w:tab w:val="right" w:leader="dot" w:pos="-1985"/>
                <w:tab w:val="left" w:pos="284"/>
              </w:tabs>
              <w:ind w:right="-599" w:firstLine="194"/>
            </w:pPr>
            <w:r w:rsidRPr="0026003C">
              <w:t>- Specyfikacje Techniczne Wykonania i Odbioru Robót Budowlanych</w:t>
            </w:r>
          </w:p>
        </w:tc>
      </w:tr>
      <w:tr w:rsidR="0026003C" w:rsidRPr="0026003C" w14:paraId="4E1516F3" w14:textId="77777777" w:rsidTr="0008192F">
        <w:tc>
          <w:tcPr>
            <w:tcW w:w="1215" w:type="dxa"/>
          </w:tcPr>
          <w:p w14:paraId="0FD049A1" w14:textId="77777777" w:rsidR="0008192F" w:rsidRPr="0026003C" w:rsidRDefault="0008192F" w:rsidP="0008192F">
            <w:pPr>
              <w:tabs>
                <w:tab w:val="right" w:leader="dot" w:pos="-1985"/>
                <w:tab w:val="left" w:pos="284"/>
              </w:tabs>
              <w:jc w:val="left"/>
            </w:pPr>
            <w:r w:rsidRPr="0026003C">
              <w:t>PZJ</w:t>
            </w:r>
          </w:p>
          <w:p w14:paraId="149C4D9A" w14:textId="3AB8695F" w:rsidR="00CD1CB5" w:rsidRPr="0026003C" w:rsidRDefault="00CD1CB5" w:rsidP="0008192F">
            <w:pPr>
              <w:tabs>
                <w:tab w:val="right" w:leader="dot" w:pos="-1985"/>
                <w:tab w:val="left" w:pos="284"/>
              </w:tabs>
              <w:jc w:val="left"/>
            </w:pPr>
            <w:r w:rsidRPr="0026003C">
              <w:t>BHP</w:t>
            </w:r>
          </w:p>
        </w:tc>
        <w:tc>
          <w:tcPr>
            <w:tcW w:w="7007" w:type="dxa"/>
          </w:tcPr>
          <w:p w14:paraId="09C6BDD6" w14:textId="77777777" w:rsidR="0008192F" w:rsidRPr="0026003C" w:rsidRDefault="0008192F" w:rsidP="0008192F">
            <w:pPr>
              <w:tabs>
                <w:tab w:val="right" w:leader="dot" w:pos="-1985"/>
                <w:tab w:val="left" w:pos="284"/>
              </w:tabs>
              <w:ind w:right="-599" w:firstLine="194"/>
            </w:pPr>
            <w:r w:rsidRPr="0026003C">
              <w:t>- Program zapewnienia jakości</w:t>
            </w:r>
          </w:p>
          <w:p w14:paraId="30E768FC" w14:textId="77777777" w:rsidR="00CD1CB5" w:rsidRPr="0026003C" w:rsidRDefault="00CD1CB5" w:rsidP="00CD1CB5">
            <w:pPr>
              <w:tabs>
                <w:tab w:val="right" w:leader="dot" w:pos="-1985"/>
                <w:tab w:val="left" w:pos="284"/>
              </w:tabs>
              <w:ind w:right="-599" w:firstLine="194"/>
            </w:pPr>
            <w:r w:rsidRPr="0026003C">
              <w:t>- Bezpieczeństwo i higiena pracy</w:t>
            </w:r>
          </w:p>
          <w:p w14:paraId="0B521330" w14:textId="77777777" w:rsidR="00CD1CB5" w:rsidRPr="0026003C" w:rsidRDefault="00CD1CB5" w:rsidP="0008192F">
            <w:pPr>
              <w:tabs>
                <w:tab w:val="right" w:leader="dot" w:pos="-1985"/>
                <w:tab w:val="left" w:pos="284"/>
              </w:tabs>
              <w:ind w:right="-599" w:firstLine="194"/>
            </w:pPr>
          </w:p>
          <w:p w14:paraId="4B59C631" w14:textId="77777777" w:rsidR="00CD1CB5" w:rsidRPr="0026003C" w:rsidRDefault="00CD1CB5" w:rsidP="0008192F">
            <w:pPr>
              <w:tabs>
                <w:tab w:val="right" w:leader="dot" w:pos="-1985"/>
                <w:tab w:val="left" w:pos="284"/>
              </w:tabs>
              <w:ind w:right="-599" w:firstLine="194"/>
            </w:pPr>
          </w:p>
        </w:tc>
      </w:tr>
      <w:tr w:rsidR="0026003C" w:rsidRPr="0026003C" w14:paraId="6A1E2423" w14:textId="77777777" w:rsidTr="0008192F">
        <w:tc>
          <w:tcPr>
            <w:tcW w:w="1215" w:type="dxa"/>
          </w:tcPr>
          <w:p w14:paraId="01485EB1" w14:textId="38B3665C" w:rsidR="0008192F" w:rsidRPr="0026003C" w:rsidRDefault="0008192F" w:rsidP="0008192F">
            <w:pPr>
              <w:tabs>
                <w:tab w:val="right" w:leader="dot" w:pos="-1985"/>
                <w:tab w:val="left" w:pos="284"/>
              </w:tabs>
              <w:ind w:right="-192"/>
              <w:jc w:val="left"/>
            </w:pPr>
          </w:p>
        </w:tc>
        <w:tc>
          <w:tcPr>
            <w:tcW w:w="7007" w:type="dxa"/>
          </w:tcPr>
          <w:p w14:paraId="44256846" w14:textId="77777777" w:rsidR="0008192F" w:rsidRPr="0026003C" w:rsidRDefault="0008192F" w:rsidP="0008192F">
            <w:pPr>
              <w:tabs>
                <w:tab w:val="right" w:leader="dot" w:pos="-1985"/>
                <w:tab w:val="left" w:pos="284"/>
              </w:tabs>
              <w:ind w:right="-599"/>
            </w:pPr>
          </w:p>
        </w:tc>
      </w:tr>
    </w:tbl>
    <w:p w14:paraId="215D4356" w14:textId="77777777" w:rsidR="009466CF" w:rsidRPr="0026003C" w:rsidRDefault="009466CF">
      <w:pPr>
        <w:rPr>
          <w:sz w:val="19"/>
        </w:rPr>
        <w:sectPr w:rsidR="009466CF" w:rsidRPr="0026003C" w:rsidSect="0003075C">
          <w:headerReference w:type="even" r:id="rId8"/>
          <w:headerReference w:type="default" r:id="rId9"/>
          <w:footerReference w:type="even" r:id="rId10"/>
          <w:footerReference w:type="default" r:id="rId11"/>
          <w:pgSz w:w="11907" w:h="16840" w:code="9"/>
          <w:pgMar w:top="1134" w:right="1134" w:bottom="1134" w:left="1134" w:header="567" w:footer="567" w:gutter="284"/>
          <w:cols w:space="708"/>
          <w:titlePg/>
          <w:docGrid w:linePitch="272"/>
        </w:sectPr>
      </w:pPr>
    </w:p>
    <w:p w14:paraId="11ECEDF2" w14:textId="77777777" w:rsidR="001E2BC5" w:rsidRPr="0026003C" w:rsidRDefault="001E2BC5">
      <w:pPr>
        <w:pStyle w:val="Nagwek1"/>
      </w:pPr>
      <w:bookmarkStart w:id="0" w:name="_Toc404150096"/>
      <w:bookmarkStart w:id="1" w:name="_Toc416830698"/>
      <w:bookmarkStart w:id="2" w:name="_Toc6881279"/>
      <w:bookmarkStart w:id="3" w:name="_Toc324793904"/>
      <w:r w:rsidRPr="0026003C">
        <w:lastRenderedPageBreak/>
        <w:t>1. WSTĘP</w:t>
      </w:r>
      <w:bookmarkEnd w:id="0"/>
      <w:bookmarkEnd w:id="1"/>
      <w:bookmarkEnd w:id="2"/>
      <w:bookmarkEnd w:id="3"/>
    </w:p>
    <w:p w14:paraId="49711D21" w14:textId="77777777" w:rsidR="001E2BC5" w:rsidRPr="0026003C" w:rsidRDefault="001E2BC5">
      <w:pPr>
        <w:pStyle w:val="Nagwek2"/>
      </w:pPr>
      <w:r w:rsidRPr="0026003C">
        <w:t>1.1. Przedmiot OST</w:t>
      </w:r>
      <w:r w:rsidR="00725D4A" w:rsidRPr="0026003C">
        <w:t>WiORB</w:t>
      </w:r>
    </w:p>
    <w:p w14:paraId="7B5E95A4" w14:textId="24B23A2F" w:rsidR="004F42FE" w:rsidRPr="00915C93" w:rsidRDefault="001E2BC5" w:rsidP="004F42FE">
      <w:pPr>
        <w:overflowPunct/>
        <w:textAlignment w:val="auto"/>
      </w:pPr>
      <w:r w:rsidRPr="0026003C">
        <w:t xml:space="preserve">Przedmiotem niniejszej </w:t>
      </w:r>
      <w:r w:rsidR="00725D4A" w:rsidRPr="0026003C">
        <w:t>O</w:t>
      </w:r>
      <w:r w:rsidRPr="0026003C">
        <w:t xml:space="preserve">gólnej </w:t>
      </w:r>
      <w:r w:rsidR="00725D4A" w:rsidRPr="0026003C">
        <w:t xml:space="preserve">Specyfikacji Technicznej Wykonania i Odbioru Robót Budowlanych (OSTWiORB) </w:t>
      </w:r>
      <w:r w:rsidRPr="0026003C">
        <w:t xml:space="preserve">są wymagania ogólne dotyczące wykonania i odbioru robót </w:t>
      </w:r>
      <w:r w:rsidR="00725D4A" w:rsidRPr="0026003C">
        <w:t>drogowych i mostowych</w:t>
      </w:r>
      <w:r w:rsidR="002F2566" w:rsidRPr="0026003C">
        <w:t xml:space="preserve"> związan</w:t>
      </w:r>
      <w:r w:rsidR="004359E8" w:rsidRPr="0026003C">
        <w:t>ych</w:t>
      </w:r>
      <w:r w:rsidR="002F2566" w:rsidRPr="0026003C">
        <w:t xml:space="preserve"> </w:t>
      </w:r>
      <w:r w:rsidR="002F2566" w:rsidRPr="0026003C">
        <w:br/>
      </w:r>
      <w:bookmarkStart w:id="4" w:name="_Hlk135617766"/>
      <w:r w:rsidR="002F2566" w:rsidRPr="004F42FE">
        <w:rPr>
          <w:b/>
          <w:bCs/>
        </w:rPr>
        <w:t>z</w:t>
      </w:r>
      <w:r w:rsidR="004359E8" w:rsidRPr="004F42FE">
        <w:rPr>
          <w:b/>
          <w:bCs/>
        </w:rPr>
        <w:t xml:space="preserve"> rozbudową</w:t>
      </w:r>
      <w:r w:rsidR="004F42FE" w:rsidRPr="004F42FE">
        <w:rPr>
          <w:b/>
          <w:bCs/>
        </w:rPr>
        <w:t xml:space="preserve">  </w:t>
      </w:r>
      <w:r w:rsidR="004F42FE" w:rsidRPr="004F42FE">
        <w:rPr>
          <w:b/>
          <w:bCs/>
        </w:rPr>
        <w:t>drogi wojewódzkiej nr 691 na odcinku od włączenia w drogę 738 do km 21+180 w miejscowości Bąkowiec.</w:t>
      </w:r>
    </w:p>
    <w:p w14:paraId="42AFCD25" w14:textId="77777777" w:rsidR="004F42FE" w:rsidRPr="0026003C" w:rsidRDefault="004F42FE" w:rsidP="004359E8">
      <w:pPr>
        <w:rPr>
          <w:i/>
        </w:rPr>
      </w:pPr>
    </w:p>
    <w:bookmarkEnd w:id="4"/>
    <w:p w14:paraId="621290CD" w14:textId="77777777" w:rsidR="001E2BC5" w:rsidRPr="0026003C" w:rsidRDefault="001E2BC5">
      <w:pPr>
        <w:pStyle w:val="Nagwek2"/>
      </w:pPr>
      <w:r w:rsidRPr="0026003C">
        <w:t>1.2. Zakres stosowania OST</w:t>
      </w:r>
      <w:r w:rsidR="00725D4A" w:rsidRPr="0026003C">
        <w:t>WiORB</w:t>
      </w:r>
    </w:p>
    <w:p w14:paraId="7D49F005" w14:textId="77777777" w:rsidR="00A21C24" w:rsidRPr="0026003C" w:rsidRDefault="00725D4A" w:rsidP="001D3713">
      <w:r w:rsidRPr="0026003C">
        <w:t>O</w:t>
      </w:r>
      <w:r w:rsidRPr="0026003C">
        <w:rPr>
          <w:szCs w:val="24"/>
        </w:rPr>
        <w:t xml:space="preserve">STWiORB </w:t>
      </w:r>
      <w:r w:rsidR="00FE3C02" w:rsidRPr="0026003C">
        <w:t xml:space="preserve">stanowi obowiązującą podstawę opracowania </w:t>
      </w:r>
      <w:r w:rsidR="00A27199" w:rsidRPr="0026003C">
        <w:t>STWiORB</w:t>
      </w:r>
      <w:r w:rsidR="00FE3C02" w:rsidRPr="0026003C">
        <w:t xml:space="preserve"> stosowanych jako dokument przetargowy i kontraktowy przy zlecaniu i realizacji robót </w:t>
      </w:r>
      <w:r w:rsidR="00A21C24" w:rsidRPr="0026003C">
        <w:t>wymienionych w pkt. 1.1.</w:t>
      </w:r>
    </w:p>
    <w:p w14:paraId="1889F112" w14:textId="77777777" w:rsidR="001E2BC5" w:rsidRPr="0026003C" w:rsidRDefault="001E2BC5">
      <w:pPr>
        <w:pStyle w:val="Nagwek2"/>
      </w:pPr>
      <w:r w:rsidRPr="0026003C">
        <w:t>1.3. Zakres robót objętych OST</w:t>
      </w:r>
      <w:r w:rsidR="00725D4A" w:rsidRPr="0026003C">
        <w:t>WiORB</w:t>
      </w:r>
    </w:p>
    <w:p w14:paraId="4699CFC5" w14:textId="08924FC6" w:rsidR="004359E8" w:rsidRPr="0026003C" w:rsidRDefault="001E2BC5" w:rsidP="004F42FE">
      <w:pPr>
        <w:rPr>
          <w:i/>
        </w:rPr>
      </w:pPr>
      <w:r w:rsidRPr="0026003C">
        <w:t>Ustalenia zawarte w niniejszej</w:t>
      </w:r>
      <w:r w:rsidR="00725D4A" w:rsidRPr="0026003C">
        <w:t xml:space="preserve"> OSTWiORB</w:t>
      </w:r>
      <w:r w:rsidRPr="0026003C">
        <w:t xml:space="preserve"> obejmują wymagania ogólne, wspólne dla robót objętych </w:t>
      </w:r>
      <w:r w:rsidR="00725D4A" w:rsidRPr="0026003C">
        <w:t>Ogólną</w:t>
      </w:r>
      <w:r w:rsidRPr="0026003C">
        <w:t xml:space="preserve"> </w:t>
      </w:r>
      <w:r w:rsidR="00725D4A" w:rsidRPr="0026003C">
        <w:t>Specyfikacją</w:t>
      </w:r>
      <w:r w:rsidRPr="0026003C">
        <w:t xml:space="preserve"> </w:t>
      </w:r>
      <w:r w:rsidR="00725D4A" w:rsidRPr="0026003C">
        <w:t>Techniczną</w:t>
      </w:r>
      <w:r w:rsidR="00F8211E" w:rsidRPr="0026003C">
        <w:t xml:space="preserve"> </w:t>
      </w:r>
      <w:r w:rsidR="00725D4A" w:rsidRPr="0026003C">
        <w:t>Wykonania i Odbioru Robót Budowlanych, związane</w:t>
      </w:r>
      <w:r w:rsidR="00F8211E" w:rsidRPr="0026003C">
        <w:t xml:space="preserve"> </w:t>
      </w:r>
      <w:r w:rsidR="004F42FE" w:rsidRPr="004F42FE">
        <w:rPr>
          <w:b/>
          <w:bCs/>
        </w:rPr>
        <w:t>z rozbudową  drogi wojewódzkiej nr 691 na odcinku od włączenia w drogę 738 do km 21+180 w miejscowości Bąkowiec.</w:t>
      </w:r>
    </w:p>
    <w:p w14:paraId="24ED5C24" w14:textId="77777777" w:rsidR="001E2BC5" w:rsidRPr="0026003C" w:rsidRDefault="001E2BC5" w:rsidP="00A21C24">
      <w:pPr>
        <w:pStyle w:val="Nagwek2"/>
      </w:pPr>
      <w:r w:rsidRPr="0026003C">
        <w:t>1.4. Określenia podstawowe</w:t>
      </w:r>
    </w:p>
    <w:p w14:paraId="40F4A06D" w14:textId="03C6CFE5" w:rsidR="001E2BC5" w:rsidRPr="0026003C" w:rsidRDefault="001E2BC5">
      <w:pPr>
        <w:pStyle w:val="tekstost"/>
        <w:spacing w:after="60"/>
      </w:pPr>
      <w:r w:rsidRPr="0026003C">
        <w:t>Użyte w OST</w:t>
      </w:r>
      <w:r w:rsidR="00725D4A" w:rsidRPr="0026003C">
        <w:t>WiORB</w:t>
      </w:r>
      <w:r w:rsidRPr="0026003C">
        <w:t xml:space="preserve"> wymienione poniżej określenia należy rozumieć w każdym przypadku następująco:</w:t>
      </w:r>
    </w:p>
    <w:p w14:paraId="53C29DE5" w14:textId="3AB634E7" w:rsidR="003157CF" w:rsidRPr="0026003C" w:rsidRDefault="003157CF" w:rsidP="003157CF">
      <w:pPr>
        <w:pStyle w:val="tekstost"/>
        <w:tabs>
          <w:tab w:val="left" w:pos="567"/>
        </w:tabs>
        <w:spacing w:before="60" w:after="60"/>
      </w:pPr>
      <w:r w:rsidRPr="0026003C">
        <w:rPr>
          <w:b/>
        </w:rPr>
        <w:t>1.4.</w:t>
      </w:r>
      <w:r w:rsidR="0039604C" w:rsidRPr="0026003C">
        <w:rPr>
          <w:b/>
        </w:rPr>
        <w:t>1</w:t>
      </w:r>
      <w:r w:rsidRPr="0026003C">
        <w:rPr>
          <w:b/>
        </w:rPr>
        <w:t>.</w:t>
      </w:r>
      <w:r w:rsidRPr="0026003C">
        <w:t xml:space="preserve"> Chodnik - wyznaczony pas terenu przy jezdni lub odsunięty od jezdni, przeznaczony do ruchu pieszych.</w:t>
      </w:r>
    </w:p>
    <w:p w14:paraId="6CE30CD0" w14:textId="6FF2C0F6" w:rsidR="007528C9" w:rsidRPr="0026003C" w:rsidRDefault="003157CF" w:rsidP="003157CF">
      <w:pPr>
        <w:pStyle w:val="tekstost"/>
        <w:tabs>
          <w:tab w:val="left" w:pos="567"/>
        </w:tabs>
        <w:spacing w:before="60" w:after="60"/>
      </w:pPr>
      <w:r w:rsidRPr="0026003C">
        <w:rPr>
          <w:b/>
        </w:rPr>
        <w:t>1.4.</w:t>
      </w:r>
      <w:r w:rsidR="0039604C" w:rsidRPr="0026003C">
        <w:rPr>
          <w:b/>
        </w:rPr>
        <w:t>2</w:t>
      </w:r>
      <w:r w:rsidRPr="0026003C">
        <w:rPr>
          <w:b/>
        </w:rPr>
        <w:t>.</w:t>
      </w:r>
      <w:r w:rsidRPr="0026003C">
        <w:t xml:space="preserve">  Długość </w:t>
      </w:r>
      <w:r w:rsidR="007528C9" w:rsidRPr="0026003C">
        <w:t>po osi obiektu - odległość mierzoną w rzucie poziomym po osi przepustu między zewnętrznymi krawędziami ścianek czołowych</w:t>
      </w:r>
    </w:p>
    <w:p w14:paraId="3AAE2686" w14:textId="7C3395F2" w:rsidR="003157CF" w:rsidRPr="0026003C" w:rsidRDefault="003157CF" w:rsidP="003157CF">
      <w:pPr>
        <w:pStyle w:val="tekstost"/>
        <w:tabs>
          <w:tab w:val="left" w:pos="567"/>
        </w:tabs>
        <w:spacing w:before="60" w:after="60"/>
      </w:pPr>
      <w:r w:rsidRPr="0026003C">
        <w:rPr>
          <w:b/>
        </w:rPr>
        <w:t>1.4.</w:t>
      </w:r>
      <w:r w:rsidR="0039604C" w:rsidRPr="0026003C">
        <w:rPr>
          <w:b/>
        </w:rPr>
        <w:t>3</w:t>
      </w:r>
      <w:r w:rsidRPr="0026003C">
        <w:t>.</w:t>
      </w:r>
      <w:r w:rsidRPr="0026003C">
        <w:tab/>
        <w:t xml:space="preserve">Droga - wydzielony pas terenu przeznaczony do ruchu lub postoju pojazdów oraz ruchu pieszych wraz </w:t>
      </w:r>
      <w:r w:rsidR="00600E6F" w:rsidRPr="0026003C">
        <w:br/>
      </w:r>
      <w:r w:rsidRPr="0026003C">
        <w:t>z wszelkimi urządzeniami technicznymi związanymi z prowadzeniem i zabezpieczeniem ruchu.</w:t>
      </w:r>
    </w:p>
    <w:p w14:paraId="4608BE64" w14:textId="0E7C39A6" w:rsidR="003157CF" w:rsidRPr="0026003C" w:rsidRDefault="003157CF" w:rsidP="003157CF">
      <w:pPr>
        <w:pStyle w:val="tekstost"/>
        <w:tabs>
          <w:tab w:val="left" w:pos="567"/>
        </w:tabs>
        <w:spacing w:before="60" w:after="60"/>
      </w:pPr>
      <w:r w:rsidRPr="0026003C">
        <w:rPr>
          <w:b/>
        </w:rPr>
        <w:t>1.4.</w:t>
      </w:r>
      <w:r w:rsidR="0039604C" w:rsidRPr="0026003C">
        <w:rPr>
          <w:b/>
        </w:rPr>
        <w:t>4</w:t>
      </w:r>
      <w:r w:rsidRPr="0026003C">
        <w:t>.</w:t>
      </w:r>
      <w:r w:rsidRPr="0026003C">
        <w:tab/>
        <w:t>Droga tymczasowa (montażowa) - droga specjalnie przygotowana, przeznaczona do ruchu pojazdów obsługujących zadanie budowlane na czas jego wykonania, przewidziana do usunięcia po jego zakończeniu.</w:t>
      </w:r>
    </w:p>
    <w:p w14:paraId="587CE8C1" w14:textId="298B8375" w:rsidR="003157CF" w:rsidRPr="0026003C" w:rsidRDefault="003157CF" w:rsidP="003157CF">
      <w:pPr>
        <w:pStyle w:val="tekstost"/>
        <w:tabs>
          <w:tab w:val="left" w:pos="567"/>
        </w:tabs>
        <w:spacing w:before="60" w:after="60"/>
      </w:pPr>
      <w:r w:rsidRPr="0026003C">
        <w:rPr>
          <w:b/>
        </w:rPr>
        <w:t>1.4.</w:t>
      </w:r>
      <w:r w:rsidR="0039604C" w:rsidRPr="0026003C">
        <w:rPr>
          <w:b/>
        </w:rPr>
        <w:t>5</w:t>
      </w:r>
      <w:r w:rsidRPr="0026003C">
        <w:rPr>
          <w:b/>
        </w:rPr>
        <w:t>.</w:t>
      </w:r>
      <w:r w:rsidRPr="0026003C">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132005" w:rsidRPr="0026003C">
        <w:t xml:space="preserve">Inspektor Nadzoru Inwestorskiego/ </w:t>
      </w:r>
      <w:r w:rsidRPr="0026003C">
        <w:t>Inspektorem Nadzoru, Wykonawcą i Projektantem.</w:t>
      </w:r>
    </w:p>
    <w:p w14:paraId="64DFD408" w14:textId="6094F169" w:rsidR="00303545" w:rsidRPr="0026003C" w:rsidRDefault="003157CF" w:rsidP="00303545">
      <w:pPr>
        <w:pStyle w:val="tekstost"/>
        <w:tabs>
          <w:tab w:val="left" w:pos="624"/>
        </w:tabs>
        <w:spacing w:before="60" w:after="60"/>
      </w:pPr>
      <w:r w:rsidRPr="0026003C">
        <w:rPr>
          <w:b/>
        </w:rPr>
        <w:t>1.4.</w:t>
      </w:r>
      <w:r w:rsidR="0039604C" w:rsidRPr="0026003C">
        <w:rPr>
          <w:b/>
        </w:rPr>
        <w:t>6</w:t>
      </w:r>
      <w:r w:rsidRPr="0026003C">
        <w:rPr>
          <w:b/>
        </w:rPr>
        <w:t>.</w:t>
      </w:r>
      <w:r w:rsidRPr="0026003C">
        <w:tab/>
        <w:t>Inspektor Nadzoru</w:t>
      </w:r>
      <w:r w:rsidR="00303545" w:rsidRPr="0026003C">
        <w:t xml:space="preserve"> Inwestorskiego/ Inspektor Nadzoru</w:t>
      </w:r>
      <w:r w:rsidRPr="0026003C">
        <w:t xml:space="preserve"> – </w:t>
      </w:r>
      <w:r w:rsidR="00303545" w:rsidRPr="0026003C">
        <w:t>uprawniona osoba wyznaczona przez Zamawiającego, którego uprawnienia i obowiązki w stosunkach z Wykonawcą w procesie realizacji robót określono w dokumentach przetargowych.</w:t>
      </w:r>
    </w:p>
    <w:p w14:paraId="4224C281" w14:textId="0DE28BF9" w:rsidR="003157CF" w:rsidRPr="0026003C" w:rsidRDefault="003157CF" w:rsidP="003157CF">
      <w:pPr>
        <w:pStyle w:val="tekstost"/>
        <w:tabs>
          <w:tab w:val="left" w:pos="624"/>
        </w:tabs>
        <w:spacing w:before="60" w:after="60"/>
      </w:pPr>
      <w:r w:rsidRPr="0026003C">
        <w:rPr>
          <w:b/>
        </w:rPr>
        <w:t>1.4.</w:t>
      </w:r>
      <w:r w:rsidR="0039604C" w:rsidRPr="0026003C">
        <w:rPr>
          <w:b/>
        </w:rPr>
        <w:t>7</w:t>
      </w:r>
      <w:r w:rsidRPr="0026003C">
        <w:rPr>
          <w:b/>
        </w:rPr>
        <w:t>.</w:t>
      </w:r>
      <w:r w:rsidRPr="0026003C">
        <w:tab/>
        <w:t>Jezdnia - część korony drogi przeznaczona do ruchu pojazdów.</w:t>
      </w:r>
    </w:p>
    <w:p w14:paraId="1746B0CC" w14:textId="2BC3F893" w:rsidR="003157CF" w:rsidRPr="0026003C" w:rsidRDefault="003157CF" w:rsidP="003157CF">
      <w:pPr>
        <w:pStyle w:val="tekstost"/>
        <w:tabs>
          <w:tab w:val="left" w:pos="624"/>
        </w:tabs>
        <w:spacing w:before="60" w:after="60"/>
      </w:pPr>
      <w:r w:rsidRPr="0026003C">
        <w:rPr>
          <w:b/>
        </w:rPr>
        <w:t>1.4.</w:t>
      </w:r>
      <w:r w:rsidR="0039604C" w:rsidRPr="0026003C">
        <w:rPr>
          <w:b/>
        </w:rPr>
        <w:t>8</w:t>
      </w:r>
      <w:r w:rsidRPr="0026003C">
        <w:rPr>
          <w:b/>
        </w:rPr>
        <w:t>.</w:t>
      </w:r>
      <w:r w:rsidRPr="0026003C">
        <w:rPr>
          <w:b/>
        </w:rPr>
        <w:tab/>
      </w:r>
      <w:r w:rsidRPr="0026003C">
        <w:t>Kierownik budowy - osoba wyznaczona przez Wykonawcę, upoważniona do kierowania robotami i do występowania w jego imieniu w sprawach realizacji kontraktu.</w:t>
      </w:r>
    </w:p>
    <w:p w14:paraId="0DF94519" w14:textId="66D7BEBD" w:rsidR="003157CF" w:rsidRPr="0026003C" w:rsidRDefault="003157CF" w:rsidP="003157CF">
      <w:pPr>
        <w:pStyle w:val="tekstost"/>
        <w:tabs>
          <w:tab w:val="left" w:pos="624"/>
        </w:tabs>
        <w:spacing w:before="60" w:after="60"/>
      </w:pPr>
      <w:r w:rsidRPr="0026003C">
        <w:rPr>
          <w:b/>
        </w:rPr>
        <w:t>1.4.</w:t>
      </w:r>
      <w:r w:rsidR="0039604C" w:rsidRPr="0026003C">
        <w:rPr>
          <w:b/>
        </w:rPr>
        <w:t>9</w:t>
      </w:r>
      <w:r w:rsidRPr="0026003C">
        <w:rPr>
          <w:b/>
        </w:rPr>
        <w:t>.</w:t>
      </w:r>
      <w:r w:rsidRPr="0026003C">
        <w:rPr>
          <w:b/>
        </w:rPr>
        <w:tab/>
      </w:r>
      <w:r w:rsidRPr="0026003C">
        <w:t>Korona drogi - jezdnia z poboczami lub chodnikami, zatokami, pasami awaryjnego postoju i pasami dzielącymi jezdnie.</w:t>
      </w:r>
    </w:p>
    <w:p w14:paraId="2EDC9265" w14:textId="6129E8EF" w:rsidR="003157CF" w:rsidRPr="0026003C" w:rsidRDefault="003157CF" w:rsidP="003157CF">
      <w:pPr>
        <w:pStyle w:val="tekstost"/>
        <w:tabs>
          <w:tab w:val="left" w:pos="624"/>
        </w:tabs>
        <w:spacing w:before="60" w:after="60"/>
      </w:pPr>
      <w:r w:rsidRPr="0026003C">
        <w:rPr>
          <w:b/>
        </w:rPr>
        <w:t>1.4.1</w:t>
      </w:r>
      <w:r w:rsidR="0039604C" w:rsidRPr="0026003C">
        <w:rPr>
          <w:b/>
        </w:rPr>
        <w:t>0</w:t>
      </w:r>
      <w:r w:rsidRPr="0026003C">
        <w:rPr>
          <w:b/>
        </w:rPr>
        <w:t>.</w:t>
      </w:r>
      <w:r w:rsidRPr="0026003C">
        <w:tab/>
        <w:t>Konstrukcja nawierzchni - układ warstw nawierzchni wraz ze sposobem ich połączenia.</w:t>
      </w:r>
    </w:p>
    <w:p w14:paraId="2B3F5181" w14:textId="09729C16" w:rsidR="003157CF" w:rsidRPr="0026003C" w:rsidRDefault="003157CF" w:rsidP="003157CF">
      <w:pPr>
        <w:pStyle w:val="tekstost"/>
        <w:tabs>
          <w:tab w:val="left" w:pos="624"/>
        </w:tabs>
        <w:spacing w:before="60" w:after="60"/>
      </w:pPr>
      <w:r w:rsidRPr="0026003C">
        <w:rPr>
          <w:b/>
        </w:rPr>
        <w:t>1.4.1</w:t>
      </w:r>
      <w:r w:rsidR="0039604C" w:rsidRPr="0026003C">
        <w:rPr>
          <w:b/>
        </w:rPr>
        <w:t>1</w:t>
      </w:r>
      <w:r w:rsidRPr="0026003C">
        <w:rPr>
          <w:b/>
        </w:rPr>
        <w:t>.</w:t>
      </w:r>
      <w:r w:rsidRPr="0026003C">
        <w:tab/>
        <w:t>Korpus drogowy - nasyp lub ta część wykopu, która jest ograniczona koroną drogi i skarpami rowów.</w:t>
      </w:r>
    </w:p>
    <w:p w14:paraId="37268D8B" w14:textId="3B8F30AA" w:rsidR="003157CF" w:rsidRPr="0026003C" w:rsidRDefault="003157CF" w:rsidP="003157CF">
      <w:pPr>
        <w:pStyle w:val="tekstost"/>
        <w:tabs>
          <w:tab w:val="left" w:pos="624"/>
        </w:tabs>
        <w:spacing w:before="60" w:after="60"/>
        <w:rPr>
          <w:b/>
        </w:rPr>
      </w:pPr>
      <w:r w:rsidRPr="0026003C">
        <w:rPr>
          <w:b/>
        </w:rPr>
        <w:t>1.4.1</w:t>
      </w:r>
      <w:r w:rsidR="0039604C" w:rsidRPr="0026003C">
        <w:rPr>
          <w:b/>
        </w:rPr>
        <w:t>2</w:t>
      </w:r>
      <w:r w:rsidRPr="0026003C">
        <w:rPr>
          <w:b/>
        </w:rPr>
        <w:t>.</w:t>
      </w:r>
      <w:r w:rsidRPr="0026003C">
        <w:tab/>
        <w:t>Koryto - element uformowany w korpusie drogowym w celu ułożenia w nim konstrukcji nawierzchni.</w:t>
      </w:r>
    </w:p>
    <w:p w14:paraId="696883DD" w14:textId="702DAE0C" w:rsidR="00725AE2" w:rsidRPr="0026003C" w:rsidRDefault="00725AE2" w:rsidP="00725AE2">
      <w:pPr>
        <w:pStyle w:val="tekstost"/>
        <w:tabs>
          <w:tab w:val="left" w:pos="624"/>
        </w:tabs>
        <w:spacing w:before="60" w:after="60"/>
      </w:pPr>
      <w:r w:rsidRPr="0026003C">
        <w:rPr>
          <w:b/>
        </w:rPr>
        <w:t>1.4.1</w:t>
      </w:r>
      <w:r w:rsidR="0039604C" w:rsidRPr="0026003C">
        <w:rPr>
          <w:b/>
        </w:rPr>
        <w:t>3</w:t>
      </w:r>
      <w:r w:rsidRPr="0026003C">
        <w:rPr>
          <w:b/>
        </w:rPr>
        <w:t>.</w:t>
      </w:r>
      <w:r w:rsidRPr="0026003C">
        <w:tab/>
        <w:t>Laboratorium - drogowe lub inne laboratorium badawcze, zaakceptowane przez Zamawiającego, niezbędne do przeprowadzenia wszelkich badań i prób związanych z oceną jakości materiałów oraz robót.</w:t>
      </w:r>
    </w:p>
    <w:p w14:paraId="6997AFCA" w14:textId="53945929" w:rsidR="00725AE2" w:rsidRPr="0026003C" w:rsidRDefault="00725AE2" w:rsidP="00725AE2">
      <w:pPr>
        <w:pStyle w:val="tekstost"/>
        <w:tabs>
          <w:tab w:val="left" w:pos="624"/>
        </w:tabs>
        <w:spacing w:before="60" w:after="60"/>
      </w:pPr>
      <w:r w:rsidRPr="0026003C">
        <w:rPr>
          <w:b/>
        </w:rPr>
        <w:t>1.4.</w:t>
      </w:r>
      <w:r w:rsidR="0039604C" w:rsidRPr="0026003C">
        <w:rPr>
          <w:b/>
        </w:rPr>
        <w:t>14</w:t>
      </w:r>
      <w:r w:rsidRPr="0026003C">
        <w:rPr>
          <w:b/>
        </w:rPr>
        <w:t>.</w:t>
      </w:r>
      <w:r w:rsidRPr="0026003C">
        <w:tab/>
        <w:t xml:space="preserve">Materiały - wszelkie tworzywa niezbędne do wykonania robót, zgodne z dokumentacją projektową </w:t>
      </w:r>
      <w:r w:rsidRPr="0026003C">
        <w:br/>
        <w:t>i specyfikacjami technicznymi, zaakceptowane przez Zamawiającego lub przez osobę przez niego wyznaczoną jak Inspektor Nadzoru</w:t>
      </w:r>
    </w:p>
    <w:p w14:paraId="5B4AE554" w14:textId="3051B0C8" w:rsidR="00725AE2" w:rsidRPr="0026003C" w:rsidRDefault="00725AE2" w:rsidP="00725AE2">
      <w:pPr>
        <w:pStyle w:val="tekstost"/>
        <w:tabs>
          <w:tab w:val="left" w:pos="624"/>
        </w:tabs>
        <w:spacing w:before="60"/>
      </w:pPr>
      <w:r w:rsidRPr="0026003C">
        <w:rPr>
          <w:b/>
        </w:rPr>
        <w:t>1.4.</w:t>
      </w:r>
      <w:r w:rsidR="0039604C" w:rsidRPr="0026003C">
        <w:rPr>
          <w:b/>
        </w:rPr>
        <w:t>15</w:t>
      </w:r>
      <w:r w:rsidRPr="0026003C">
        <w:rPr>
          <w:b/>
        </w:rPr>
        <w:t>.</w:t>
      </w:r>
      <w:r w:rsidRPr="0026003C">
        <w:t xml:space="preserve"> Nawierzchnia drogowa- warstwa lub zespół warstw służących do przejmowania i rozkładania obciążeń od ruchu na podłoże gruntowe i zapewniających dogodne warunki dla ruchu.</w:t>
      </w:r>
    </w:p>
    <w:p w14:paraId="634C9FB4" w14:textId="77777777" w:rsidR="00725AE2" w:rsidRPr="0026003C" w:rsidRDefault="00725AE2" w:rsidP="00725AE2">
      <w:pPr>
        <w:numPr>
          <w:ilvl w:val="0"/>
          <w:numId w:val="1"/>
        </w:numPr>
      </w:pPr>
      <w:r w:rsidRPr="0026003C">
        <w:t>Warstwa ścieralna - górna warstwa nawierzchni poddana bezpośrednio oddziaływaniu ruchu i czynników atmosferycznych.</w:t>
      </w:r>
    </w:p>
    <w:p w14:paraId="0D97B494" w14:textId="77777777" w:rsidR="00725AE2" w:rsidRPr="0026003C" w:rsidRDefault="00725AE2" w:rsidP="00725AE2">
      <w:pPr>
        <w:numPr>
          <w:ilvl w:val="0"/>
          <w:numId w:val="1"/>
        </w:numPr>
      </w:pPr>
      <w:r w:rsidRPr="0026003C">
        <w:lastRenderedPageBreak/>
        <w:t>Warstwa wiążąca - warstwa znajdująca się między warstwą ścieralną a podbudową, zapewniająca lepsze rozłożenie naprężeń w nawierzchni i przekazywanie ich na podbudowę.</w:t>
      </w:r>
    </w:p>
    <w:p w14:paraId="0FF752BB" w14:textId="77777777" w:rsidR="00725AE2" w:rsidRPr="0026003C" w:rsidRDefault="00725AE2" w:rsidP="00725AE2">
      <w:pPr>
        <w:numPr>
          <w:ilvl w:val="0"/>
          <w:numId w:val="1"/>
        </w:numPr>
      </w:pPr>
      <w:r w:rsidRPr="0026003C">
        <w:t>Warstwa wyrównawcza - warstwa służąca do wyrównania nierówności podbudowy lub profilu istniejącej nawierzchni.</w:t>
      </w:r>
    </w:p>
    <w:p w14:paraId="1E2D95EB" w14:textId="77777777" w:rsidR="00725AE2" w:rsidRPr="0026003C" w:rsidRDefault="00725AE2" w:rsidP="00725AE2">
      <w:pPr>
        <w:numPr>
          <w:ilvl w:val="0"/>
          <w:numId w:val="1"/>
        </w:numPr>
      </w:pPr>
      <w:r w:rsidRPr="0026003C">
        <w:t>Podbudowa - dolna część nawierzchni służąca do przenoszenia obciążeń od ruchu na podłoże. Podbudowa może składać się z podbudowy zasadniczej i podbudowy pomocniczej.</w:t>
      </w:r>
    </w:p>
    <w:p w14:paraId="55DD24DF" w14:textId="77777777" w:rsidR="00725AE2" w:rsidRPr="0026003C" w:rsidRDefault="00725AE2" w:rsidP="00725AE2">
      <w:pPr>
        <w:numPr>
          <w:ilvl w:val="0"/>
          <w:numId w:val="1"/>
        </w:numPr>
      </w:pPr>
      <w:r w:rsidRPr="0026003C">
        <w:t>Podbudowa zasadnicza - górna część podbudowy spełniająca funkcje nośne w konstrukcji nawierzchni. Może ona składać się z jednej lub dwóch warstw.</w:t>
      </w:r>
    </w:p>
    <w:p w14:paraId="1FDC6A50" w14:textId="77777777" w:rsidR="00725AE2" w:rsidRPr="0026003C" w:rsidRDefault="00725AE2" w:rsidP="00725AE2">
      <w:pPr>
        <w:numPr>
          <w:ilvl w:val="0"/>
          <w:numId w:val="1"/>
        </w:numPr>
      </w:pPr>
      <w:r w:rsidRPr="0026003C">
        <w:t xml:space="preserve">Podbudowa pomocnicza - dolna część podbudowy spełniająca, obok funkcji nośnych, funkcje zabezpieczenia nawierzchni przed działaniem wody, mrozu i przenikaniem cząstek podłoża. Może zawierać warstwę </w:t>
      </w:r>
      <w:proofErr w:type="spellStart"/>
      <w:r w:rsidRPr="0026003C">
        <w:t>mrozoochronną</w:t>
      </w:r>
      <w:proofErr w:type="spellEnd"/>
      <w:r w:rsidRPr="0026003C">
        <w:t>, odsączającą lub odcinającą.</w:t>
      </w:r>
    </w:p>
    <w:p w14:paraId="65E736BB" w14:textId="77777777" w:rsidR="00725AE2" w:rsidRPr="0026003C" w:rsidRDefault="00725AE2" w:rsidP="00725AE2">
      <w:pPr>
        <w:numPr>
          <w:ilvl w:val="0"/>
          <w:numId w:val="1"/>
        </w:numPr>
      </w:pPr>
      <w:r w:rsidRPr="0026003C">
        <w:t xml:space="preserve">Warstwa </w:t>
      </w:r>
      <w:proofErr w:type="spellStart"/>
      <w:r w:rsidRPr="0026003C">
        <w:t>mrozoochronna</w:t>
      </w:r>
      <w:proofErr w:type="spellEnd"/>
      <w:r w:rsidRPr="0026003C">
        <w:t xml:space="preserve"> - warstwa, której głównym zadaniem jest ochrona nawierzchni przed skutkami działania mrozu.</w:t>
      </w:r>
    </w:p>
    <w:p w14:paraId="722BA28F" w14:textId="77777777" w:rsidR="00725AE2" w:rsidRPr="0026003C" w:rsidRDefault="00725AE2" w:rsidP="00725AE2">
      <w:pPr>
        <w:numPr>
          <w:ilvl w:val="0"/>
          <w:numId w:val="1"/>
        </w:numPr>
      </w:pPr>
      <w:r w:rsidRPr="0026003C">
        <w:t>Warstwa odcinająca - warstwa stosowana w celu uniemożliwienia przenikania cząstek drobnych gruntu do warstwy nawierzchni leżącej powyżej.</w:t>
      </w:r>
    </w:p>
    <w:p w14:paraId="0F08471B" w14:textId="77777777" w:rsidR="00725AE2" w:rsidRPr="0026003C" w:rsidRDefault="00725AE2" w:rsidP="00725AE2">
      <w:pPr>
        <w:numPr>
          <w:ilvl w:val="0"/>
          <w:numId w:val="1"/>
        </w:numPr>
        <w:spacing w:after="60"/>
        <w:ind w:left="288" w:hanging="288"/>
      </w:pPr>
      <w:r w:rsidRPr="0026003C">
        <w:t>Warstwa odsączająca - warstwa służąca do odprowadzenia wody przedostającej się do nawierzchni.</w:t>
      </w:r>
    </w:p>
    <w:p w14:paraId="4B9C93BA" w14:textId="2DB11ABC" w:rsidR="00725AE2" w:rsidRPr="0026003C" w:rsidRDefault="00725AE2" w:rsidP="00725AE2">
      <w:pPr>
        <w:pStyle w:val="tekstost"/>
        <w:tabs>
          <w:tab w:val="left" w:pos="624"/>
        </w:tabs>
        <w:spacing w:before="60" w:after="60"/>
      </w:pPr>
      <w:r w:rsidRPr="0026003C">
        <w:rPr>
          <w:b/>
        </w:rPr>
        <w:t>1.4.</w:t>
      </w:r>
      <w:r w:rsidR="0039604C" w:rsidRPr="0026003C">
        <w:rPr>
          <w:b/>
        </w:rPr>
        <w:t>17</w:t>
      </w:r>
      <w:r w:rsidRPr="0026003C">
        <w:rPr>
          <w:b/>
        </w:rPr>
        <w:t>.</w:t>
      </w:r>
      <w:r w:rsidRPr="0026003C">
        <w:tab/>
        <w:t>Niweleta - wysokościowe i geometryczne rozwinięcie na płaszczyźnie pionowego przekroju w osi drogi lub obiektu mostowego.</w:t>
      </w:r>
    </w:p>
    <w:p w14:paraId="1A6CBEB4" w14:textId="3F77EA9B" w:rsidR="00DF7972" w:rsidRPr="0026003C" w:rsidRDefault="00DF7972" w:rsidP="00DF7972">
      <w:pPr>
        <w:pStyle w:val="tekstost"/>
        <w:tabs>
          <w:tab w:val="left" w:pos="624"/>
        </w:tabs>
        <w:spacing w:before="60" w:after="60"/>
      </w:pPr>
      <w:r w:rsidRPr="0026003C">
        <w:rPr>
          <w:b/>
        </w:rPr>
        <w:t>1.4.</w:t>
      </w:r>
      <w:r w:rsidR="0039604C" w:rsidRPr="0026003C">
        <w:rPr>
          <w:b/>
        </w:rPr>
        <w:t>18</w:t>
      </w:r>
      <w:r w:rsidRPr="0026003C">
        <w:tab/>
        <w:t>Obiekt inżynierski - obiekt mostowy, tunel, przepust, konstrukcja oporowa.</w:t>
      </w:r>
    </w:p>
    <w:p w14:paraId="50DC13E5" w14:textId="32EABCC0" w:rsidR="00725AE2" w:rsidRPr="0026003C" w:rsidRDefault="00725AE2" w:rsidP="00725AE2">
      <w:pPr>
        <w:pStyle w:val="tekstost"/>
        <w:tabs>
          <w:tab w:val="left" w:pos="624"/>
        </w:tabs>
        <w:spacing w:before="60" w:after="60"/>
      </w:pPr>
      <w:r w:rsidRPr="0026003C">
        <w:rPr>
          <w:b/>
        </w:rPr>
        <w:t>1.4.</w:t>
      </w:r>
      <w:r w:rsidR="0039604C" w:rsidRPr="0026003C">
        <w:rPr>
          <w:b/>
        </w:rPr>
        <w:t>19</w:t>
      </w:r>
      <w:r w:rsidRPr="0026003C">
        <w:rPr>
          <w:b/>
        </w:rPr>
        <w:t>.</w:t>
      </w:r>
      <w:r w:rsidRPr="0026003C">
        <w:tab/>
        <w:t>Obiekt mostowy - most, wiadukt, estakada, kładka dla pieszych</w:t>
      </w:r>
      <w:r w:rsidR="00005EC3" w:rsidRPr="0026003C">
        <w:t>.</w:t>
      </w:r>
    </w:p>
    <w:p w14:paraId="25F4236A" w14:textId="324EED85" w:rsidR="00725AE2" w:rsidRPr="0026003C" w:rsidRDefault="00725AE2" w:rsidP="00725AE2">
      <w:pPr>
        <w:pStyle w:val="tekstost"/>
        <w:tabs>
          <w:tab w:val="left" w:pos="624"/>
        </w:tabs>
        <w:spacing w:before="60" w:after="60"/>
      </w:pPr>
      <w:r w:rsidRPr="0026003C">
        <w:rPr>
          <w:b/>
        </w:rPr>
        <w:t>1.4.2</w:t>
      </w:r>
      <w:r w:rsidR="0039604C" w:rsidRPr="0026003C">
        <w:rPr>
          <w:b/>
        </w:rPr>
        <w:t>0</w:t>
      </w:r>
      <w:r w:rsidRPr="0026003C">
        <w:rPr>
          <w:b/>
        </w:rPr>
        <w:t>.</w:t>
      </w:r>
      <w:r w:rsidRPr="0026003C">
        <w:tab/>
        <w:t>Objazd tymczasowy - droga specjalnie przygotowana i odpowiednio utrzymana do przeprowadzenia ruchu publicznego na okres budowy.</w:t>
      </w:r>
    </w:p>
    <w:p w14:paraId="21FF7094" w14:textId="69A863B4" w:rsidR="00725AE2" w:rsidRPr="0026003C" w:rsidRDefault="00725AE2" w:rsidP="00725AE2">
      <w:pPr>
        <w:pStyle w:val="tekstost"/>
        <w:tabs>
          <w:tab w:val="left" w:pos="624"/>
        </w:tabs>
        <w:spacing w:before="60" w:after="60"/>
      </w:pPr>
      <w:r w:rsidRPr="0026003C">
        <w:rPr>
          <w:b/>
        </w:rPr>
        <w:t>1.4.2</w:t>
      </w:r>
      <w:r w:rsidR="0039604C" w:rsidRPr="0026003C">
        <w:rPr>
          <w:b/>
        </w:rPr>
        <w:t>1</w:t>
      </w:r>
      <w:r w:rsidRPr="0026003C">
        <w:rPr>
          <w:b/>
        </w:rPr>
        <w:t>.</w:t>
      </w:r>
      <w:r w:rsidRPr="0026003C">
        <w:tab/>
        <w:t>Odpowiednia (bliska) zgodność - zgodność wykonywanych robót z dopuszczonymi tolerancjami, a jeśli przedział tolerancji nie został określony - z przeciętnymi tolerancjami, przyjmowanymi zwyczajowo dla danego rodzaju robót budowlanych.</w:t>
      </w:r>
    </w:p>
    <w:p w14:paraId="5F8E93CA" w14:textId="09145E1B" w:rsidR="00725AE2" w:rsidRPr="0026003C" w:rsidRDefault="00725AE2" w:rsidP="00725AE2">
      <w:pPr>
        <w:pStyle w:val="tekstost"/>
        <w:tabs>
          <w:tab w:val="left" w:pos="624"/>
        </w:tabs>
        <w:spacing w:before="60" w:after="60"/>
      </w:pPr>
      <w:r w:rsidRPr="0026003C">
        <w:rPr>
          <w:b/>
        </w:rPr>
        <w:t>1.4.2</w:t>
      </w:r>
      <w:r w:rsidR="0039604C" w:rsidRPr="0026003C">
        <w:rPr>
          <w:b/>
        </w:rPr>
        <w:t>2</w:t>
      </w:r>
      <w:r w:rsidRPr="0026003C">
        <w:rPr>
          <w:b/>
        </w:rPr>
        <w:t>.</w:t>
      </w:r>
      <w:r w:rsidRPr="0026003C">
        <w:tab/>
        <w:t xml:space="preserve">Pas drogowy - wydzielony liniami granicznymi pas terenu przeznaczony do umieszczania w nim drogi </w:t>
      </w:r>
      <w:r w:rsidRPr="0026003C">
        <w:br/>
        <w:t>i związanych z nią urządzeń oraz drzew i krzewów. Pas drogowy może również obejmować teren przewidziany do rozbudowy drogi i budowy urządzeń chroniących ludzi i środowisko przed uciążliwościami powodowanymi przez ruch na drodze.</w:t>
      </w:r>
    </w:p>
    <w:p w14:paraId="7BC884CB" w14:textId="36AC0D0F" w:rsidR="00725AE2" w:rsidRPr="0026003C" w:rsidRDefault="00725AE2" w:rsidP="00725AE2">
      <w:pPr>
        <w:pStyle w:val="tekstost"/>
        <w:tabs>
          <w:tab w:val="left" w:pos="624"/>
        </w:tabs>
        <w:spacing w:before="60" w:after="60"/>
      </w:pPr>
      <w:r w:rsidRPr="0026003C">
        <w:rPr>
          <w:b/>
        </w:rPr>
        <w:t>1.4.2</w:t>
      </w:r>
      <w:r w:rsidR="0039604C" w:rsidRPr="0026003C">
        <w:rPr>
          <w:b/>
        </w:rPr>
        <w:t>3</w:t>
      </w:r>
      <w:r w:rsidRPr="0026003C">
        <w:rPr>
          <w:b/>
        </w:rPr>
        <w:t>.</w:t>
      </w:r>
      <w:r w:rsidRPr="0026003C">
        <w:tab/>
        <w:t>Pobocze - część korony drogi przeznaczona do chwilowego postoju pojazdów, umieszczenia urządzeń organizacji i bezpieczeństwa ruchu oraz do ruchu pieszych, służąca jednocześnie do bocznego oparcia konstrukcji nawierzchni.</w:t>
      </w:r>
    </w:p>
    <w:p w14:paraId="569B6CD6" w14:textId="4FF6D537" w:rsidR="00725AE2" w:rsidRPr="0026003C" w:rsidRDefault="00725AE2" w:rsidP="00725AE2">
      <w:pPr>
        <w:pStyle w:val="tekstost"/>
        <w:tabs>
          <w:tab w:val="left" w:pos="624"/>
        </w:tabs>
        <w:spacing w:before="60" w:after="60"/>
      </w:pPr>
      <w:r w:rsidRPr="0026003C">
        <w:rPr>
          <w:b/>
        </w:rPr>
        <w:t>1.4.2</w:t>
      </w:r>
      <w:r w:rsidR="0039604C" w:rsidRPr="0026003C">
        <w:rPr>
          <w:b/>
        </w:rPr>
        <w:t>4</w:t>
      </w:r>
      <w:r w:rsidRPr="0026003C">
        <w:rPr>
          <w:b/>
        </w:rPr>
        <w:t>.</w:t>
      </w:r>
      <w:r w:rsidRPr="0026003C">
        <w:tab/>
        <w:t>Podłoże nawierzchni - grunt rodzimy lub nasypowy, leżący pod nawierzchnią do głębokości przemarzania.</w:t>
      </w:r>
    </w:p>
    <w:p w14:paraId="23AB28C8" w14:textId="7A9939DB" w:rsidR="00725AE2" w:rsidRPr="0026003C" w:rsidRDefault="00725AE2" w:rsidP="00725AE2">
      <w:pPr>
        <w:pStyle w:val="tekstost"/>
        <w:tabs>
          <w:tab w:val="left" w:pos="624"/>
        </w:tabs>
        <w:spacing w:before="60" w:after="60"/>
      </w:pPr>
      <w:r w:rsidRPr="0026003C">
        <w:rPr>
          <w:b/>
        </w:rPr>
        <w:t>1.4.</w:t>
      </w:r>
      <w:r w:rsidR="0039604C" w:rsidRPr="0026003C">
        <w:rPr>
          <w:b/>
        </w:rPr>
        <w:t>25</w:t>
      </w:r>
      <w:r w:rsidRPr="0026003C">
        <w:rPr>
          <w:b/>
        </w:rPr>
        <w:t>.</w:t>
      </w:r>
      <w:r w:rsidRPr="0026003C">
        <w:tab/>
        <w:t>Podłoże ulepszone nawierzchni - górna warstwa podłoża, leżąca bezpośrednio pod nawierzchnią, ulepszona w celu umożliwienia przejęcia ruchu budowlanego i właściwego wykonania nawierzchni.</w:t>
      </w:r>
    </w:p>
    <w:p w14:paraId="78484EBA" w14:textId="444713F2" w:rsidR="00725AE2" w:rsidRPr="0026003C" w:rsidRDefault="00725AE2" w:rsidP="00725AE2">
      <w:pPr>
        <w:pStyle w:val="tekstost"/>
        <w:tabs>
          <w:tab w:val="left" w:pos="624"/>
        </w:tabs>
        <w:spacing w:before="60" w:after="60"/>
      </w:pPr>
      <w:r w:rsidRPr="0026003C">
        <w:rPr>
          <w:b/>
        </w:rPr>
        <w:t>1.4.</w:t>
      </w:r>
      <w:r w:rsidR="0039604C" w:rsidRPr="0026003C">
        <w:rPr>
          <w:b/>
        </w:rPr>
        <w:t>26</w:t>
      </w:r>
      <w:r w:rsidRPr="0026003C">
        <w:rPr>
          <w:b/>
        </w:rPr>
        <w:t>.</w:t>
      </w:r>
      <w:r w:rsidRPr="0026003C">
        <w:rPr>
          <w:b/>
        </w:rPr>
        <w:tab/>
      </w:r>
      <w:r w:rsidRPr="0026003C">
        <w:t xml:space="preserve">Polecenie Inspektora Nadzoru - wszelkie polecenia przekazane Wykonawcy przez Inspektora Nadzoru, w formie pisemnej, dotyczące sposobu realizacji robót lub innych spraw związanych </w:t>
      </w:r>
      <w:r w:rsidRPr="0026003C">
        <w:br/>
        <w:t>z prowadzeniem budowy.</w:t>
      </w:r>
    </w:p>
    <w:p w14:paraId="0901401E" w14:textId="180C34BC" w:rsidR="00725AE2" w:rsidRPr="0026003C" w:rsidRDefault="00725AE2" w:rsidP="00725AE2">
      <w:pPr>
        <w:pStyle w:val="tekstost"/>
        <w:tabs>
          <w:tab w:val="left" w:pos="624"/>
        </w:tabs>
        <w:spacing w:before="60" w:after="60"/>
      </w:pPr>
      <w:r w:rsidRPr="0026003C">
        <w:rPr>
          <w:b/>
        </w:rPr>
        <w:t>1.4.</w:t>
      </w:r>
      <w:r w:rsidR="0039604C" w:rsidRPr="0026003C">
        <w:rPr>
          <w:b/>
        </w:rPr>
        <w:t>27</w:t>
      </w:r>
      <w:r w:rsidRPr="0026003C">
        <w:rPr>
          <w:b/>
        </w:rPr>
        <w:t>.</w:t>
      </w:r>
      <w:r w:rsidRPr="0026003C">
        <w:tab/>
        <w:t>Projektant - uprawniona osoba prawna lub fizyczna będąca autorem dokumentacji projektowej.</w:t>
      </w:r>
    </w:p>
    <w:p w14:paraId="10056CD5" w14:textId="15602E74" w:rsidR="00725AE2" w:rsidRPr="0026003C" w:rsidRDefault="00725AE2" w:rsidP="00725AE2">
      <w:pPr>
        <w:overflowPunct/>
        <w:textAlignment w:val="auto"/>
      </w:pPr>
      <w:r w:rsidRPr="0026003C">
        <w:rPr>
          <w:b/>
        </w:rPr>
        <w:t>1.4.</w:t>
      </w:r>
      <w:r w:rsidR="0039604C" w:rsidRPr="0026003C">
        <w:rPr>
          <w:b/>
        </w:rPr>
        <w:t>28</w:t>
      </w:r>
      <w:r w:rsidRPr="0026003C">
        <w:rPr>
          <w:b/>
        </w:rPr>
        <w:t>.</w:t>
      </w:r>
      <w:r w:rsidRPr="0026003C">
        <w:t xml:space="preserve"> Przedmiar Robót </w:t>
      </w:r>
      <w:r w:rsidR="004F3725" w:rsidRPr="0026003C">
        <w:t>-</w:t>
      </w:r>
      <w:r w:rsidRPr="0026003C">
        <w:t xml:space="preserve"> jest to zestawienie przewidywanych do wykonania Robót Budowlanych w kolejności technologicznej ich wykonania, z obliczeniem i podaniem ilości jednostek przedmiarowych robót wynikających </w:t>
      </w:r>
      <w:r w:rsidRPr="0026003C">
        <w:br/>
        <w:t>z Dokumentacji Projektowej.</w:t>
      </w:r>
    </w:p>
    <w:p w14:paraId="3B2CE81E" w14:textId="11ED886E" w:rsidR="00725AE2" w:rsidRPr="0026003C" w:rsidRDefault="00725AE2" w:rsidP="00725AE2">
      <w:pPr>
        <w:pStyle w:val="tekstost"/>
        <w:tabs>
          <w:tab w:val="left" w:pos="624"/>
        </w:tabs>
        <w:spacing w:before="60" w:after="60"/>
      </w:pPr>
      <w:r w:rsidRPr="0026003C">
        <w:rPr>
          <w:b/>
        </w:rPr>
        <w:t>1.4.</w:t>
      </w:r>
      <w:r w:rsidR="00812DBA" w:rsidRPr="0026003C">
        <w:rPr>
          <w:b/>
        </w:rPr>
        <w:t>29</w:t>
      </w:r>
      <w:r w:rsidRPr="0026003C">
        <w:rPr>
          <w:b/>
        </w:rPr>
        <w:t>.</w:t>
      </w:r>
      <w:r w:rsidRPr="0026003C">
        <w:rPr>
          <w:b/>
        </w:rPr>
        <w:tab/>
      </w:r>
      <w:r w:rsidRPr="0026003C">
        <w:t>Przedsięwzięcie budowlane - kompleksowa realizacja nowego połączenia drogowego lub całkowita modernizacja/przebudowa (zmiana parametrów geometrycznych trasy w planie i przekroju podłużnym) istniejącego połączenia.</w:t>
      </w:r>
    </w:p>
    <w:p w14:paraId="6DA3D2EF" w14:textId="5EEB04A1" w:rsidR="003948FB" w:rsidRPr="0026003C" w:rsidRDefault="00725AE2" w:rsidP="00725AE2">
      <w:pPr>
        <w:pStyle w:val="tekstost"/>
        <w:tabs>
          <w:tab w:val="left" w:pos="624"/>
        </w:tabs>
        <w:spacing w:before="60" w:after="60"/>
      </w:pPr>
      <w:r w:rsidRPr="0026003C">
        <w:rPr>
          <w:b/>
        </w:rPr>
        <w:t>1.4.3</w:t>
      </w:r>
      <w:r w:rsidR="00812DBA" w:rsidRPr="0026003C">
        <w:rPr>
          <w:b/>
        </w:rPr>
        <w:t>0</w:t>
      </w:r>
      <w:r w:rsidRPr="0026003C">
        <w:rPr>
          <w:b/>
        </w:rPr>
        <w:t>.</w:t>
      </w:r>
      <w:r w:rsidRPr="0026003C">
        <w:tab/>
      </w:r>
      <w:r w:rsidR="00EB75D8" w:rsidRPr="0026003C">
        <w:t>P</w:t>
      </w:r>
      <w:r w:rsidR="003948FB" w:rsidRPr="0026003C">
        <w:t>rzepust - budowl</w:t>
      </w:r>
      <w:r w:rsidR="00EB75D8" w:rsidRPr="0026003C">
        <w:t>a</w:t>
      </w:r>
      <w:r w:rsidR="003948FB" w:rsidRPr="0026003C">
        <w:t xml:space="preserve"> przeznaczon</w:t>
      </w:r>
      <w:r w:rsidR="00EB75D8" w:rsidRPr="0026003C">
        <w:t>a</w:t>
      </w:r>
      <w:r w:rsidR="003948FB" w:rsidRPr="0026003C">
        <w:t xml:space="preserve"> do przeprowadzenia przeszkody przez drogową budowlę ziemną</w:t>
      </w:r>
      <w:r w:rsidR="00812DBA" w:rsidRPr="0026003C">
        <w:t>.</w:t>
      </w:r>
    </w:p>
    <w:p w14:paraId="38B44879" w14:textId="6D63DF62" w:rsidR="00725AE2" w:rsidRPr="0026003C" w:rsidRDefault="00725AE2" w:rsidP="00725AE2">
      <w:pPr>
        <w:pStyle w:val="tekstost"/>
        <w:tabs>
          <w:tab w:val="left" w:pos="624"/>
        </w:tabs>
        <w:spacing w:before="60" w:after="60"/>
      </w:pPr>
      <w:r w:rsidRPr="0026003C">
        <w:rPr>
          <w:b/>
        </w:rPr>
        <w:t>1.4.3</w:t>
      </w:r>
      <w:r w:rsidR="00812DBA" w:rsidRPr="0026003C">
        <w:rPr>
          <w:b/>
        </w:rPr>
        <w:t>1</w:t>
      </w:r>
      <w:r w:rsidRPr="0026003C">
        <w:rPr>
          <w:b/>
        </w:rPr>
        <w:t>.</w:t>
      </w:r>
      <w:r w:rsidRPr="0026003C">
        <w:tab/>
        <w:t>Przeszkoda naturalna - element środowiska naturalnego, stanowiący utrudnienie w realizacji zadania budowlanego, na przykład dolina, bagno, rzeka, szlak wędrówek dzikich zwierząt itp.</w:t>
      </w:r>
    </w:p>
    <w:p w14:paraId="774D0DC4" w14:textId="0F52C53F" w:rsidR="00725AE2" w:rsidRPr="0026003C" w:rsidRDefault="00725AE2" w:rsidP="00725AE2">
      <w:pPr>
        <w:pStyle w:val="tekstost"/>
        <w:tabs>
          <w:tab w:val="left" w:pos="624"/>
        </w:tabs>
        <w:spacing w:before="60" w:after="60"/>
      </w:pPr>
      <w:r w:rsidRPr="0026003C">
        <w:rPr>
          <w:b/>
        </w:rPr>
        <w:t>1.4.3</w:t>
      </w:r>
      <w:r w:rsidR="00812DBA" w:rsidRPr="0026003C">
        <w:rPr>
          <w:b/>
        </w:rPr>
        <w:t>2</w:t>
      </w:r>
      <w:r w:rsidRPr="0026003C">
        <w:rPr>
          <w:b/>
        </w:rPr>
        <w:t>.</w:t>
      </w:r>
      <w:r w:rsidRPr="0026003C">
        <w:tab/>
        <w:t>Przeszkoda sztuczna - dzieło ludzkie, stanowiące utrudnienie w realizacji zadania budowlanego, na przykład droga, kolej, rurociąg, kanał, ciąg pieszy lub rowerowy itp.</w:t>
      </w:r>
    </w:p>
    <w:p w14:paraId="362632F9" w14:textId="4CE8F45A" w:rsidR="00725AE2" w:rsidRPr="0026003C" w:rsidRDefault="00725AE2" w:rsidP="00725AE2">
      <w:pPr>
        <w:pStyle w:val="tekstost"/>
        <w:tabs>
          <w:tab w:val="left" w:pos="624"/>
        </w:tabs>
        <w:spacing w:before="60" w:after="60"/>
      </w:pPr>
      <w:r w:rsidRPr="0026003C">
        <w:rPr>
          <w:b/>
        </w:rPr>
        <w:t>1.4.</w:t>
      </w:r>
      <w:r w:rsidR="00812DBA" w:rsidRPr="0026003C">
        <w:rPr>
          <w:b/>
        </w:rPr>
        <w:t>33</w:t>
      </w:r>
      <w:r w:rsidRPr="0026003C">
        <w:rPr>
          <w:b/>
        </w:rPr>
        <w:t>.</w:t>
      </w:r>
      <w:r w:rsidRPr="0026003C">
        <w:tab/>
        <w:t>Rekultywacja - roboty mające na celu uporządkowanie i przywrócenie pierwotnych funkcji terenom naruszonym w czasie realizacji zadania budowlanego.</w:t>
      </w:r>
    </w:p>
    <w:p w14:paraId="4F344356" w14:textId="0182B62F" w:rsidR="001D6909" w:rsidRPr="0026003C" w:rsidRDefault="00725AE2" w:rsidP="00725AE2">
      <w:pPr>
        <w:overflowPunct/>
        <w:textAlignment w:val="auto"/>
      </w:pPr>
      <w:r w:rsidRPr="0026003C">
        <w:rPr>
          <w:b/>
        </w:rPr>
        <w:lastRenderedPageBreak/>
        <w:t>1.4.</w:t>
      </w:r>
      <w:r w:rsidR="00812DBA" w:rsidRPr="0026003C">
        <w:rPr>
          <w:b/>
        </w:rPr>
        <w:t>34</w:t>
      </w:r>
      <w:r w:rsidRPr="0026003C">
        <w:rPr>
          <w:b/>
        </w:rPr>
        <w:t>.</w:t>
      </w:r>
      <w:r w:rsidRPr="0026003C">
        <w:t xml:space="preserve"> Roboty budowlane – oznaczają niezbędne roboty stałe i tymczasowe, wykonywane zgodnie z Projektem, Prawem budowlanym oraz Umową.</w:t>
      </w:r>
    </w:p>
    <w:p w14:paraId="185A8E41" w14:textId="483C07AA" w:rsidR="001D6909" w:rsidRPr="0026003C" w:rsidRDefault="001D6909" w:rsidP="000F377B">
      <w:pPr>
        <w:pStyle w:val="tekstost"/>
        <w:tabs>
          <w:tab w:val="left" w:pos="624"/>
        </w:tabs>
        <w:spacing w:before="60" w:after="60"/>
      </w:pPr>
      <w:r w:rsidRPr="0026003C">
        <w:rPr>
          <w:b/>
        </w:rPr>
        <w:t>1.4.35.</w:t>
      </w:r>
      <w:r w:rsidRPr="0026003C">
        <w:tab/>
      </w:r>
      <w:r w:rsidR="000F377B" w:rsidRPr="0026003C">
        <w:t>STWiORB</w:t>
      </w:r>
      <w:r w:rsidRPr="0026003C">
        <w:t xml:space="preserve"> - zbiór wytycznych i wymagań określających warunki i sposoby wykonania robót, ich kontroli oraz zasady odbiorów i podstawy płatności, opracowanych dla realizacji konkretnego zadania budowlanego lub jego elementu, stanowiąca integralną część dokumentów przetargowych.</w:t>
      </w:r>
    </w:p>
    <w:p w14:paraId="297FC06E" w14:textId="09EF1CEB" w:rsidR="000F377B" w:rsidRPr="0026003C" w:rsidRDefault="000F377B" w:rsidP="000F377B">
      <w:pPr>
        <w:overflowPunct/>
        <w:textAlignment w:val="auto"/>
      </w:pPr>
      <w:r w:rsidRPr="0026003C">
        <w:rPr>
          <w:b/>
        </w:rPr>
        <w:t xml:space="preserve">1.4.36. </w:t>
      </w:r>
      <w:r w:rsidRPr="0026003C">
        <w:t>Sprzęt - wszystkie maszyny, środki transportu i drobny sprzęt z urządzeniami do konserwacji i obsługi,</w:t>
      </w:r>
    </w:p>
    <w:p w14:paraId="34C8F811" w14:textId="48012E5A" w:rsidR="000F377B" w:rsidRPr="0026003C" w:rsidRDefault="000F377B" w:rsidP="000F377B">
      <w:pPr>
        <w:overflowPunct/>
        <w:textAlignment w:val="auto"/>
      </w:pPr>
      <w:r w:rsidRPr="0026003C">
        <w:t>potrzebne do prawidłowego prowadzenia robót.</w:t>
      </w:r>
    </w:p>
    <w:p w14:paraId="5050660B" w14:textId="587A0C08" w:rsidR="00725AE2" w:rsidRPr="0026003C" w:rsidRDefault="00725AE2" w:rsidP="00725AE2">
      <w:pPr>
        <w:pStyle w:val="tekstost"/>
        <w:tabs>
          <w:tab w:val="left" w:pos="624"/>
        </w:tabs>
        <w:spacing w:before="60" w:after="60"/>
      </w:pPr>
      <w:r w:rsidRPr="0026003C">
        <w:rPr>
          <w:b/>
        </w:rPr>
        <w:t>1.4.</w:t>
      </w:r>
      <w:r w:rsidR="00812DBA" w:rsidRPr="0026003C">
        <w:rPr>
          <w:b/>
        </w:rPr>
        <w:t>3</w:t>
      </w:r>
      <w:r w:rsidR="000F377B" w:rsidRPr="0026003C">
        <w:rPr>
          <w:b/>
        </w:rPr>
        <w:t>7</w:t>
      </w:r>
      <w:r w:rsidRPr="0026003C">
        <w:rPr>
          <w:b/>
        </w:rPr>
        <w:t>.</w:t>
      </w:r>
      <w:r w:rsidRPr="0026003C">
        <w:tab/>
        <w:t>Szerokość całkowita obiektu - odległość między zewnętrznymi krawędziami konstrukcji obiektu, mierzona w linii prostopadłej do osi podłużnej, obejmuje całkowitą szerokość konstrukcyjną ustroju niosącego.</w:t>
      </w:r>
    </w:p>
    <w:p w14:paraId="5E423BC3" w14:textId="0E675A48" w:rsidR="00F531F6" w:rsidRPr="0026003C" w:rsidRDefault="00725AE2" w:rsidP="00F531F6">
      <w:pPr>
        <w:pStyle w:val="tekstost"/>
        <w:tabs>
          <w:tab w:val="left" w:pos="624"/>
        </w:tabs>
        <w:spacing w:before="60" w:after="60"/>
      </w:pPr>
      <w:r w:rsidRPr="0026003C">
        <w:rPr>
          <w:b/>
        </w:rPr>
        <w:t>1.4.</w:t>
      </w:r>
      <w:r w:rsidR="00F531F6" w:rsidRPr="0026003C">
        <w:rPr>
          <w:b/>
        </w:rPr>
        <w:t>3</w:t>
      </w:r>
      <w:r w:rsidR="000F377B" w:rsidRPr="0026003C">
        <w:rPr>
          <w:b/>
        </w:rPr>
        <w:t>8</w:t>
      </w:r>
      <w:r w:rsidRPr="0026003C">
        <w:rPr>
          <w:b/>
        </w:rPr>
        <w:t>.</w:t>
      </w:r>
      <w:r w:rsidRPr="0026003C">
        <w:tab/>
        <w:t xml:space="preserve">Szerokość użytkowa </w:t>
      </w:r>
      <w:r w:rsidR="004F3725" w:rsidRPr="0026003C">
        <w:t>-</w:t>
      </w:r>
      <w:r w:rsidR="00F531F6" w:rsidRPr="0026003C">
        <w:t xml:space="preserve"> szerokość wolnej przestrzeni przeznaczonej do prowadzenia określonego rodzaju ruchu.</w:t>
      </w:r>
    </w:p>
    <w:p w14:paraId="45A258E5" w14:textId="34400F97" w:rsidR="00F531F6" w:rsidRPr="0026003C" w:rsidRDefault="00F531F6" w:rsidP="00725AE2">
      <w:pPr>
        <w:pStyle w:val="tekstost"/>
        <w:tabs>
          <w:tab w:val="left" w:pos="624"/>
        </w:tabs>
        <w:spacing w:before="60" w:after="60"/>
      </w:pPr>
      <w:r w:rsidRPr="0026003C">
        <w:rPr>
          <w:b/>
        </w:rPr>
        <w:t>1.4.3</w:t>
      </w:r>
      <w:r w:rsidR="000F377B" w:rsidRPr="0026003C">
        <w:rPr>
          <w:b/>
        </w:rPr>
        <w:t>9</w:t>
      </w:r>
      <w:r w:rsidRPr="0026003C">
        <w:rPr>
          <w:b/>
        </w:rPr>
        <w:t>.</w:t>
      </w:r>
      <w:r w:rsidRPr="0026003C">
        <w:tab/>
        <w:t xml:space="preserve">Światło poziome przepustu </w:t>
      </w:r>
      <w:r w:rsidR="004F3725" w:rsidRPr="0026003C">
        <w:t>-</w:t>
      </w:r>
      <w:r w:rsidRPr="0026003C">
        <w:t xml:space="preserve"> największa odległość między ścianami przepustu mierzona w poziomie, prostopadle do kierunku przepływu wód płynących lub szlaku wędrówek zwierząt dziko żyjących albo przebiegu urządzeń niezwiązanych z użytkowaniem drogi.</w:t>
      </w:r>
    </w:p>
    <w:p w14:paraId="44148D10" w14:textId="71FA79C5" w:rsidR="00725AE2" w:rsidRPr="0026003C" w:rsidRDefault="00725AE2" w:rsidP="00725AE2">
      <w:pPr>
        <w:pStyle w:val="tekstost"/>
        <w:tabs>
          <w:tab w:val="left" w:pos="624"/>
        </w:tabs>
        <w:spacing w:before="60" w:after="60"/>
      </w:pPr>
      <w:r w:rsidRPr="0026003C">
        <w:rPr>
          <w:b/>
        </w:rPr>
        <w:t>1.4.</w:t>
      </w:r>
      <w:r w:rsidR="000F377B" w:rsidRPr="0026003C">
        <w:rPr>
          <w:b/>
        </w:rPr>
        <w:t>40</w:t>
      </w:r>
      <w:r w:rsidRPr="0026003C">
        <w:rPr>
          <w:b/>
        </w:rPr>
        <w:t>.</w:t>
      </w:r>
      <w:r w:rsidRPr="0026003C">
        <w:tab/>
        <w:t>Teren budowy - teren udostępniony przez Zamawiającego dla wykonania na nim robót oraz inne miejsca wymienione w kontrakcie jako tworzące część terenu budowy.</w:t>
      </w:r>
    </w:p>
    <w:p w14:paraId="62063D65" w14:textId="63916CC9" w:rsidR="000F377B" w:rsidRPr="0026003C" w:rsidRDefault="00725AE2" w:rsidP="00725AE2">
      <w:pPr>
        <w:overflowPunct/>
        <w:textAlignment w:val="auto"/>
      </w:pPr>
      <w:r w:rsidRPr="0026003C">
        <w:rPr>
          <w:b/>
        </w:rPr>
        <w:t>1.4.</w:t>
      </w:r>
      <w:r w:rsidR="000F377B" w:rsidRPr="0026003C">
        <w:rPr>
          <w:b/>
        </w:rPr>
        <w:t>41</w:t>
      </w:r>
      <w:r w:rsidRPr="0026003C">
        <w:rPr>
          <w:b/>
        </w:rPr>
        <w:t>.</w:t>
      </w:r>
      <w:r w:rsidRPr="0026003C">
        <w:t xml:space="preserve"> Wspólny Słownik Zamówień (CPV), podaje się kody: działów, grup, klas i kategorie robót w zależności od zakresu robót budowlanych.</w:t>
      </w:r>
    </w:p>
    <w:p w14:paraId="4456246B" w14:textId="08114573" w:rsidR="000F377B" w:rsidRPr="0026003C" w:rsidRDefault="000F377B" w:rsidP="000F377B">
      <w:pPr>
        <w:pStyle w:val="tekstost"/>
        <w:tabs>
          <w:tab w:val="left" w:pos="624"/>
        </w:tabs>
        <w:spacing w:before="60" w:after="60"/>
        <w:rPr>
          <w:bCs/>
        </w:rPr>
      </w:pPr>
      <w:r w:rsidRPr="0026003C">
        <w:rPr>
          <w:b/>
        </w:rPr>
        <w:t>1.4.32</w:t>
      </w:r>
      <w:r w:rsidRPr="0026003C">
        <w:rPr>
          <w:bCs/>
        </w:rPr>
        <w:t>. Wykonawca - osoba prawna lub fizyczna, której ofert</w:t>
      </w:r>
      <w:r w:rsidRPr="0026003C">
        <w:rPr>
          <w:rFonts w:hint="eastAsia"/>
          <w:bCs/>
        </w:rPr>
        <w:t>ę</w:t>
      </w:r>
      <w:r w:rsidRPr="0026003C">
        <w:rPr>
          <w:bCs/>
        </w:rPr>
        <w:t xml:space="preserve"> na wykonanie zadania budowlanego lub robót, na warunkach okre</w:t>
      </w:r>
      <w:r w:rsidRPr="0026003C">
        <w:rPr>
          <w:rFonts w:hint="eastAsia"/>
          <w:bCs/>
        </w:rPr>
        <w:t>ś</w:t>
      </w:r>
      <w:r w:rsidRPr="0026003C">
        <w:rPr>
          <w:bCs/>
        </w:rPr>
        <w:t>lonych w dokumentach przetargowych, Zamawiaj</w:t>
      </w:r>
      <w:r w:rsidRPr="0026003C">
        <w:rPr>
          <w:rFonts w:hint="eastAsia"/>
          <w:bCs/>
        </w:rPr>
        <w:t>ą</w:t>
      </w:r>
      <w:r w:rsidRPr="0026003C">
        <w:rPr>
          <w:bCs/>
        </w:rPr>
        <w:t>cy przyj</w:t>
      </w:r>
      <w:r w:rsidRPr="0026003C">
        <w:rPr>
          <w:rFonts w:hint="eastAsia"/>
          <w:bCs/>
        </w:rPr>
        <w:t>ą</w:t>
      </w:r>
      <w:r w:rsidRPr="0026003C">
        <w:rPr>
          <w:bCs/>
        </w:rPr>
        <w:t>ł, albo legalni nast</w:t>
      </w:r>
      <w:r w:rsidRPr="0026003C">
        <w:rPr>
          <w:rFonts w:hint="eastAsia"/>
          <w:bCs/>
        </w:rPr>
        <w:t>ę</w:t>
      </w:r>
      <w:r w:rsidRPr="0026003C">
        <w:rPr>
          <w:bCs/>
        </w:rPr>
        <w:t>pcy prawni tej osoby.</w:t>
      </w:r>
    </w:p>
    <w:p w14:paraId="05376DB4" w14:textId="1003B7CC" w:rsidR="00725AE2" w:rsidRPr="0026003C" w:rsidRDefault="00725AE2" w:rsidP="00725AE2">
      <w:pPr>
        <w:pStyle w:val="tekstost"/>
        <w:tabs>
          <w:tab w:val="left" w:pos="624"/>
        </w:tabs>
        <w:spacing w:before="60"/>
      </w:pPr>
      <w:r w:rsidRPr="0026003C">
        <w:rPr>
          <w:b/>
        </w:rPr>
        <w:t>1.4.</w:t>
      </w:r>
      <w:r w:rsidR="00F531F6" w:rsidRPr="0026003C">
        <w:rPr>
          <w:b/>
        </w:rPr>
        <w:t>4</w:t>
      </w:r>
      <w:r w:rsidR="000F377B" w:rsidRPr="0026003C">
        <w:rPr>
          <w:b/>
        </w:rPr>
        <w:t>3</w:t>
      </w:r>
      <w:r w:rsidRPr="0026003C">
        <w:rPr>
          <w:b/>
        </w:rPr>
        <w:t>.</w:t>
      </w:r>
      <w:r w:rsidRPr="0026003C">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C9F8346" w14:textId="77777777" w:rsidR="000F377B" w:rsidRPr="0026003C" w:rsidRDefault="000F377B" w:rsidP="000F377B">
      <w:pPr>
        <w:pStyle w:val="tekstost"/>
        <w:tabs>
          <w:tab w:val="left" w:pos="624"/>
        </w:tabs>
        <w:spacing w:before="60"/>
      </w:pPr>
      <w:r w:rsidRPr="0026003C">
        <w:rPr>
          <w:b/>
        </w:rPr>
        <w:t>1.4.44.</w:t>
      </w:r>
      <w:r w:rsidRPr="0026003C">
        <w:tab/>
        <w:t>Zamawiający - każdy podmiot udzielający zamówienia publicznego na podstawie ustawy z dnia 10 czerwca 1994 r. o zamówieniach publicznych - ( Załącznik do obwieszczenia Prezesa Rady Ministrów z dnia 3 lipca 1998 r. w sprawie ogłoszenia jednolitego tekstu ustawy o zamówieniach publicznych (Dz.U. Nr 119 z 1998r., poz. 773; zm. Dz.U. Nr 160 z 1998r., poz. 1063), z uwzględnieniem zmian wprowadzonych ustawą z dnia 9 kwietnia 1999 r. o zmianie ustawy o zamówieniach publicznych (Dz. U. Nr 45, poz. 437).</w:t>
      </w:r>
    </w:p>
    <w:p w14:paraId="3A785647" w14:textId="77777777" w:rsidR="00725AE2" w:rsidRPr="0026003C" w:rsidRDefault="00725AE2" w:rsidP="00725AE2">
      <w:pPr>
        <w:pStyle w:val="tekstost"/>
        <w:tabs>
          <w:tab w:val="left" w:pos="624"/>
        </w:tabs>
        <w:spacing w:before="60"/>
      </w:pPr>
    </w:p>
    <w:p w14:paraId="3592AB00" w14:textId="77777777" w:rsidR="001E2BC5" w:rsidRPr="0026003C" w:rsidRDefault="001E2BC5">
      <w:pPr>
        <w:pStyle w:val="Nagwek2"/>
      </w:pPr>
      <w:r w:rsidRPr="0026003C">
        <w:t>1.5. Ogólne wymagania dotyczące robót</w:t>
      </w:r>
    </w:p>
    <w:p w14:paraId="56B6E43C" w14:textId="33E2B727" w:rsidR="003E51BA" w:rsidRPr="0026003C" w:rsidRDefault="003E51BA" w:rsidP="003E51BA">
      <w:pPr>
        <w:spacing w:after="60"/>
      </w:pPr>
      <w:r w:rsidRPr="0026003C">
        <w:t xml:space="preserve">Wykonawca jest odpowiedzialny za jakość wykonanych robót, bezpieczeństwo wszelkich czynności na terenie budowy, metody użyte przy budowie oraz za ich zgodność z dokumentacją projektową, STWiORB </w:t>
      </w:r>
      <w:r w:rsidRPr="0026003C">
        <w:br/>
        <w:t xml:space="preserve">i poleceniami Zamawiającego lub osoby wyznaczonej z jego ramienia jak np. Inspektor Nadzoru </w:t>
      </w:r>
      <w:r w:rsidR="00840E01" w:rsidRPr="0026003C">
        <w:t>Inwestorskiego/ Inspektor Nadzoru</w:t>
      </w:r>
      <w:r w:rsidRPr="0026003C">
        <w:t>.</w:t>
      </w:r>
    </w:p>
    <w:p w14:paraId="415EA558" w14:textId="77777777" w:rsidR="003E51BA" w:rsidRPr="0026003C" w:rsidRDefault="003E51BA" w:rsidP="003E51BA">
      <w:pPr>
        <w:overflowPunct/>
        <w:textAlignment w:val="auto"/>
      </w:pPr>
      <w:r w:rsidRPr="0026003C">
        <w:t xml:space="preserve">Wykonawca jest odpowiedzialny za jakość wykonywanych robót i bezpieczeństwo wszelkich czynności na Terenie budowy i terenie przyległym do budowy oraz bezpieczeństwo terenów, na których mogą wystąpić zagrożenia dla ludzi i mienia w związku z prowadzonymi robotami. Metody użyte przy budowie wyrażające się rodzajem zastosowanej technologii, maszyn, urządzeń i sprzętu muszą zapewniać skuteczną ochronę ludzi, środowiska budynków i budowli na tych obszarach w szczególności przed hałasem, wibracją, drganiami i wstrząsami, zanieczyszczeniem odpadami poprodukcyjnymi i komunalnymi gleb wód i powietrza, zanieczyszczeniem powietrza emisją gazów, pyłów i dymów, zanieczyszczeniem środowiska przetrwalnikami zarazków chorobotwórczych </w:t>
      </w:r>
      <w:r w:rsidRPr="0026003C">
        <w:br/>
        <w:t>i metalami ciężkimi, znaczącymi lub gwałtownymi zmianami poziomu wód gruntowych.</w:t>
      </w:r>
    </w:p>
    <w:p w14:paraId="66F9E8BF" w14:textId="77777777" w:rsidR="007E5A00" w:rsidRPr="0026003C" w:rsidRDefault="007E5A00" w:rsidP="003E51BA">
      <w:pPr>
        <w:overflowPunct/>
        <w:textAlignment w:val="auto"/>
      </w:pPr>
    </w:p>
    <w:p w14:paraId="1C62E80B" w14:textId="77777777" w:rsidR="001E2BC5" w:rsidRPr="0026003C" w:rsidRDefault="001E2BC5" w:rsidP="003E51BA">
      <w:pPr>
        <w:spacing w:after="60"/>
      </w:pPr>
      <w:r w:rsidRPr="0026003C">
        <w:rPr>
          <w:b/>
        </w:rPr>
        <w:t>1.5.1.</w:t>
      </w:r>
      <w:r w:rsidRPr="0026003C">
        <w:t xml:space="preserve"> Przekazanie terenu budowy</w:t>
      </w:r>
    </w:p>
    <w:p w14:paraId="196C9CC1" w14:textId="1B99158F" w:rsidR="001E2BC5" w:rsidRPr="0026003C" w:rsidRDefault="001E2BC5">
      <w:pPr>
        <w:spacing w:before="60"/>
      </w:pPr>
      <w:r w:rsidRPr="0026003C">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sidR="00CD1CB5" w:rsidRPr="0026003C">
        <w:t xml:space="preserve">jeden </w:t>
      </w:r>
      <w:r w:rsidRPr="0026003C">
        <w:t>egzemplarz dokumentacji projektowej.</w:t>
      </w:r>
    </w:p>
    <w:p w14:paraId="76C658C6" w14:textId="53C5E818" w:rsidR="001E2BC5" w:rsidRPr="0026003C" w:rsidRDefault="001E2BC5">
      <w:pPr>
        <w:spacing w:after="60"/>
      </w:pPr>
      <w:r w:rsidRPr="0026003C">
        <w:t>Na Wykonawcy spoczywa odpowiedzialność za ochronę przekazanych mu punktów pomiarowych do chwili odbioru ostatecznego robót. Uszkodzone lub zniszczone znaki geodezyjne Wykonawca odtworzy i utrwali na własny koszt.</w:t>
      </w:r>
    </w:p>
    <w:p w14:paraId="32489AC4" w14:textId="77777777" w:rsidR="001E2BC5" w:rsidRPr="0026003C" w:rsidRDefault="001E2BC5">
      <w:pPr>
        <w:pStyle w:val="Nagwek3"/>
      </w:pPr>
      <w:r w:rsidRPr="0026003C">
        <w:rPr>
          <w:b/>
        </w:rPr>
        <w:lastRenderedPageBreak/>
        <w:t>1.5.2.</w:t>
      </w:r>
      <w:r w:rsidRPr="0026003C">
        <w:t xml:space="preserve"> Dokumentacja projektowa</w:t>
      </w:r>
    </w:p>
    <w:p w14:paraId="26662E57" w14:textId="6A65C87E" w:rsidR="001E2BC5" w:rsidRPr="0026003C" w:rsidRDefault="001E2BC5" w:rsidP="008068DE">
      <w:pPr>
        <w:spacing w:before="60"/>
      </w:pPr>
      <w:r w:rsidRPr="0026003C">
        <w:t xml:space="preserve">Dokumentacja projektowa będzie zawierać rysunki, obliczenia i dokumenty, zgodne z wykazem podanym </w:t>
      </w:r>
      <w:r w:rsidR="00840DFE" w:rsidRPr="0026003C">
        <w:br/>
      </w:r>
      <w:r w:rsidRPr="0026003C">
        <w:t>w szczegółowych warunkach umowy, uwzględniającym podział na dokumentację projektową:</w:t>
      </w:r>
    </w:p>
    <w:p w14:paraId="390C90FA" w14:textId="77777777" w:rsidR="001E2BC5" w:rsidRPr="0026003C" w:rsidRDefault="001E2BC5" w:rsidP="008068DE">
      <w:pPr>
        <w:numPr>
          <w:ilvl w:val="0"/>
          <w:numId w:val="2"/>
        </w:numPr>
      </w:pPr>
      <w:r w:rsidRPr="0026003C">
        <w:t>Zamawiającego; wykaz pozycji, które stanowią przetargową dokumentację projektową oraz projektową dokumentację wykonawczą (techniczną) i zostaną przekazane Wykonawcy,</w:t>
      </w:r>
    </w:p>
    <w:p w14:paraId="3222AAB3" w14:textId="77777777" w:rsidR="001E2BC5" w:rsidRPr="0026003C" w:rsidRDefault="001E2BC5" w:rsidP="008068DE">
      <w:pPr>
        <w:numPr>
          <w:ilvl w:val="0"/>
          <w:numId w:val="2"/>
        </w:numPr>
        <w:spacing w:after="60"/>
        <w:ind w:left="288" w:hanging="288"/>
      </w:pPr>
      <w:r w:rsidRPr="0026003C">
        <w:t>Wykonawcy; wykaz zawierający spis dokumentacji projektowej, którą Wykonawca opracuje w ramach ceny kontraktowej.</w:t>
      </w:r>
    </w:p>
    <w:p w14:paraId="76FB73BC" w14:textId="466A6BC2" w:rsidR="00922157" w:rsidRPr="0026003C" w:rsidRDefault="00922157" w:rsidP="00574A98">
      <w:pPr>
        <w:overflowPunct/>
        <w:textAlignment w:val="auto"/>
      </w:pPr>
      <w:r w:rsidRPr="0026003C">
        <w:t>Niezale</w:t>
      </w:r>
      <w:r w:rsidRPr="0026003C">
        <w:rPr>
          <w:rFonts w:eastAsia="TimesNewRoman"/>
        </w:rPr>
        <w:t>ż</w:t>
      </w:r>
      <w:r w:rsidRPr="0026003C">
        <w:t>nie od powy</w:t>
      </w:r>
      <w:r w:rsidRPr="0026003C">
        <w:rPr>
          <w:rFonts w:eastAsia="TimesNewRoman"/>
        </w:rPr>
        <w:t>ż</w:t>
      </w:r>
      <w:r w:rsidRPr="0026003C">
        <w:t>szego Wykonawca opracuje i przedstawi do akceptacji I</w:t>
      </w:r>
      <w:r w:rsidR="00305DE5" w:rsidRPr="0026003C">
        <w:t>nspektorowi Nadzoru</w:t>
      </w:r>
      <w:r w:rsidRPr="0026003C">
        <w:t xml:space="preserve"> nast</w:t>
      </w:r>
      <w:r w:rsidRPr="0026003C">
        <w:rPr>
          <w:rFonts w:eastAsia="TimesNewRoman"/>
        </w:rPr>
        <w:t>ę</w:t>
      </w:r>
      <w:r w:rsidRPr="0026003C">
        <w:t>puj</w:t>
      </w:r>
      <w:r w:rsidRPr="0026003C">
        <w:rPr>
          <w:rFonts w:eastAsia="TimesNewRoman"/>
        </w:rPr>
        <w:t>ą</w:t>
      </w:r>
      <w:r w:rsidRPr="0026003C">
        <w:t>ce opracowania, nie b</w:t>
      </w:r>
      <w:r w:rsidRPr="0026003C">
        <w:rPr>
          <w:rFonts w:eastAsia="TimesNewRoman"/>
        </w:rPr>
        <w:t>ę</w:t>
      </w:r>
      <w:r w:rsidRPr="0026003C">
        <w:t>d</w:t>
      </w:r>
      <w:r w:rsidRPr="0026003C">
        <w:rPr>
          <w:rFonts w:eastAsia="TimesNewRoman"/>
        </w:rPr>
        <w:t>ą</w:t>
      </w:r>
      <w:r w:rsidRPr="0026003C">
        <w:t>ce przedmiotem wykonania przez Jednostk</w:t>
      </w:r>
      <w:r w:rsidRPr="0026003C">
        <w:rPr>
          <w:rFonts w:eastAsia="TimesNewRoman"/>
        </w:rPr>
        <w:t xml:space="preserve">ę </w:t>
      </w:r>
      <w:r w:rsidRPr="0026003C">
        <w:t>Projek</w:t>
      </w:r>
      <w:r w:rsidR="00892EB2" w:rsidRPr="0026003C">
        <w:t>tową</w:t>
      </w:r>
      <w:r w:rsidRPr="0026003C">
        <w:t>:</w:t>
      </w:r>
    </w:p>
    <w:p w14:paraId="2793E3EA" w14:textId="77777777" w:rsidR="00892EB2" w:rsidRPr="0026003C" w:rsidRDefault="00892EB2" w:rsidP="008068DE">
      <w:pPr>
        <w:overflowPunct/>
        <w:textAlignment w:val="auto"/>
      </w:pPr>
      <w:r w:rsidRPr="0026003C">
        <w:t>- Plan bezpieczeństwa i ochrony zdrowia (BIOZ),</w:t>
      </w:r>
    </w:p>
    <w:p w14:paraId="6F9B6225" w14:textId="77777777" w:rsidR="00892EB2" w:rsidRPr="0026003C" w:rsidRDefault="00892EB2" w:rsidP="008068DE">
      <w:pPr>
        <w:overflowPunct/>
        <w:textAlignment w:val="auto"/>
      </w:pPr>
      <w:r w:rsidRPr="0026003C">
        <w:t>- Program zapewnienia jako</w:t>
      </w:r>
      <w:r w:rsidRPr="0026003C">
        <w:rPr>
          <w:rFonts w:eastAsia="TimesNewRoman"/>
        </w:rPr>
        <w:t>ś</w:t>
      </w:r>
      <w:r w:rsidRPr="0026003C">
        <w:t>ci wykonywanych robót,</w:t>
      </w:r>
    </w:p>
    <w:p w14:paraId="131972EC" w14:textId="280EE2CD" w:rsidR="006158A7" w:rsidRDefault="006158A7" w:rsidP="008068DE">
      <w:pPr>
        <w:overflowPunct/>
        <w:textAlignment w:val="auto"/>
      </w:pPr>
      <w:r w:rsidRPr="0026003C">
        <w:t>- Projekt technologiczny rozbiórek,</w:t>
      </w:r>
    </w:p>
    <w:p w14:paraId="04786522" w14:textId="1066B3D5" w:rsidR="00385F61" w:rsidRDefault="00385F61" w:rsidP="008068DE">
      <w:pPr>
        <w:overflowPunct/>
        <w:textAlignment w:val="auto"/>
      </w:pPr>
      <w:r>
        <w:t>- Projekt technologiczny zabezpieczenia fundamentów za pomocą ścianek szczelnych</w:t>
      </w:r>
    </w:p>
    <w:p w14:paraId="73847C1B" w14:textId="11FB2EB3" w:rsidR="00385F61" w:rsidRDefault="00385F61" w:rsidP="008068DE">
      <w:pPr>
        <w:overflowPunct/>
        <w:textAlignment w:val="auto"/>
      </w:pPr>
      <w:r>
        <w:t>- Projekt technologiczny wzmocnienia podłoża pod nasyp</w:t>
      </w:r>
    </w:p>
    <w:p w14:paraId="5975762B" w14:textId="55CAFAC9" w:rsidR="00385F61" w:rsidRPr="0026003C" w:rsidRDefault="00385F61" w:rsidP="008068DE">
      <w:pPr>
        <w:overflowPunct/>
        <w:textAlignment w:val="auto"/>
      </w:pPr>
      <w:r>
        <w:t>- Projekty technologiczne deskowań i rusztowań</w:t>
      </w:r>
    </w:p>
    <w:p w14:paraId="457FEA97" w14:textId="708419A1" w:rsidR="00CD1CB5" w:rsidRPr="0026003C" w:rsidRDefault="00CD1CB5" w:rsidP="008068DE">
      <w:pPr>
        <w:overflowPunct/>
        <w:textAlignment w:val="auto"/>
      </w:pPr>
      <w:r w:rsidRPr="0026003C">
        <w:t>- Projekt warsztatowy balustrad i barier ochronnych</w:t>
      </w:r>
    </w:p>
    <w:p w14:paraId="47B9AD64" w14:textId="77777777" w:rsidR="00892EB2" w:rsidRPr="0026003C" w:rsidRDefault="00892EB2" w:rsidP="008068DE">
      <w:pPr>
        <w:overflowPunct/>
        <w:textAlignment w:val="auto"/>
      </w:pPr>
      <w:r w:rsidRPr="0026003C">
        <w:t>- Inn</w:t>
      </w:r>
      <w:r w:rsidR="00751861" w:rsidRPr="0026003C">
        <w:t>e</w:t>
      </w:r>
      <w:r w:rsidRPr="0026003C">
        <w:t xml:space="preserve"> projekt</w:t>
      </w:r>
      <w:r w:rsidR="00751861" w:rsidRPr="0026003C">
        <w:t>y</w:t>
      </w:r>
      <w:r w:rsidRPr="0026003C">
        <w:t xml:space="preserve"> wymienion</w:t>
      </w:r>
      <w:r w:rsidR="00751861" w:rsidRPr="0026003C">
        <w:t>e</w:t>
      </w:r>
      <w:r w:rsidRPr="0026003C">
        <w:t xml:space="preserve"> w pozostałych specyfikacjach technicznych, a nie przytoczonych powyżej.</w:t>
      </w:r>
    </w:p>
    <w:p w14:paraId="393DB11E" w14:textId="77777777" w:rsidR="00892EB2" w:rsidRPr="0026003C" w:rsidRDefault="00892EB2" w:rsidP="008068DE">
      <w:pPr>
        <w:overflowPunct/>
        <w:textAlignment w:val="auto"/>
      </w:pPr>
    </w:p>
    <w:p w14:paraId="0CD195CC" w14:textId="6703CD41" w:rsidR="00922157" w:rsidRPr="0026003C" w:rsidRDefault="00892EB2" w:rsidP="00385F61">
      <w:pPr>
        <w:spacing w:after="60"/>
      </w:pPr>
      <w:r w:rsidRPr="0026003C">
        <w:t xml:space="preserve">Jeżeli w trakcie wykonywania robót okaże się koniecznym do właściwego ich wykonania uzupełnienie rysunków lub specyfikacji Wykonawca sporządzi je na własny koszt w </w:t>
      </w:r>
      <w:r w:rsidR="00CD1CB5" w:rsidRPr="0026003C">
        <w:t>3</w:t>
      </w:r>
      <w:r w:rsidRPr="0026003C">
        <w:t xml:space="preserve"> egzemplarzach i przedłoży je Inspektorowi Nadzoru do zatwierdzenia.</w:t>
      </w:r>
    </w:p>
    <w:p w14:paraId="5F6C64B6" w14:textId="77777777" w:rsidR="001E2BC5" w:rsidRPr="0026003C" w:rsidRDefault="001E2BC5">
      <w:pPr>
        <w:pStyle w:val="Nagwek3"/>
      </w:pPr>
      <w:r w:rsidRPr="0026003C">
        <w:rPr>
          <w:b/>
        </w:rPr>
        <w:t>1.5.3.</w:t>
      </w:r>
      <w:r w:rsidRPr="0026003C">
        <w:t xml:space="preserve"> Zgodność robót z dokumentacją projektową i </w:t>
      </w:r>
      <w:r w:rsidR="00B711D9" w:rsidRPr="0026003C">
        <w:t>STWiORB</w:t>
      </w:r>
    </w:p>
    <w:p w14:paraId="5C607D65" w14:textId="1F791BB7" w:rsidR="001E2BC5" w:rsidRPr="0026003C" w:rsidRDefault="001E2BC5">
      <w:pPr>
        <w:spacing w:before="60"/>
      </w:pPr>
      <w:r w:rsidRPr="0026003C">
        <w:t xml:space="preserve">Dokumentacja projektowa, </w:t>
      </w:r>
      <w:r w:rsidR="00B711D9" w:rsidRPr="0026003C">
        <w:t>STWiORB</w:t>
      </w:r>
      <w:r w:rsidRPr="0026003C">
        <w:t xml:space="preserve"> i wszystkie dodatkowe dokumenty przekazane Wykonawcy przez </w:t>
      </w:r>
      <w:r w:rsidR="00751861" w:rsidRPr="0026003C">
        <w:t xml:space="preserve">Inspektora Nadzoru lub inną osobę upoważnioną przez Zamawiającego </w:t>
      </w:r>
      <w:r w:rsidRPr="0026003C">
        <w:t>stanowią część umowy, a wymagania określone w choćby jednym z nich są obowiązujące dla Wykonawcy tak jakby zawarte były w całej dokumentacji.</w:t>
      </w:r>
    </w:p>
    <w:p w14:paraId="7CB77F61" w14:textId="77777777" w:rsidR="001E2BC5" w:rsidRPr="0026003C" w:rsidRDefault="001E2BC5">
      <w:r w:rsidRPr="0026003C">
        <w:t>W przypadku rozbieżności w ustaleniach poszczególnych dokumentów obowiązuje kolejność ich ważności wymieniona w „Kontraktowych warunkach ogólnych” („Ogólnych warunkach umowy”).</w:t>
      </w:r>
    </w:p>
    <w:p w14:paraId="14EA86A4" w14:textId="242DCE8D" w:rsidR="002B4270" w:rsidRPr="0026003C" w:rsidRDefault="002B4270" w:rsidP="002B4270">
      <w:r w:rsidRPr="0026003C">
        <w:t>W przypadku braku takich zapisów w warunkach ogólnych umowy poszczególne dokumenty powinny być traktowane pod względem ważności w następującej kolejności, od najbardziej ważnych:</w:t>
      </w:r>
    </w:p>
    <w:p w14:paraId="043BF6B5" w14:textId="77777777" w:rsidR="002B4270" w:rsidRPr="0026003C" w:rsidRDefault="002B4270" w:rsidP="002B4270">
      <w:r w:rsidRPr="0026003C">
        <w:t>- Dokumentacja Projektowa.</w:t>
      </w:r>
    </w:p>
    <w:p w14:paraId="1377ADF8" w14:textId="0B7428EB" w:rsidR="002B4270" w:rsidRPr="0026003C" w:rsidRDefault="002B4270" w:rsidP="002B4270">
      <w:r w:rsidRPr="0026003C">
        <w:t>- Specyfikacje Techniczne,</w:t>
      </w:r>
    </w:p>
    <w:p w14:paraId="269E9776" w14:textId="1345E74E" w:rsidR="001E2BC5" w:rsidRPr="0026003C" w:rsidRDefault="001E2BC5" w:rsidP="00D65D1B">
      <w:r w:rsidRPr="0026003C">
        <w:t xml:space="preserve">Wykonawca nie może wykorzystywać błędów lub opuszczeń w dokumentach kontraktowych, a o ich wykryciu winien natychmiast powiadomić </w:t>
      </w:r>
      <w:r w:rsidR="00751861" w:rsidRPr="0026003C">
        <w:t>Inspektora Nadzoru</w:t>
      </w:r>
      <w:r w:rsidRPr="0026003C">
        <w:t>, który podejmie decyzję o wprowadzeniu odpowiednich zmian i poprawek.</w:t>
      </w:r>
    </w:p>
    <w:p w14:paraId="2D256103" w14:textId="77777777" w:rsidR="001E2BC5" w:rsidRPr="0026003C" w:rsidRDefault="001E2BC5" w:rsidP="00D65D1B">
      <w:r w:rsidRPr="0026003C">
        <w:t>W przypadku rozbieżności, wymiary podane na piśmie są ważniejsze od wymiarów określonych na podstawie odczytu ze skali rysunku.</w:t>
      </w:r>
    </w:p>
    <w:p w14:paraId="0E076D16" w14:textId="77777777" w:rsidR="001E2BC5" w:rsidRPr="0026003C" w:rsidRDefault="001E2BC5" w:rsidP="00D65D1B">
      <w:r w:rsidRPr="0026003C">
        <w:t xml:space="preserve">Wszystkie wykonane roboty i dostarczone materiały będą zgodne z dokumentacją projektową i </w:t>
      </w:r>
      <w:r w:rsidR="00B711D9" w:rsidRPr="0026003C">
        <w:t>STWiORB</w:t>
      </w:r>
      <w:r w:rsidRPr="0026003C">
        <w:t>.</w:t>
      </w:r>
    </w:p>
    <w:p w14:paraId="4DF092EC" w14:textId="77777777" w:rsidR="001E2BC5" w:rsidRPr="0026003C" w:rsidRDefault="001E2BC5" w:rsidP="00D65D1B">
      <w:r w:rsidRPr="0026003C">
        <w:t xml:space="preserve">Dane określone w dokumentacji projektowej i w </w:t>
      </w:r>
      <w:r w:rsidR="00B711D9" w:rsidRPr="0026003C">
        <w:t>STWiORB</w:t>
      </w:r>
      <w:r w:rsidRPr="0026003C">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21414ED7" w14:textId="38737ACF" w:rsidR="00D65D1B" w:rsidRPr="0026003C" w:rsidRDefault="00D65D1B" w:rsidP="00574A98">
      <w:pPr>
        <w:overflowPunct/>
        <w:textAlignment w:val="auto"/>
      </w:pPr>
      <w:r w:rsidRPr="0026003C">
        <w:t>W przypadku, gdy materiały lub roboty nie s</w:t>
      </w:r>
      <w:r w:rsidRPr="0026003C">
        <w:rPr>
          <w:rFonts w:ascii="TimesNewRoman" w:eastAsia="TimesNewRoman" w:cs="TimesNewRoman" w:hint="eastAsia"/>
        </w:rPr>
        <w:t>ą</w:t>
      </w:r>
      <w:r w:rsidRPr="0026003C">
        <w:rPr>
          <w:rFonts w:ascii="TimesNewRoman" w:eastAsia="TimesNewRoman" w:cs="TimesNewRoman"/>
        </w:rPr>
        <w:t xml:space="preserve"> </w:t>
      </w:r>
      <w:r w:rsidRPr="0026003C">
        <w:t>w pełni zgodne z dokumentacj</w:t>
      </w:r>
      <w:r w:rsidRPr="0026003C">
        <w:rPr>
          <w:rFonts w:ascii="TimesNewRoman" w:eastAsia="TimesNewRoman" w:cs="TimesNewRoman" w:hint="eastAsia"/>
        </w:rPr>
        <w:t>ą</w:t>
      </w:r>
      <w:r w:rsidRPr="0026003C">
        <w:rPr>
          <w:rFonts w:ascii="TimesNewRoman" w:eastAsia="TimesNewRoman" w:cs="TimesNewRoman"/>
        </w:rPr>
        <w:t xml:space="preserve"> </w:t>
      </w:r>
      <w:r w:rsidRPr="0026003C">
        <w:t>projektow</w:t>
      </w:r>
      <w:r w:rsidRPr="0026003C">
        <w:rPr>
          <w:rFonts w:ascii="TimesNewRoman" w:eastAsia="TimesNewRoman" w:cs="TimesNewRoman" w:hint="eastAsia"/>
        </w:rPr>
        <w:t>ą</w:t>
      </w:r>
      <w:r w:rsidRPr="0026003C">
        <w:rPr>
          <w:rFonts w:ascii="TimesNewRoman" w:eastAsia="TimesNewRoman" w:cs="TimesNewRoman"/>
        </w:rPr>
        <w:t xml:space="preserve"> </w:t>
      </w:r>
      <w:r w:rsidR="002F2566" w:rsidRPr="0026003C">
        <w:t>lub S</w:t>
      </w:r>
      <w:r w:rsidRPr="0026003C">
        <w:t>T</w:t>
      </w:r>
      <w:r w:rsidR="002F2566" w:rsidRPr="0026003C">
        <w:t>WiORB</w:t>
      </w:r>
      <w:r w:rsidRPr="0026003C">
        <w:t>, ale osi</w:t>
      </w:r>
      <w:r w:rsidRPr="0026003C">
        <w:rPr>
          <w:rFonts w:ascii="TimesNewRoman" w:eastAsia="TimesNewRoman" w:cs="TimesNewRoman" w:hint="eastAsia"/>
        </w:rPr>
        <w:t>ą</w:t>
      </w:r>
      <w:r w:rsidRPr="0026003C">
        <w:t>gni</w:t>
      </w:r>
      <w:r w:rsidRPr="0026003C">
        <w:rPr>
          <w:rFonts w:ascii="TimesNewRoman" w:eastAsia="TimesNewRoman" w:cs="TimesNewRoman" w:hint="eastAsia"/>
        </w:rPr>
        <w:t>ę</w:t>
      </w:r>
      <w:r w:rsidRPr="0026003C">
        <w:t>to mo</w:t>
      </w:r>
      <w:r w:rsidRPr="0026003C">
        <w:rPr>
          <w:rFonts w:ascii="TimesNewRoman" w:eastAsia="TimesNewRoman" w:cs="TimesNewRoman" w:hint="eastAsia"/>
        </w:rPr>
        <w:t>ż</w:t>
      </w:r>
      <w:r w:rsidRPr="0026003C">
        <w:t>liw</w:t>
      </w:r>
      <w:r w:rsidRPr="0026003C">
        <w:rPr>
          <w:rFonts w:ascii="TimesNewRoman" w:eastAsia="TimesNewRoman" w:cs="TimesNewRoman" w:hint="eastAsia"/>
        </w:rPr>
        <w:t>ą</w:t>
      </w:r>
      <w:r w:rsidRPr="0026003C">
        <w:rPr>
          <w:rFonts w:ascii="TimesNewRoman" w:eastAsia="TimesNewRoman" w:cs="TimesNewRoman"/>
        </w:rPr>
        <w:t xml:space="preserve"> </w:t>
      </w:r>
      <w:r w:rsidRPr="0026003C">
        <w:t>do zaakceptowania jako</w:t>
      </w:r>
      <w:r w:rsidRPr="0026003C">
        <w:rPr>
          <w:rFonts w:ascii="TimesNewRoman" w:eastAsia="TimesNewRoman" w:cs="TimesNewRoman" w:hint="eastAsia"/>
        </w:rPr>
        <w:t>ść</w:t>
      </w:r>
      <w:r w:rsidRPr="0026003C">
        <w:rPr>
          <w:rFonts w:ascii="TimesNewRoman" w:eastAsia="TimesNewRoman" w:cs="TimesNewRoman"/>
        </w:rPr>
        <w:t xml:space="preserve"> </w:t>
      </w:r>
      <w:r w:rsidRPr="0026003C">
        <w:t xml:space="preserve">elementów budowli, to </w:t>
      </w:r>
      <w:r w:rsidR="002B4270" w:rsidRPr="0026003C">
        <w:t xml:space="preserve">Inspektor Nadzoru Inwestorskiego/ Inspektor Nadzoru </w:t>
      </w:r>
      <w:r w:rsidRPr="0026003C">
        <w:t>mo</w:t>
      </w:r>
      <w:r w:rsidRPr="0026003C">
        <w:rPr>
          <w:rFonts w:ascii="TimesNewRoman" w:eastAsia="TimesNewRoman" w:cs="TimesNewRoman" w:hint="eastAsia"/>
        </w:rPr>
        <w:t>ż</w:t>
      </w:r>
      <w:r w:rsidRPr="0026003C">
        <w:t>e zaakceptowa</w:t>
      </w:r>
      <w:r w:rsidRPr="0026003C">
        <w:rPr>
          <w:rFonts w:ascii="TimesNewRoman" w:eastAsia="TimesNewRoman" w:cs="TimesNewRoman" w:hint="eastAsia"/>
        </w:rPr>
        <w:t>ć</w:t>
      </w:r>
      <w:r w:rsidRPr="0026003C">
        <w:rPr>
          <w:rFonts w:ascii="TimesNewRoman" w:eastAsia="TimesNewRoman" w:cs="TimesNewRoman"/>
        </w:rPr>
        <w:t xml:space="preserve"> </w:t>
      </w:r>
      <w:r w:rsidRPr="0026003C">
        <w:t>takie roboty i zgodzi</w:t>
      </w:r>
      <w:r w:rsidRPr="0026003C">
        <w:rPr>
          <w:rFonts w:ascii="TimesNewRoman" w:eastAsia="TimesNewRoman" w:cs="TimesNewRoman" w:hint="eastAsia"/>
        </w:rPr>
        <w:t>ć</w:t>
      </w:r>
      <w:r w:rsidRPr="0026003C">
        <w:rPr>
          <w:rFonts w:ascii="TimesNewRoman" w:eastAsia="TimesNewRoman" w:cs="TimesNewRoman"/>
        </w:rPr>
        <w:t xml:space="preserve"> </w:t>
      </w:r>
      <w:r w:rsidRPr="0026003C">
        <w:t>si</w:t>
      </w:r>
      <w:r w:rsidRPr="0026003C">
        <w:rPr>
          <w:rFonts w:ascii="TimesNewRoman" w:eastAsia="TimesNewRoman" w:cs="TimesNewRoman" w:hint="eastAsia"/>
        </w:rPr>
        <w:t>ę</w:t>
      </w:r>
      <w:r w:rsidRPr="0026003C">
        <w:rPr>
          <w:rFonts w:ascii="TimesNewRoman" w:eastAsia="TimesNewRoman" w:cs="TimesNewRoman"/>
        </w:rPr>
        <w:t xml:space="preserve"> </w:t>
      </w:r>
      <w:r w:rsidRPr="0026003C">
        <w:t>na ich pozostawienie, jednak zastosuje odpowiednie potr</w:t>
      </w:r>
      <w:r w:rsidRPr="0026003C">
        <w:rPr>
          <w:rFonts w:ascii="TimesNewRoman" w:eastAsia="TimesNewRoman" w:cs="TimesNewRoman" w:hint="eastAsia"/>
        </w:rPr>
        <w:t>ą</w:t>
      </w:r>
      <w:r w:rsidRPr="0026003C">
        <w:t>cenia od ceny kontraktowej, zgodnie z ustaleniami szczegółowymi kontraktu i/lub STWiORB.</w:t>
      </w:r>
      <w:r w:rsidR="001E2BC5" w:rsidRPr="0026003C">
        <w:tab/>
      </w:r>
    </w:p>
    <w:p w14:paraId="617A3F2F" w14:textId="77777777" w:rsidR="001E2BC5" w:rsidRPr="0026003C" w:rsidRDefault="001E2BC5" w:rsidP="00574A98">
      <w:pPr>
        <w:spacing w:after="60"/>
      </w:pPr>
      <w:r w:rsidRPr="0026003C">
        <w:t xml:space="preserve">W przypadku, gdy materiały lub roboty nie będą w pełni zgodne z dokumentacją projektową lub </w:t>
      </w:r>
      <w:r w:rsidR="00B711D9" w:rsidRPr="0026003C">
        <w:t>STWiORB</w:t>
      </w:r>
      <w:r w:rsidRPr="0026003C">
        <w:t xml:space="preserve"> </w:t>
      </w:r>
      <w:r w:rsidR="00574A98" w:rsidRPr="0026003C">
        <w:br/>
      </w:r>
      <w:r w:rsidRPr="0026003C">
        <w:t>i wpłynie to na niezadowalającą jakość elementu budowli, to takie materiały zostaną zastąpione innymi, a elementy budowli rozebrane i wykonane ponownie na koszt Wykonawcy.</w:t>
      </w:r>
    </w:p>
    <w:p w14:paraId="29D6C6F1" w14:textId="77777777" w:rsidR="001E2BC5" w:rsidRPr="0026003C" w:rsidRDefault="001E2BC5">
      <w:pPr>
        <w:pStyle w:val="Nagwek3"/>
      </w:pPr>
      <w:r w:rsidRPr="0026003C">
        <w:rPr>
          <w:b/>
        </w:rPr>
        <w:t>1.5.4.</w:t>
      </w:r>
      <w:r w:rsidRPr="0026003C">
        <w:t xml:space="preserve"> Zabezpieczenie terenu budowy</w:t>
      </w:r>
    </w:p>
    <w:p w14:paraId="71157FC0" w14:textId="77777777" w:rsidR="001E2BC5" w:rsidRPr="0026003C" w:rsidRDefault="001E2BC5">
      <w:r w:rsidRPr="0026003C">
        <w:t>Wykonawca jest zobowiązany do zabezpieczenia terenu budowy w okresie trwania realizacji kontraktu aż do zakończenia i odbioru ostatecznego robót.</w:t>
      </w:r>
    </w:p>
    <w:p w14:paraId="5938DE41" w14:textId="5D9DA9C5" w:rsidR="000B3148" w:rsidRPr="0026003C" w:rsidRDefault="000B3148" w:rsidP="00324003">
      <w:pPr>
        <w:overflowPunct/>
        <w:jc w:val="left"/>
        <w:textAlignment w:val="auto"/>
      </w:pPr>
      <w:r w:rsidRPr="0026003C">
        <w:t>Projekt organizacji ruchu w zależności od potrzeb i postępu robót powinien być aktualizowany przez Wykonawcę na bieżąco.</w:t>
      </w:r>
    </w:p>
    <w:p w14:paraId="60D2E2BB" w14:textId="77777777" w:rsidR="001E2BC5" w:rsidRPr="0026003C" w:rsidRDefault="001E2BC5">
      <w:r w:rsidRPr="0026003C">
        <w:t>Wykonawca dostarczy, zainstaluje i będzie utrzymywać tymczasowe urządzenia zabezpieczające, w tym: ogrodzenia, poręcze, oświetlenie, sygnały i znaki ostrzegawcze oraz  wszelkie inne środki niezbędne do ochrony robót, wygody społeczności i innych.</w:t>
      </w:r>
    </w:p>
    <w:p w14:paraId="1551150D" w14:textId="453C9AC1" w:rsidR="001E2BC5" w:rsidRPr="0026003C" w:rsidRDefault="001E2BC5">
      <w:r w:rsidRPr="0026003C">
        <w:t>W miejscach przylegających do dróg otwartych dla ruchu, Wykonawca ogro</w:t>
      </w:r>
      <w:r w:rsidR="00574A98" w:rsidRPr="0026003C">
        <w:t xml:space="preserve">dzi lub wyraźnie oznakuje teren </w:t>
      </w:r>
      <w:r w:rsidRPr="0026003C">
        <w:t xml:space="preserve">budowy, w sposób uzgodniony z </w:t>
      </w:r>
      <w:r w:rsidR="00FD13E1" w:rsidRPr="0026003C">
        <w:t>Inspektorem Nadzoru</w:t>
      </w:r>
      <w:r w:rsidRPr="0026003C">
        <w:t>.</w:t>
      </w:r>
    </w:p>
    <w:p w14:paraId="62A14386" w14:textId="2B870CF6" w:rsidR="001E2BC5" w:rsidRPr="0026003C" w:rsidRDefault="001E2BC5">
      <w:r w:rsidRPr="0026003C">
        <w:lastRenderedPageBreak/>
        <w:t xml:space="preserve">Wjazdy i wyjazdy z terenu budowy przeznaczone dla pojazdów i maszyn pracujących przy realizacji robót, Wykonawca odpowiednio oznakuje w sposób uzgodniony z </w:t>
      </w:r>
      <w:r w:rsidR="00FD13E1" w:rsidRPr="0026003C">
        <w:t>Inspektorem Nadzoru</w:t>
      </w:r>
      <w:r w:rsidRPr="0026003C">
        <w:t>.</w:t>
      </w:r>
    </w:p>
    <w:p w14:paraId="5FA86789" w14:textId="12AF7E4E" w:rsidR="001E2BC5" w:rsidRPr="0026003C" w:rsidRDefault="001E2BC5" w:rsidP="00630AEC">
      <w:pPr>
        <w:spacing w:after="60"/>
      </w:pPr>
      <w:r w:rsidRPr="0026003C">
        <w:t>Fakt przystąpienia do robót Wykonawca obwieści publicznie przed ich roz</w:t>
      </w:r>
      <w:r w:rsidR="00574A98" w:rsidRPr="0026003C">
        <w:t xml:space="preserve">poczęciem w sposób uzgodniony </w:t>
      </w:r>
      <w:r w:rsidR="00574A98" w:rsidRPr="0026003C">
        <w:br/>
        <w:t xml:space="preserve">z </w:t>
      </w:r>
      <w:r w:rsidR="00630AEC" w:rsidRPr="0026003C">
        <w:t>Zamawiającym lub osob</w:t>
      </w:r>
      <w:r w:rsidR="006F4E55" w:rsidRPr="0026003C">
        <w:t>ą</w:t>
      </w:r>
      <w:r w:rsidR="00630AEC" w:rsidRPr="0026003C">
        <w:t xml:space="preserve"> wyznaczon</w:t>
      </w:r>
      <w:r w:rsidR="006F4E55" w:rsidRPr="0026003C">
        <w:t>ą</w:t>
      </w:r>
      <w:r w:rsidR="00630AEC" w:rsidRPr="0026003C">
        <w:t xml:space="preserve"> z jego ramienia jak np. Inspektor Nadzoru Inwestorskiego/ Inspektor Nadzoru</w:t>
      </w:r>
      <w:r w:rsidR="00FD13E1" w:rsidRPr="0026003C">
        <w:t xml:space="preserve">, </w:t>
      </w:r>
      <w:r w:rsidRPr="0026003C">
        <w:t xml:space="preserve">oraz przez umieszczenie, w miejscach i ilościach określonych przez </w:t>
      </w:r>
      <w:r w:rsidR="00FD13E1" w:rsidRPr="0026003C">
        <w:t>Inspektora Nadzoru</w:t>
      </w:r>
      <w:r w:rsidRPr="0026003C">
        <w:t xml:space="preserve">, tablic informacyjnych, których treść będzie zatwierdzona przez </w:t>
      </w:r>
      <w:r w:rsidR="00FD13E1" w:rsidRPr="0026003C">
        <w:t>Inspektora Nadzoru</w:t>
      </w:r>
      <w:r w:rsidRPr="0026003C">
        <w:t>. Tablice informacyjne będą utrzymywane przez Wykonawcę w dobrym stanie przez cały okres realizacji robót.</w:t>
      </w:r>
      <w:r w:rsidR="00FD13E1" w:rsidRPr="0026003C">
        <w:t xml:space="preserve"> </w:t>
      </w:r>
      <w:r w:rsidRPr="0026003C">
        <w:t>Koszt zabezpieczenia terenu budowy nie podlega odrębnej zapłacie i przyjmuje się, że jest włączony w cenę kontraktową.</w:t>
      </w:r>
    </w:p>
    <w:p w14:paraId="61886187" w14:textId="755309A6" w:rsidR="004E172E" w:rsidRPr="0026003C" w:rsidRDefault="004E172E" w:rsidP="00630AEC">
      <w:pPr>
        <w:spacing w:after="60"/>
      </w:pPr>
      <w:r w:rsidRPr="0026003C">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5A98D646" w14:textId="77777777" w:rsidR="00117615" w:rsidRPr="0026003C" w:rsidRDefault="00117615" w:rsidP="00FD13E1"/>
    <w:p w14:paraId="34611DA9" w14:textId="77777777" w:rsidR="001E2BC5" w:rsidRPr="0026003C" w:rsidRDefault="001E2BC5">
      <w:pPr>
        <w:pStyle w:val="Nagwek3"/>
      </w:pPr>
      <w:r w:rsidRPr="0026003C">
        <w:rPr>
          <w:b/>
        </w:rPr>
        <w:t>1.5.5.</w:t>
      </w:r>
      <w:r w:rsidRPr="0026003C">
        <w:t xml:space="preserve"> Ochrona środowiska w czasie wykonywania robót</w:t>
      </w:r>
    </w:p>
    <w:p w14:paraId="0CBBBB42" w14:textId="5DC97991" w:rsidR="001E2BC5" w:rsidRPr="0026003C" w:rsidRDefault="001E2BC5">
      <w:pPr>
        <w:spacing w:before="60"/>
      </w:pPr>
      <w:r w:rsidRPr="0026003C">
        <w:t>Wykonawca ma obowiązek znać i stosować w czasie prowadzenia robót wszelkie przepisy dotyczące ochrony środowiska naturalnego.</w:t>
      </w:r>
    </w:p>
    <w:p w14:paraId="190B84CE" w14:textId="77777777" w:rsidR="001E2BC5" w:rsidRPr="0026003C" w:rsidRDefault="001E2BC5">
      <w:r w:rsidRPr="0026003C">
        <w:t>W okresie trwania budowy i wykańczania robót Wykonawca będzie:</w:t>
      </w:r>
    </w:p>
    <w:p w14:paraId="69F2A4A8" w14:textId="77777777" w:rsidR="001E2BC5" w:rsidRPr="0026003C" w:rsidRDefault="001E2BC5" w:rsidP="006B1F72">
      <w:pPr>
        <w:numPr>
          <w:ilvl w:val="0"/>
          <w:numId w:val="5"/>
        </w:numPr>
      </w:pPr>
      <w:r w:rsidRPr="0026003C">
        <w:t>utrzymywać teren budowy i wykopy w stanie bez wody stojącej,</w:t>
      </w:r>
    </w:p>
    <w:p w14:paraId="1CA3A85C" w14:textId="77777777" w:rsidR="001E2BC5" w:rsidRPr="0026003C" w:rsidRDefault="001E2BC5" w:rsidP="006B1F72">
      <w:pPr>
        <w:numPr>
          <w:ilvl w:val="0"/>
          <w:numId w:val="5"/>
        </w:numPr>
      </w:pPr>
      <w:r w:rsidRPr="0026003C">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4D7E9768" w14:textId="46C2F8FC" w:rsidR="001E2BC5" w:rsidRPr="0026003C" w:rsidRDefault="001E2BC5" w:rsidP="00DB4A46">
      <w:r w:rsidRPr="0026003C">
        <w:t>Stosując się do tych wymagań będzie miał szczególny wzgląd na:</w:t>
      </w:r>
    </w:p>
    <w:p w14:paraId="0C833D49" w14:textId="0039123E" w:rsidR="001E2BC5" w:rsidRPr="0026003C" w:rsidRDefault="001E2BC5" w:rsidP="006B1F72">
      <w:pPr>
        <w:numPr>
          <w:ilvl w:val="0"/>
          <w:numId w:val="6"/>
        </w:numPr>
      </w:pPr>
      <w:r w:rsidRPr="0026003C">
        <w:t xml:space="preserve">lokalizację </w:t>
      </w:r>
      <w:r w:rsidR="00D503CA" w:rsidRPr="0026003C">
        <w:t xml:space="preserve">zaplecza budowy, </w:t>
      </w:r>
      <w:r w:rsidRPr="0026003C">
        <w:t>baz</w:t>
      </w:r>
      <w:r w:rsidR="00D503CA" w:rsidRPr="0026003C">
        <w:t xml:space="preserve"> produkcyjnych</w:t>
      </w:r>
      <w:r w:rsidRPr="0026003C">
        <w:t>, warsztatów, magazynów, składowisk, ukopów i dróg dojazdowych,</w:t>
      </w:r>
    </w:p>
    <w:p w14:paraId="21D2DE75" w14:textId="77777777" w:rsidR="001E2BC5" w:rsidRPr="0026003C" w:rsidRDefault="001E2BC5" w:rsidP="006B1F72">
      <w:pPr>
        <w:numPr>
          <w:ilvl w:val="0"/>
          <w:numId w:val="6"/>
        </w:numPr>
      </w:pPr>
      <w:r w:rsidRPr="0026003C">
        <w:t>środki ostrożności i zabezpieczenia przed:</w:t>
      </w:r>
    </w:p>
    <w:p w14:paraId="31ACE62D" w14:textId="66004AFD" w:rsidR="001E2BC5" w:rsidRPr="0026003C" w:rsidRDefault="001E2BC5" w:rsidP="00B84B45">
      <w:pPr>
        <w:numPr>
          <w:ilvl w:val="0"/>
          <w:numId w:val="7"/>
        </w:numPr>
      </w:pPr>
      <w:r w:rsidRPr="0026003C">
        <w:t>zanieczyszczeniem zbiorników</w:t>
      </w:r>
      <w:r w:rsidR="00B84B45" w:rsidRPr="0026003C">
        <w:t>,</w:t>
      </w:r>
      <w:r w:rsidRPr="0026003C">
        <w:t xml:space="preserve"> cieków wodnych </w:t>
      </w:r>
      <w:r w:rsidR="00B84B45" w:rsidRPr="0026003C">
        <w:t xml:space="preserve">i gleby </w:t>
      </w:r>
      <w:r w:rsidRPr="0026003C">
        <w:t>pyłami</w:t>
      </w:r>
      <w:r w:rsidR="00B84B45" w:rsidRPr="0026003C">
        <w:t xml:space="preserve">, paliwem, olejami, materiałami bitumicznymi, chemikaliami i innymi szkodliwymi </w:t>
      </w:r>
      <w:r w:rsidRPr="0026003C">
        <w:t>substancjami toksycznymi,</w:t>
      </w:r>
    </w:p>
    <w:p w14:paraId="5107249D" w14:textId="77777777" w:rsidR="001E2BC5" w:rsidRPr="0026003C" w:rsidRDefault="001E2BC5" w:rsidP="00B84B45">
      <w:pPr>
        <w:numPr>
          <w:ilvl w:val="0"/>
          <w:numId w:val="7"/>
        </w:numPr>
      </w:pPr>
      <w:r w:rsidRPr="0026003C">
        <w:t>zanieczyszczeniem powietrza pyłami i gazami,</w:t>
      </w:r>
    </w:p>
    <w:p w14:paraId="49F3B394" w14:textId="0241F1EA" w:rsidR="00B84B45" w:rsidRPr="0026003C" w:rsidRDefault="00B84B45" w:rsidP="00B84B45">
      <w:pPr>
        <w:numPr>
          <w:ilvl w:val="0"/>
          <w:numId w:val="7"/>
        </w:numPr>
      </w:pPr>
      <w:r w:rsidRPr="0026003C">
        <w:t>przekroczeniem dopuszczalnych norm hałasu,</w:t>
      </w:r>
    </w:p>
    <w:p w14:paraId="07126A46" w14:textId="77777777" w:rsidR="00B84B45" w:rsidRPr="0026003C" w:rsidRDefault="001E2BC5" w:rsidP="00B84B45">
      <w:pPr>
        <w:numPr>
          <w:ilvl w:val="0"/>
          <w:numId w:val="7"/>
        </w:numPr>
      </w:pPr>
      <w:r w:rsidRPr="0026003C">
        <w:t>możliwością powstania pożaru</w:t>
      </w:r>
      <w:r w:rsidR="00B84B45" w:rsidRPr="0026003C">
        <w:t>,</w:t>
      </w:r>
    </w:p>
    <w:p w14:paraId="3DDE7B61" w14:textId="0FECB618" w:rsidR="00B84B45" w:rsidRPr="0026003C" w:rsidRDefault="00B84B45" w:rsidP="00B84B45">
      <w:pPr>
        <w:numPr>
          <w:ilvl w:val="0"/>
          <w:numId w:val="7"/>
        </w:numPr>
      </w:pPr>
      <w:r w:rsidRPr="0026003C">
        <w:t>niszczeniem drzewostanu przyległego do terenu budowy.</w:t>
      </w:r>
    </w:p>
    <w:p w14:paraId="30621578" w14:textId="77777777" w:rsidR="00B84B45" w:rsidRPr="0026003C" w:rsidRDefault="00B84B45" w:rsidP="00B84B45">
      <w:pPr>
        <w:spacing w:after="60"/>
        <w:ind w:left="568"/>
      </w:pPr>
    </w:p>
    <w:p w14:paraId="1DAC48DC" w14:textId="77777777" w:rsidR="001E2BC5" w:rsidRPr="0026003C" w:rsidRDefault="001E2BC5">
      <w:pPr>
        <w:pStyle w:val="Nagwek3"/>
      </w:pPr>
      <w:r w:rsidRPr="0026003C">
        <w:rPr>
          <w:b/>
        </w:rPr>
        <w:t>1.5.6.</w:t>
      </w:r>
      <w:r w:rsidRPr="0026003C">
        <w:t xml:space="preserve"> Ochrona przeciwpożarowa</w:t>
      </w:r>
    </w:p>
    <w:p w14:paraId="7573E647" w14:textId="0C366121" w:rsidR="001E2BC5" w:rsidRPr="0026003C" w:rsidRDefault="001E2BC5">
      <w:pPr>
        <w:spacing w:before="60"/>
      </w:pPr>
      <w:r w:rsidRPr="0026003C">
        <w:t>Wykonawca będzie przestrzegać przepisy ochrony przeciwpożarowej.</w:t>
      </w:r>
    </w:p>
    <w:p w14:paraId="7A562122" w14:textId="191B3533" w:rsidR="001E2BC5" w:rsidRPr="0026003C" w:rsidRDefault="001E2BC5">
      <w:r w:rsidRPr="0026003C">
        <w:t xml:space="preserve">Wykonawca będzie utrzymywać, wymagany na podstawie odpowiednich przepisów sprawny sprzęt przeciwpożarowy, na terenie </w:t>
      </w:r>
      <w:r w:rsidR="00137E67" w:rsidRPr="0026003C">
        <w:t xml:space="preserve">zaplecza budowy, </w:t>
      </w:r>
      <w:r w:rsidRPr="0026003C">
        <w:t>baz produkcyjnych, w pomieszczeniach biurowych, mieszkalnych, magazynach oraz w maszynach i pojazdach.</w:t>
      </w:r>
    </w:p>
    <w:p w14:paraId="5542128E" w14:textId="77777777" w:rsidR="001E2BC5" w:rsidRPr="0026003C" w:rsidRDefault="001E2BC5">
      <w:r w:rsidRPr="0026003C">
        <w:t>Materiały łatwopalne będą składowane w sposób zgodny z odpowiednimi przepisami i zabezpieczone przed dostępem osób trzecich.</w:t>
      </w:r>
    </w:p>
    <w:p w14:paraId="62CEBF81" w14:textId="77777777" w:rsidR="001E2BC5" w:rsidRPr="0026003C" w:rsidRDefault="001E2BC5">
      <w:pPr>
        <w:spacing w:after="60"/>
      </w:pPr>
      <w:r w:rsidRPr="0026003C">
        <w:t>Wykonawca będzie odpowiedzialny za wszelkie straty spowodowane pożarem wywołanym jako rezultat realizacji robót albo przez personel Wykonawcy.</w:t>
      </w:r>
    </w:p>
    <w:p w14:paraId="3095A39D" w14:textId="77777777" w:rsidR="001E2BC5" w:rsidRPr="0026003C" w:rsidRDefault="001E2BC5">
      <w:pPr>
        <w:pStyle w:val="Nagwek3"/>
      </w:pPr>
      <w:r w:rsidRPr="0026003C">
        <w:rPr>
          <w:b/>
        </w:rPr>
        <w:t>1.5.7.</w:t>
      </w:r>
      <w:r w:rsidRPr="0026003C">
        <w:t xml:space="preserve"> Materiały szkodliwe dla otoczenia</w:t>
      </w:r>
    </w:p>
    <w:p w14:paraId="77B27927" w14:textId="1D38DB0C" w:rsidR="001E2BC5" w:rsidRPr="0026003C" w:rsidRDefault="001E2BC5">
      <w:pPr>
        <w:spacing w:before="60"/>
      </w:pPr>
      <w:r w:rsidRPr="0026003C">
        <w:t>Materiały, które w sposób trwały są szkodliwe dla otoczenia, nie będą dopuszczone do użycia.</w:t>
      </w:r>
    </w:p>
    <w:p w14:paraId="14DEB313" w14:textId="77777777" w:rsidR="001E2BC5" w:rsidRPr="0026003C" w:rsidRDefault="001E2BC5">
      <w:r w:rsidRPr="0026003C">
        <w:t>Nie dopuszcza się użycia materiałów wywołujących szkodliwe promie</w:t>
      </w:r>
      <w:r w:rsidR="00574A98" w:rsidRPr="0026003C">
        <w:t xml:space="preserve">niowanie o stężeniu większym od </w:t>
      </w:r>
      <w:r w:rsidRPr="0026003C">
        <w:t>dopuszczalnego, określonego odpowiednimi przepisami.</w:t>
      </w:r>
    </w:p>
    <w:p w14:paraId="3E889494" w14:textId="414C2A68" w:rsidR="001E2BC5" w:rsidRPr="0026003C" w:rsidRDefault="001E2BC5">
      <w:r w:rsidRPr="0026003C">
        <w:t xml:space="preserve">Wszelkie materiały odpadowe użyte do robót będą miały </w:t>
      </w:r>
      <w:r w:rsidR="00741439" w:rsidRPr="0026003C">
        <w:t xml:space="preserve">krajową lub europejską ocenę techniczną lub stosowne zezwolenia wydane przez uprawnioną jednostkę, </w:t>
      </w:r>
      <w:r w:rsidRPr="0026003C">
        <w:t>jednoznacznie określającą brak szkodliwego oddziaływania tych materiałów na środowisko</w:t>
      </w:r>
      <w:r w:rsidR="00741439" w:rsidRPr="0026003C">
        <w:t xml:space="preserve"> (np. destrukt zawierający substancje smołowe).</w:t>
      </w:r>
    </w:p>
    <w:p w14:paraId="18B8BFD8" w14:textId="77777777" w:rsidR="001E2BC5" w:rsidRPr="0026003C" w:rsidRDefault="001E2BC5">
      <w:r w:rsidRPr="0026003C">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79687F" w14:textId="25BD941B" w:rsidR="00741439" w:rsidRPr="0026003C" w:rsidRDefault="00741439">
      <w:pPr>
        <w:spacing w:after="60"/>
      </w:pPr>
      <w:r w:rsidRPr="0026003C">
        <w:t xml:space="preserve">Gospodarkę odpadami należy prowadzić zgodnie z Ustawą, z dnia 14 grudnia 2012 r. o odpadach </w:t>
      </w:r>
      <w:r w:rsidR="005322B9" w:rsidRPr="0026003C">
        <w:t>(Dz. U. 2023 poz. 1587).</w:t>
      </w:r>
      <w:r w:rsidR="001E2BC5" w:rsidRPr="0026003C">
        <w:tab/>
      </w:r>
    </w:p>
    <w:p w14:paraId="789B74DD" w14:textId="77777777" w:rsidR="00741439" w:rsidRPr="0026003C" w:rsidRDefault="00741439">
      <w:pPr>
        <w:spacing w:after="60"/>
      </w:pPr>
    </w:p>
    <w:p w14:paraId="7BB3E7BC" w14:textId="77777777" w:rsidR="001E2BC5" w:rsidRPr="0026003C" w:rsidRDefault="001E2BC5">
      <w:pPr>
        <w:pStyle w:val="Nagwek3"/>
      </w:pPr>
      <w:r w:rsidRPr="0026003C">
        <w:rPr>
          <w:b/>
        </w:rPr>
        <w:lastRenderedPageBreak/>
        <w:t>1.5.8.</w:t>
      </w:r>
      <w:r w:rsidRPr="0026003C">
        <w:t xml:space="preserve"> Ochrona własności publicznej i prywatnej</w:t>
      </w:r>
    </w:p>
    <w:p w14:paraId="3FCE1DCC" w14:textId="43D49688" w:rsidR="001E2BC5" w:rsidRPr="0026003C" w:rsidRDefault="001E2BC5">
      <w:pPr>
        <w:spacing w:before="60"/>
      </w:pPr>
      <w:r w:rsidRPr="0026003C">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27A27434" w14:textId="77777777" w:rsidR="001A6990" w:rsidRPr="0026003C" w:rsidRDefault="001E2BC5">
      <w:pPr>
        <w:spacing w:after="60"/>
      </w:pPr>
      <w:r w:rsidRPr="0026003C">
        <w:t xml:space="preserve">Wykonawca zobowiązany jest umieścić w swoim harmonogramie rezerwę czasową dla wszelkiego rodzaju robót, które mają być wykonane w zakresie przełożenia instalacji i urządzeń podziemnych na terenie budowy </w:t>
      </w:r>
      <w:r w:rsidR="008B30F5" w:rsidRPr="0026003C">
        <w:br/>
      </w:r>
      <w:r w:rsidRPr="0026003C">
        <w:t xml:space="preserve">i powiadomić </w:t>
      </w:r>
      <w:r w:rsidR="008B30F5" w:rsidRPr="0026003C">
        <w:t>Inspektora Nadzoru</w:t>
      </w:r>
      <w:r w:rsidRPr="0026003C">
        <w:t xml:space="preserve"> i władze lokalne o zamiarze rozpoczęcia robót. O fakcie przypadkowego uszkodzenia tych instalacji Wykonawca bezzwłocznie powiadomi </w:t>
      </w:r>
      <w:r w:rsidR="008B30F5" w:rsidRPr="0026003C">
        <w:t>Inspektora Nadzoru</w:t>
      </w:r>
      <w:r w:rsidR="001A6990" w:rsidRPr="0026003C">
        <w:t xml:space="preserve"> </w:t>
      </w:r>
      <w:r w:rsidRPr="0026003C">
        <w:t xml:space="preserve">i zainteresowane władze oraz będzie z nimi współpracował dostarczając wszelkiej pomocy potrzebnej przy dokonywaniu napraw. </w:t>
      </w:r>
    </w:p>
    <w:p w14:paraId="6159E74F" w14:textId="705FD605" w:rsidR="001E2BC5" w:rsidRPr="0026003C" w:rsidRDefault="001E2BC5">
      <w:pPr>
        <w:spacing w:after="60"/>
      </w:pPr>
      <w:r w:rsidRPr="0026003C">
        <w:t>Wykonawca będzie odpowiadać za wszelkie spowodowane przez jego działania uszkodzenia instalacji na powierzchni ziemi i urządzeń podziemnych wykazanych w dokumentach dostarczonych mu przez Zamawiającego.</w:t>
      </w:r>
    </w:p>
    <w:p w14:paraId="510BB77C" w14:textId="77777777" w:rsidR="001E2BC5" w:rsidRPr="0026003C" w:rsidRDefault="001E2BC5">
      <w:pPr>
        <w:spacing w:after="60"/>
      </w:pPr>
      <w:r w:rsidRPr="0026003C">
        <w:t xml:space="preserve">Jeżeli teren budowy przylega do terenów z zabudową mieszkaniową, Wykonawca będzie realizować roboty </w:t>
      </w:r>
      <w:r w:rsidR="00600E6F" w:rsidRPr="0026003C">
        <w:br/>
      </w:r>
      <w:r w:rsidRPr="0026003C">
        <w:t>w sposób powodujący minimalne niedogodności dla mieszkańców. Wykonawca odpowiada za wszelkie uszkodzenia zabudowy mieszkaniowej w sąsiedztwie budowy, spowodowane jego działalnością.</w:t>
      </w:r>
    </w:p>
    <w:p w14:paraId="498AFE91" w14:textId="740AFCBE" w:rsidR="001E2BC5" w:rsidRPr="0026003C" w:rsidRDefault="008B30F5">
      <w:pPr>
        <w:spacing w:after="60"/>
      </w:pPr>
      <w:r w:rsidRPr="0026003C">
        <w:t xml:space="preserve">Inspektor Nadzoru  </w:t>
      </w:r>
      <w:r w:rsidR="001E2BC5" w:rsidRPr="0026003C">
        <w:t xml:space="preserve">będzie na bieżąco informowany o wszystkich umowach zawartych pomiędzy Wykonawcą a właścicielami nieruchomości i dotyczących korzystania z własności i dróg wewnętrznych. Jednakże, ani </w:t>
      </w:r>
      <w:r w:rsidRPr="0026003C">
        <w:t xml:space="preserve">Inspektor Nadzoru  </w:t>
      </w:r>
      <w:r w:rsidR="001E2BC5" w:rsidRPr="0026003C">
        <w:t>ani Zamawiający nie będzie ingerował w takie porozumienia, o ile nie będą one sprzeczne z postanowieniami zawartymi w warunkach umowy.</w:t>
      </w:r>
    </w:p>
    <w:p w14:paraId="7454D771" w14:textId="77777777" w:rsidR="001E2BC5" w:rsidRPr="0026003C" w:rsidRDefault="001E2BC5">
      <w:pPr>
        <w:pStyle w:val="Nagwek3"/>
      </w:pPr>
      <w:r w:rsidRPr="0026003C">
        <w:rPr>
          <w:b/>
        </w:rPr>
        <w:t>1.5.9.</w:t>
      </w:r>
      <w:r w:rsidRPr="0026003C">
        <w:t xml:space="preserve"> Ograniczenie obciążeń osi pojazdów</w:t>
      </w:r>
    </w:p>
    <w:p w14:paraId="75D9F0ED" w14:textId="4D9FB14D" w:rsidR="001E2BC5" w:rsidRPr="0026003C" w:rsidRDefault="001E2BC5">
      <w:pPr>
        <w:spacing w:before="60" w:after="60"/>
      </w:pPr>
      <w:r w:rsidRPr="0026003C">
        <w:t xml:space="preserve">Wykonawca będzie stosować się do ustawowych ograniczeń </w:t>
      </w:r>
      <w:r w:rsidR="006C47AD" w:rsidRPr="0026003C">
        <w:t>nacisków osi</w:t>
      </w:r>
      <w:r w:rsidR="007032A2" w:rsidRPr="0026003C">
        <w:t xml:space="preserve"> </w:t>
      </w:r>
      <w:r w:rsidR="00400C59" w:rsidRPr="0026003C">
        <w:t xml:space="preserve">przy transporcie </w:t>
      </w:r>
      <w:r w:rsidRPr="0026003C">
        <w:t xml:space="preserve">materiałów </w:t>
      </w:r>
      <w:r w:rsidR="008B30F5" w:rsidRPr="0026003C">
        <w:br/>
      </w:r>
      <w:r w:rsidRPr="0026003C">
        <w:t xml:space="preserve">i wyposażenia na i z terenu robót. Wykonawca uzyska wszelkie niezbędne zezwolenia i uzgodnienia od właściwych władz co do przewozu nietypowych wagowo ładunków (ponadnormatywnych) i o każdym takim przewozie będzie powiadamiał </w:t>
      </w:r>
      <w:r w:rsidR="008B30F5" w:rsidRPr="0026003C">
        <w:t>Inspektora Nadzoru</w:t>
      </w:r>
      <w:r w:rsidRPr="0026003C">
        <w:t xml:space="preserve">. </w:t>
      </w:r>
      <w:r w:rsidR="008B30F5" w:rsidRPr="0026003C">
        <w:t xml:space="preserve">Inspektor Nadzoru  </w:t>
      </w:r>
      <w:r w:rsidRPr="0026003C">
        <w:t xml:space="preserve">może polecić, aby pojazdy nie spełniające tych warunków zostały usunięte z terenu budowy. Pojazdy </w:t>
      </w:r>
      <w:r w:rsidR="00400C59" w:rsidRPr="0026003C">
        <w:t xml:space="preserve">i ładunki </w:t>
      </w:r>
      <w:r w:rsidRPr="0026003C">
        <w:t xml:space="preserve">powodujące nadmierne obciążenie osiowe nie będą dopuszczone na świeżo ukończony fragment budowy w obrębie terenu budowy i Wykonawca będzie odpowiadał za naprawę wszelkich robót w ten sposób uszkodzonych, zgodnie z poleceniami </w:t>
      </w:r>
      <w:r w:rsidR="008B30F5" w:rsidRPr="0026003C">
        <w:t xml:space="preserve">Inspektora Nadzoru </w:t>
      </w:r>
      <w:r w:rsidRPr="0026003C">
        <w:t>.</w:t>
      </w:r>
    </w:p>
    <w:p w14:paraId="44FC9D12" w14:textId="77777777" w:rsidR="001E2BC5" w:rsidRPr="0026003C" w:rsidRDefault="001E2BC5">
      <w:pPr>
        <w:pStyle w:val="Nagwek3"/>
      </w:pPr>
      <w:r w:rsidRPr="0026003C">
        <w:rPr>
          <w:b/>
        </w:rPr>
        <w:t>1.5.10.</w:t>
      </w:r>
      <w:r w:rsidRPr="0026003C">
        <w:t xml:space="preserve"> Bezpieczeństwo i higiena pracy</w:t>
      </w:r>
    </w:p>
    <w:p w14:paraId="2A22A7D0" w14:textId="0261C545" w:rsidR="001E2BC5" w:rsidRPr="0026003C" w:rsidRDefault="001E2BC5">
      <w:pPr>
        <w:spacing w:before="60"/>
      </w:pPr>
      <w:r w:rsidRPr="0026003C">
        <w:t xml:space="preserve">Podczas realizacji robót Wykonawca będzie przestrzegać przepisów dotyczących bezpieczeństwa </w:t>
      </w:r>
      <w:r w:rsidR="00BC3183" w:rsidRPr="0026003C">
        <w:br/>
      </w:r>
      <w:r w:rsidRPr="0026003C">
        <w:t>i higieny pracy.</w:t>
      </w:r>
    </w:p>
    <w:p w14:paraId="0E8C9C19" w14:textId="77777777" w:rsidR="001E2BC5" w:rsidRPr="0026003C" w:rsidRDefault="001E2BC5">
      <w:r w:rsidRPr="0026003C">
        <w:t>W szczególności Wykonawca ma obowiązek zadbać, aby personel nie wykonywał pracy w warunkach niebezpiecznych, szkodliwych dla zdrowia oraz nie spełniających odpowiednich wymagań sanitarnych.</w:t>
      </w:r>
    </w:p>
    <w:p w14:paraId="434D3423" w14:textId="77777777" w:rsidR="001E2BC5" w:rsidRPr="0026003C" w:rsidRDefault="001E2BC5">
      <w:r w:rsidRPr="0026003C">
        <w:t>Wykonawca zapewni i będzie utrzymywał wszelkie urządzenia zabezpieczające, socjalne oraz sprzęt i odpowiednią odzież dla ochrony życia i zdrowia osób zatrudnionych na budowie oraz dla zapewnienia bezpieczeństwa publicznego.</w:t>
      </w:r>
    </w:p>
    <w:p w14:paraId="03D60061" w14:textId="3365B7E0" w:rsidR="00BC3183" w:rsidRPr="0026003C" w:rsidRDefault="00400C59" w:rsidP="00BC3183">
      <w:pPr>
        <w:spacing w:after="60"/>
      </w:pPr>
      <w:r w:rsidRPr="0026003C">
        <w:t xml:space="preserve">Kierownik budowy jest zobowiązany sporządzić przed rozpoczęciem budowy plan bezpieczeństwa </w:t>
      </w:r>
      <w:r w:rsidR="00BC3183" w:rsidRPr="0026003C">
        <w:br/>
      </w:r>
      <w:r w:rsidRPr="0026003C">
        <w:t>i ochrony zdrowia uwzględniający specyfikę planowanej inwestycji i warunki prowadzenia robót budowlanych.</w:t>
      </w:r>
      <w:r w:rsidR="00BC3183" w:rsidRPr="0026003C">
        <w:t xml:space="preserve"> Przygotowany plan bezpieczeństwa i ochrony zdrowia należy opracować zgodnie z </w:t>
      </w:r>
      <w:r w:rsidR="003F2211" w:rsidRPr="0026003C">
        <w:rPr>
          <w:rStyle w:val="h1"/>
        </w:rPr>
        <w:t>Dz.U. 2003 nr 120 poz. 1126</w:t>
      </w:r>
      <w:r w:rsidR="003F2211" w:rsidRPr="0026003C">
        <w:t xml:space="preserve"> </w:t>
      </w:r>
      <w:r w:rsidR="003F2211" w:rsidRPr="0026003C">
        <w:br/>
        <w:t>z dnia 23 czerwca 2003 r.</w:t>
      </w:r>
      <w:r w:rsidR="00BC3183" w:rsidRPr="0026003C">
        <w:t xml:space="preserve"> Rozporządzenie Ministra Infrastruktury w sprawie szczegółowego zakresu i formy planu bezpieczeństwa i ochrony zdrowia ludzi.</w:t>
      </w:r>
    </w:p>
    <w:p w14:paraId="43D93EAA" w14:textId="77777777" w:rsidR="00BC3183" w:rsidRPr="0026003C" w:rsidRDefault="00BC3183" w:rsidP="00BC3183">
      <w:pPr>
        <w:spacing w:after="60"/>
      </w:pPr>
      <w:r w:rsidRPr="0026003C">
        <w:t>Uznaje się, że wszelkie koszty związane z wypełnieniem wymagań określonych powyżej nie podlegają odrębnej zapłacie i są uwzględnione w cenie kontraktowej.</w:t>
      </w:r>
    </w:p>
    <w:p w14:paraId="0FE814B8" w14:textId="77777777" w:rsidR="001E2BC5" w:rsidRPr="0026003C" w:rsidRDefault="001E2BC5">
      <w:pPr>
        <w:pStyle w:val="Nagwek3"/>
      </w:pPr>
      <w:r w:rsidRPr="0026003C">
        <w:rPr>
          <w:b/>
        </w:rPr>
        <w:t>1.5.11.</w:t>
      </w:r>
      <w:r w:rsidRPr="0026003C">
        <w:t xml:space="preserve"> Ochrona i utrzymanie robót</w:t>
      </w:r>
    </w:p>
    <w:p w14:paraId="556F8872" w14:textId="604BEE61" w:rsidR="001E2BC5" w:rsidRPr="0026003C" w:rsidRDefault="001E2BC5">
      <w:pPr>
        <w:pStyle w:val="Nagwek3"/>
        <w:spacing w:after="0"/>
      </w:pPr>
      <w:bookmarkStart w:id="5" w:name="_Toc412518567"/>
      <w:r w:rsidRPr="0026003C">
        <w:t>Wykonawca będzie odpowiadał za ochronę robót i za wszelkie materiały i urządzenia używane do robót od daty rozpoczęcia do daty wydania potwierdzenia zakończenia robót przez</w:t>
      </w:r>
      <w:bookmarkEnd w:id="5"/>
      <w:r w:rsidR="003F2211" w:rsidRPr="0026003C">
        <w:t xml:space="preserve"> Inspektora Nadzoru .</w:t>
      </w:r>
    </w:p>
    <w:p w14:paraId="32D26F10" w14:textId="24C715D3" w:rsidR="001E2BC5" w:rsidRPr="0026003C" w:rsidRDefault="001E2BC5">
      <w:r w:rsidRPr="0026003C">
        <w:t>Wykonawca będzie utrzymywać roboty do czasu odbioru ostatecznego. Utrzymanie powinno być prowadzone w</w:t>
      </w:r>
      <w:r w:rsidR="00C0075A" w:rsidRPr="0026003C">
        <w:t xml:space="preserve"> </w:t>
      </w:r>
      <w:r w:rsidRPr="0026003C">
        <w:t>taki sposób, aby budowla drogowa lub jej elementy były w zadowalającym stanie przez cały czas, do momentu odbioru ostatecznego.</w:t>
      </w:r>
    </w:p>
    <w:p w14:paraId="4DFB8936" w14:textId="750AAF6A" w:rsidR="001E2BC5" w:rsidRPr="0026003C" w:rsidRDefault="001E2BC5">
      <w:pPr>
        <w:spacing w:after="60"/>
      </w:pPr>
      <w:r w:rsidRPr="0026003C">
        <w:t xml:space="preserve">Jeśli Wykonawca w jakimkolwiek czasie zaniedba utrzymanie, to na polecenie </w:t>
      </w:r>
      <w:r w:rsidR="003F2211" w:rsidRPr="0026003C">
        <w:t xml:space="preserve">Inspektora Nadzoru </w:t>
      </w:r>
      <w:r w:rsidRPr="0026003C">
        <w:t xml:space="preserve"> powinien rozpocząć roboty utrzymaniowe nie później niż w 24 godziny po otrzymaniu tego polecenia.</w:t>
      </w:r>
    </w:p>
    <w:p w14:paraId="45CBB2A3" w14:textId="77777777" w:rsidR="001E2BC5" w:rsidRPr="0026003C" w:rsidRDefault="001E2BC5">
      <w:pPr>
        <w:pStyle w:val="Nagwek3"/>
      </w:pPr>
      <w:r w:rsidRPr="0026003C">
        <w:rPr>
          <w:b/>
        </w:rPr>
        <w:t>1.5.12.</w:t>
      </w:r>
      <w:r w:rsidRPr="0026003C">
        <w:t xml:space="preserve"> Stosowanie się do prawa i innych przepisów</w:t>
      </w:r>
    </w:p>
    <w:p w14:paraId="3290DEC6" w14:textId="4466FF24" w:rsidR="001E2BC5" w:rsidRPr="0026003C" w:rsidRDefault="001E2BC5">
      <w:pPr>
        <w:spacing w:before="60"/>
      </w:pPr>
      <w:r w:rsidRPr="0026003C">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ABF174F" w14:textId="14B20475" w:rsidR="001E2BC5" w:rsidRPr="0026003C" w:rsidRDefault="001E2BC5">
      <w:pPr>
        <w:spacing w:after="120"/>
      </w:pPr>
      <w:r w:rsidRPr="0026003C">
        <w:lastRenderedPageBreak/>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3F2211" w:rsidRPr="0026003C">
        <w:t xml:space="preserve">Inspektora Nadzoru  </w:t>
      </w:r>
      <w:r w:rsidRPr="0026003C">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w:t>
      </w:r>
      <w:r w:rsidR="003F2211" w:rsidRPr="0026003C">
        <w:t>Zamawiającego</w:t>
      </w:r>
      <w:r w:rsidRPr="0026003C">
        <w:t>.</w:t>
      </w:r>
    </w:p>
    <w:p w14:paraId="611B56F6" w14:textId="77777777" w:rsidR="001E2BC5" w:rsidRPr="0026003C" w:rsidRDefault="001E2BC5">
      <w:pPr>
        <w:spacing w:after="120"/>
      </w:pPr>
      <w:r w:rsidRPr="0026003C">
        <w:rPr>
          <w:b/>
        </w:rPr>
        <w:t>1.5.14.</w:t>
      </w:r>
      <w:r w:rsidRPr="0026003C">
        <w:t xml:space="preserve"> Wykopaliska</w:t>
      </w:r>
    </w:p>
    <w:p w14:paraId="060EE941" w14:textId="77777777" w:rsidR="00385F61" w:rsidRDefault="00385F61" w:rsidP="00385F61">
      <w:pPr>
        <w:spacing w:after="120"/>
      </w:pPr>
      <w:r>
        <w:t xml:space="preserve">Projektowana inwestycja znajduje się w rejonie występowania stanowiska archeologicznego o numerze AZP 72-73/7 podlegającego ochronie na podstawie art. 7 ust. 1 i 3 oraz art. 31 ust 1a ustawy z dnia 23 lipca 2003 r. o  ochronie zabytków i opiece nad zabytkami (Dz.U. z 2020 r. </w:t>
      </w:r>
      <w:proofErr w:type="spellStart"/>
      <w:r>
        <w:t>poz</w:t>
      </w:r>
      <w:proofErr w:type="spellEnd"/>
      <w:r>
        <w:t xml:space="preserve"> 282).</w:t>
      </w:r>
    </w:p>
    <w:p w14:paraId="0517054F" w14:textId="77777777" w:rsidR="00385F61" w:rsidRDefault="00385F61" w:rsidP="00385F61">
      <w:pPr>
        <w:spacing w:after="120"/>
      </w:pPr>
      <w:r>
        <w:t>Zgodnie z decyzją 164/DR/23 Mazowieckiego Wojewódzkiego Konserwatora Zabytków określono zakres i rodzaj niezbędnych  badań archeologicznych w związku z projektowaną inwestycją rozbudowy drogi wojewódzkiej nr 691 na odcinku od włączenia w drogę 738 do km 21+180 w m. Bąkowiec na dz. nr 11, 13, 14/7, 15, 16, 17, 18, 19/1 w następujący sposób:</w:t>
      </w:r>
    </w:p>
    <w:p w14:paraId="5F335EFF" w14:textId="77777777" w:rsidR="00385F61" w:rsidRDefault="00385F61" w:rsidP="00385F61">
      <w:pPr>
        <w:spacing w:after="120"/>
      </w:pPr>
      <w:r>
        <w:t>Inwestycję należy objąć stałym nadzorem archeologicznym w trakcie prowadzenia prac ziemnych z możliwością przekształcenia w badania ratownicze wykopaliskowe.</w:t>
      </w:r>
    </w:p>
    <w:p w14:paraId="50D0386C" w14:textId="77777777" w:rsidR="00385F61" w:rsidRDefault="00385F61" w:rsidP="00385F61">
      <w:pPr>
        <w:spacing w:after="120"/>
      </w:pPr>
      <w:r>
        <w:t>Biorąc pod uwagę  zakres i rodzaj inwestycji Mazowiecki Wojewódzki Konserwator Zabytków stwierdza, że prowadzenie inwestycji pod stałym, nadzorem archeologicznym z możliwością przekształcenia w badania archeologiczne, pozwoli na zabezpieczenie i udokumentowania substancji zabytkowej jaka może zostać odkryta w trakcie realizacji inwestycji.</w:t>
      </w:r>
    </w:p>
    <w:p w14:paraId="5F1174A1" w14:textId="77777777" w:rsidR="00385F61" w:rsidRDefault="00385F61" w:rsidP="00385F61">
      <w:pPr>
        <w:spacing w:after="120"/>
      </w:pPr>
      <w:r>
        <w:t>W trakcie prowadzenia prac budowlanych lub ziemnych należy zwrócić uwagę na odkrywane przedmioty, które mogą okazać się zabytkami. W razie znaleziska postąpić zgodnie z przepisami art. 32 ust. 1 ustawy o ochronie zabytków i opiece nad zabytkami, czyli wstrzymać roboty mogące uszkodzić znaleziony przedmiot, zabezpieczyć ten przedmiot i miejsce jego odkrycia oraz zawiadomić o zaistniałym fakcie właściwego konserwatora zabytków.</w:t>
      </w:r>
    </w:p>
    <w:p w14:paraId="03A4861E" w14:textId="3BB425D2" w:rsidR="00385F61" w:rsidRDefault="00385F61" w:rsidP="00385F61">
      <w:pPr>
        <w:spacing w:after="120"/>
      </w:pPr>
      <w:r>
        <w:t>Zezwolenie na prowadzenie badań archeologicznych należy uzyskać od Mazowieckiego Wojewódzkiego Konserwatora Zabytków, Delegatura w Radomiu</w:t>
      </w:r>
    </w:p>
    <w:p w14:paraId="75001D69" w14:textId="15827E9A" w:rsidR="00D57DCD" w:rsidRPr="0026003C" w:rsidRDefault="00D57DCD">
      <w:pPr>
        <w:spacing w:after="120"/>
      </w:pPr>
      <w:r w:rsidRPr="0026003C">
        <w:t xml:space="preserve">Przedmioty będące zabytkami archeologicznymi odkrytymi, przypadkowo znalezionymi albo pozyskanymi </w:t>
      </w:r>
      <w:r w:rsidRPr="0026003C">
        <w:br/>
        <w:t>w wyniku badań archeologicznych na Placu Budowy stanowią własność Skarbu Państwa (art. 35 ustawy z 23.07.2003 r. o ochronie zabytków i opiece nad zabytkami z późniejszymi zmianami). W przypadku odkrycia, w czasie prowadzenia robót ziemnych przedmiotu, co do którego istnieje podejrzenie, że jest zabytkiem archeologicznym, Wykonawca jest zobowiązany wstrzymać w tym miejscu roboty budowlane, zabezpieczyć zabytek i miejsce jego znalezienia oraz niezwłocznie powiadomić Zamawiającego, Inspektora Nadzoru oraz Konserwatora Zabytków (zgodnie z zapisami art. 32 ww. Ustawy). Jeżeli w wyniku tych poleceń Wykonawca poniesie koszty i/lub wystąpią opóźnienia w robotach, Inspektor Nadzoru po uzgodnieniu z Zamawiającym i Wykonawcą ustali wydłużenie czasu wykonania robot i/lub wysokość kwoty, o którą należy zwiększyć cenę kontraktową. Wznowienie wstrzymanych robot nastąpi na podstawie zezwolenia Wojewódzkiego Konserwatora Zabytków i Inspektora Nadzoru.</w:t>
      </w:r>
    </w:p>
    <w:p w14:paraId="16552A49" w14:textId="77777777" w:rsidR="001E2BC5" w:rsidRPr="0026003C" w:rsidRDefault="001E2BC5">
      <w:pPr>
        <w:pStyle w:val="Nagwek1"/>
      </w:pPr>
      <w:bookmarkStart w:id="6" w:name="_Toc416830699"/>
      <w:bookmarkStart w:id="7" w:name="_Toc6881280"/>
      <w:bookmarkStart w:id="8" w:name="_Toc324793905"/>
      <w:r w:rsidRPr="0026003C">
        <w:t>2. MATERIAŁY</w:t>
      </w:r>
      <w:bookmarkEnd w:id="6"/>
      <w:bookmarkEnd w:id="7"/>
      <w:bookmarkEnd w:id="8"/>
    </w:p>
    <w:p w14:paraId="5C43E864" w14:textId="3F7AFFA0" w:rsidR="001E2BC5" w:rsidRPr="0026003C" w:rsidRDefault="001E2BC5">
      <w:pPr>
        <w:pStyle w:val="Nagwek2"/>
      </w:pPr>
      <w:r w:rsidRPr="0026003C">
        <w:t xml:space="preserve">2.1. </w:t>
      </w:r>
      <w:r w:rsidR="000B455F" w:rsidRPr="0026003C">
        <w:t>Zasady dopuszczenia do stosowania materiałów i wyrobów budowlanych</w:t>
      </w:r>
    </w:p>
    <w:p w14:paraId="1857EE7F" w14:textId="56AB288A" w:rsidR="00B10FBA" w:rsidRPr="0026003C" w:rsidRDefault="000B455F" w:rsidP="000B455F">
      <w:r w:rsidRPr="0026003C">
        <w:t>Materiały i wyroby budowlane muszą spełniać zasady zgodnie z Ustawą z dn. 16.04.2004 r., o wyrobach budowlanych (Dz. U. z 2021 r. poz. 1213, z późn. zm.).</w:t>
      </w:r>
    </w:p>
    <w:p w14:paraId="68FFC7ED" w14:textId="77777777" w:rsidR="00B10FBA" w:rsidRPr="0026003C" w:rsidRDefault="00B10FBA" w:rsidP="00B10FBA"/>
    <w:p w14:paraId="5490646B" w14:textId="31269733" w:rsidR="00B10FBA" w:rsidRPr="0026003C" w:rsidRDefault="00B10FBA" w:rsidP="00B10FBA">
      <w:pPr>
        <w:pStyle w:val="Nagwek2"/>
      </w:pPr>
      <w:r w:rsidRPr="0026003C">
        <w:t>2.</w:t>
      </w:r>
      <w:r w:rsidR="000B455F" w:rsidRPr="0026003C">
        <w:t>2</w:t>
      </w:r>
      <w:r w:rsidRPr="0026003C">
        <w:t>. Źródła uzyskania materiałów</w:t>
      </w:r>
    </w:p>
    <w:p w14:paraId="3437352C" w14:textId="33EE5EEA" w:rsidR="001E2BC5" w:rsidRPr="0026003C" w:rsidRDefault="001E2BC5">
      <w:r w:rsidRPr="0026003C">
        <w:t xml:space="preserve">Co najmniej na trzy tygodnie przed zaplanowanym wykorzystaniem jakichkolwiek materiałów przeznaczonych do robót, Wykonawca przedstawi </w:t>
      </w:r>
      <w:r w:rsidR="000D0DA9" w:rsidRPr="0026003C">
        <w:t xml:space="preserve">Inspektorowi Nadzoru </w:t>
      </w:r>
      <w:r w:rsidRPr="0026003C">
        <w:t>do zatwierdzenia, szczegółowe informacje dotyczące</w:t>
      </w:r>
      <w:r w:rsidR="003F5C52" w:rsidRPr="0026003C">
        <w:t xml:space="preserve"> </w:t>
      </w:r>
      <w:r w:rsidRPr="0026003C">
        <w:t>proponowanego źródła wytwarzania, zamawiania lub wydobywania tych materiałów jak również odpowiednie świadectwa badań laboratoryjnych oraz próbki materiałów.</w:t>
      </w:r>
    </w:p>
    <w:p w14:paraId="44FFA197" w14:textId="5ABC187D" w:rsidR="001E2BC5" w:rsidRPr="0026003C" w:rsidRDefault="001E2BC5">
      <w:r w:rsidRPr="0026003C">
        <w:t>Zatwierdzenie partii materiałów z danego źródła nie oznacza automatycznie, że wszelkie materiały z danego źródła uzyskają zatwierdzenie.</w:t>
      </w:r>
    </w:p>
    <w:p w14:paraId="1DE6F812" w14:textId="68460C98" w:rsidR="001E2BC5" w:rsidRPr="0026003C" w:rsidRDefault="001E2BC5">
      <w:r w:rsidRPr="0026003C">
        <w:t xml:space="preserve">Wykonawca zobowiązany jest do prowadzenia badań w celu wykazania, że materiały uzyskane </w:t>
      </w:r>
      <w:r w:rsidR="000D0DA9" w:rsidRPr="0026003C">
        <w:br/>
      </w:r>
      <w:r w:rsidRPr="0026003C">
        <w:t xml:space="preserve">z dopuszczonego źródła w sposób ciągły spełniają wymagania </w:t>
      </w:r>
      <w:r w:rsidR="00B711D9" w:rsidRPr="0026003C">
        <w:t>STWiORB</w:t>
      </w:r>
      <w:r w:rsidRPr="0026003C">
        <w:t xml:space="preserve"> w czasie realizacji robót.</w:t>
      </w:r>
    </w:p>
    <w:p w14:paraId="40C798B1" w14:textId="385ECFF6" w:rsidR="001E2BC5" w:rsidRPr="0026003C" w:rsidRDefault="001E2BC5">
      <w:pPr>
        <w:pStyle w:val="Nagwek2"/>
      </w:pPr>
      <w:r w:rsidRPr="0026003C">
        <w:lastRenderedPageBreak/>
        <w:t>2.</w:t>
      </w:r>
      <w:r w:rsidR="000B455F" w:rsidRPr="0026003C">
        <w:t>3</w:t>
      </w:r>
      <w:r w:rsidRPr="0026003C">
        <w:t>. Pozyskiwanie materiałów miejscowych</w:t>
      </w:r>
    </w:p>
    <w:p w14:paraId="44398316" w14:textId="72EF6DA7" w:rsidR="001E2BC5" w:rsidRPr="0026003C" w:rsidRDefault="001E2BC5">
      <w:r w:rsidRPr="0026003C">
        <w:t xml:space="preserve">Wykonawca odpowiada za uzyskanie pozwoleń od właścicieli i odnośnych władz na pozyskanie materiałów ze źródeł miejscowych włączając w to źródła wskazane przez Zamawiającego i jest zobowiązany dostarczyć </w:t>
      </w:r>
      <w:r w:rsidR="000D0DA9" w:rsidRPr="0026003C">
        <w:t xml:space="preserve">Inspektorowi Nadzoru  </w:t>
      </w:r>
      <w:r w:rsidRPr="0026003C">
        <w:t>wymagane dokumenty przed rozpoczęciem eksploatacji źródła.</w:t>
      </w:r>
    </w:p>
    <w:p w14:paraId="6D66B317" w14:textId="566F2938" w:rsidR="001E2BC5" w:rsidRPr="0026003C" w:rsidRDefault="001E2BC5">
      <w:r w:rsidRPr="0026003C">
        <w:t xml:space="preserve">Wykonawca przedstawi </w:t>
      </w:r>
      <w:r w:rsidR="000D0DA9" w:rsidRPr="0026003C">
        <w:t xml:space="preserve">Inspektorowi Nadzoru </w:t>
      </w:r>
      <w:r w:rsidRPr="0026003C">
        <w:t>do zatwierdzenia dokumentację zawierającą raporty z badań</w:t>
      </w:r>
      <w:r w:rsidR="00AE2126" w:rsidRPr="0026003C">
        <w:t xml:space="preserve"> </w:t>
      </w:r>
      <w:r w:rsidRPr="0026003C">
        <w:t>terenowych i laboratoryjnych oraz proponowaną przez siebie metodę wydobycia i selekcji, uwzględniając aktualne decyzje o eksploatacji, organów administracji państwowej i samorządowej.</w:t>
      </w:r>
    </w:p>
    <w:p w14:paraId="17F159DE" w14:textId="77777777" w:rsidR="001E2BC5" w:rsidRPr="0026003C" w:rsidRDefault="001E2BC5">
      <w:r w:rsidRPr="0026003C">
        <w:t>Wykonawca ponosi odpowiedzialność za spełnienie wymagań ilościowych i jakościowych materiałów pochodzących ze źródeł miejscowych.</w:t>
      </w:r>
    </w:p>
    <w:p w14:paraId="21114B54" w14:textId="77777777" w:rsidR="001E2BC5" w:rsidRPr="0026003C" w:rsidRDefault="001E2BC5">
      <w:r w:rsidRPr="0026003C">
        <w:t>Wykonawca ponosi wszystkie koszty, z tytułu wydobycia materiałów, dzierżawy i inne jakie okażą się potrzebne w związku  z dostarczeniem materiałów do robót.</w:t>
      </w:r>
    </w:p>
    <w:p w14:paraId="2F839967" w14:textId="77777777" w:rsidR="001E2BC5" w:rsidRPr="0026003C" w:rsidRDefault="001E2BC5">
      <w:r w:rsidRPr="0026003C">
        <w:t xml:space="preserve">Humus i nadkład czasowo zdjęte z terenu wykopów, </w:t>
      </w:r>
      <w:proofErr w:type="spellStart"/>
      <w:r w:rsidRPr="0026003C">
        <w:t>dokopów</w:t>
      </w:r>
      <w:proofErr w:type="spellEnd"/>
      <w:r w:rsidRPr="0026003C">
        <w:t xml:space="preserve"> i miejsc pozyskania materiałów miejscowych będą formowane w hałdy i wykorzystane przy zasypce i rekultywacji terenu po ukończeniu robót.</w:t>
      </w:r>
    </w:p>
    <w:p w14:paraId="66A0CD9F" w14:textId="00F92EB0" w:rsidR="001E2BC5" w:rsidRPr="0026003C" w:rsidRDefault="001E2BC5">
      <w:r w:rsidRPr="0026003C">
        <w:t xml:space="preserve">Wszystkie odpowiednie materiały pozyskane z wykopów na terenie budowy lub z innych miejsc wskazanych w dokumentach umowy będą wykorzystane do robót lub odwiezione na odkład odpowiednio do wymagań umowy lub wskazań </w:t>
      </w:r>
      <w:r w:rsidR="000D0DA9" w:rsidRPr="0026003C">
        <w:t xml:space="preserve">Inspektora Nadzoru </w:t>
      </w:r>
      <w:r w:rsidRPr="0026003C">
        <w:t>.</w:t>
      </w:r>
    </w:p>
    <w:p w14:paraId="41FD385C" w14:textId="7280BB19" w:rsidR="001E2BC5" w:rsidRPr="0026003C" w:rsidRDefault="001E2BC5">
      <w:r w:rsidRPr="0026003C">
        <w:t xml:space="preserve">Wykonawca nie będzie prowadzić żadnych wykopów w obrębie terenu budowy poza tymi, które zostały wyszczególnione w dokumentach umowy, chyba, że uzyska na to pisemną zgodę </w:t>
      </w:r>
      <w:r w:rsidR="000D0DA9" w:rsidRPr="0026003C">
        <w:t xml:space="preserve">Inspektora Nadzoru </w:t>
      </w:r>
      <w:r w:rsidRPr="0026003C">
        <w:t>.</w:t>
      </w:r>
    </w:p>
    <w:p w14:paraId="2A67F4F8" w14:textId="77777777" w:rsidR="001E2BC5" w:rsidRPr="0026003C" w:rsidRDefault="001E2BC5">
      <w:r w:rsidRPr="0026003C">
        <w:t>Eksploatacja źródeł materiałów będzie zgodna z wszelkimi regulacjami prawnymi obowiązującymi na danym obszarze.</w:t>
      </w:r>
    </w:p>
    <w:p w14:paraId="712D95DF" w14:textId="0EEB0C6E" w:rsidR="001E2BC5" w:rsidRPr="0026003C" w:rsidRDefault="001E2BC5">
      <w:pPr>
        <w:pStyle w:val="Nagwek2"/>
      </w:pPr>
      <w:r w:rsidRPr="0026003C">
        <w:t>2.</w:t>
      </w:r>
      <w:r w:rsidR="000B455F" w:rsidRPr="0026003C">
        <w:t>4</w:t>
      </w:r>
      <w:r w:rsidRPr="0026003C">
        <w:t>. Materiały nie odpowiadające wymaganiom</w:t>
      </w:r>
    </w:p>
    <w:p w14:paraId="7CDB8CA9" w14:textId="636FF1C7" w:rsidR="001E2BC5" w:rsidRPr="0026003C" w:rsidRDefault="001E2BC5">
      <w:r w:rsidRPr="0026003C">
        <w:t xml:space="preserve">Materiały nie odpowiadające wymaganiom zostaną przez Wykonawcę wywiezione z terenu budowy  i złożone w miejscu wskazanym przez </w:t>
      </w:r>
      <w:r w:rsidR="00DC6389" w:rsidRPr="0026003C">
        <w:t>Inspektora Nadzoru</w:t>
      </w:r>
      <w:r w:rsidRPr="0026003C">
        <w:t xml:space="preserve">. Jeśli </w:t>
      </w:r>
      <w:r w:rsidR="00DC6389" w:rsidRPr="0026003C">
        <w:t xml:space="preserve">Inspektor Nadzoru </w:t>
      </w:r>
      <w:r w:rsidRPr="0026003C">
        <w:t>zezwoli Wykonawcy na użycie tych</w:t>
      </w:r>
      <w:r w:rsidR="00AE2126" w:rsidRPr="0026003C">
        <w:t xml:space="preserve"> </w:t>
      </w:r>
      <w:r w:rsidRPr="0026003C">
        <w:t>materiałów do innych robót</w:t>
      </w:r>
      <w:r w:rsidR="00AE2126" w:rsidRPr="0026003C">
        <w:t xml:space="preserve"> (o ile spełniają wymagania dla innych robót)</w:t>
      </w:r>
      <w:r w:rsidRPr="0026003C">
        <w:t xml:space="preserve">, niż te dla których zostały zakupione, to koszt tych materiałów zostanie odpowiednio przewartościowany (skorygowany) przez </w:t>
      </w:r>
      <w:r w:rsidR="00DC6389" w:rsidRPr="0026003C">
        <w:t>Inspektora Nadzoru</w:t>
      </w:r>
      <w:r w:rsidRPr="0026003C">
        <w:t>.</w:t>
      </w:r>
    </w:p>
    <w:p w14:paraId="0DB02AF4" w14:textId="44A8ECAA" w:rsidR="001E2BC5" w:rsidRPr="0026003C" w:rsidRDefault="001E2BC5">
      <w:r w:rsidRPr="0026003C">
        <w:t>Każdy rodzaj robót, w którym znajdują się nie zbadane i nie zaakceptowane materiały, Wykonawca wykonuje na</w:t>
      </w:r>
      <w:r w:rsidR="00AE2126" w:rsidRPr="0026003C">
        <w:t xml:space="preserve"> </w:t>
      </w:r>
      <w:r w:rsidRPr="0026003C">
        <w:t>własne ryzyko, licząc się z jego nieprzyjęciem, usunięciem  i niezapłaceniem</w:t>
      </w:r>
      <w:r w:rsidR="00AE2126" w:rsidRPr="0026003C">
        <w:t>.</w:t>
      </w:r>
    </w:p>
    <w:p w14:paraId="3A6C9A59" w14:textId="7D5C0ADF" w:rsidR="001E2BC5" w:rsidRPr="0026003C" w:rsidRDefault="001E2BC5">
      <w:pPr>
        <w:pStyle w:val="Nagwek2"/>
      </w:pPr>
      <w:r w:rsidRPr="0026003C">
        <w:t>2.</w:t>
      </w:r>
      <w:r w:rsidR="000B455F" w:rsidRPr="0026003C">
        <w:t>5</w:t>
      </w:r>
      <w:r w:rsidRPr="0026003C">
        <w:t>. Wariantowe stosowanie materiałów</w:t>
      </w:r>
    </w:p>
    <w:p w14:paraId="736A1BA6" w14:textId="25FC500A" w:rsidR="001E2BC5" w:rsidRPr="0026003C" w:rsidRDefault="001E2BC5">
      <w:r w:rsidRPr="0026003C">
        <w:t xml:space="preserve">Jeśli dokumentacja projektowa lub </w:t>
      </w:r>
      <w:r w:rsidR="00B711D9" w:rsidRPr="0026003C">
        <w:t>STWiORB</w:t>
      </w:r>
      <w:r w:rsidRPr="0026003C">
        <w:t xml:space="preserve"> przewidują możliwość wariantowego zastosowania rodzaju materiału w wykonywanych robotach, Wykonawca powiadomi </w:t>
      </w:r>
      <w:r w:rsidR="00DC6389" w:rsidRPr="0026003C">
        <w:t xml:space="preserve">Inspektora Nadzoru  </w:t>
      </w:r>
      <w:r w:rsidRPr="0026003C">
        <w:t xml:space="preserve">o swoim zamiarze co najmniej 3 tygodnie przed użyciem tego materiału, albo w okresie dłuższym, jeśli będzie to potrzebne z uwagi na wykonanie badań wymaganych przez </w:t>
      </w:r>
      <w:r w:rsidR="00DC6389" w:rsidRPr="0026003C">
        <w:t>Inspektora Nadzoru</w:t>
      </w:r>
      <w:r w:rsidRPr="0026003C">
        <w:t>. Wybrany i zaakceptowany rodzaj materiału nie może być później</w:t>
      </w:r>
      <w:r w:rsidR="00AE2126" w:rsidRPr="0026003C">
        <w:t xml:space="preserve"> </w:t>
      </w:r>
      <w:r w:rsidRPr="0026003C">
        <w:t xml:space="preserve">zmieniany bez zgody </w:t>
      </w:r>
      <w:r w:rsidR="00DC6389" w:rsidRPr="0026003C">
        <w:t>Inspektora Nadzoru</w:t>
      </w:r>
      <w:r w:rsidRPr="0026003C">
        <w:t>.</w:t>
      </w:r>
    </w:p>
    <w:p w14:paraId="3FBF3B64" w14:textId="7619C31B" w:rsidR="00DF3911" w:rsidRPr="0026003C" w:rsidRDefault="00DF3911" w:rsidP="00DF3911">
      <w:r w:rsidRPr="0026003C">
        <w:t>Wykonawca, który powoła się na rozwiązania równoważne z zawartymi w dokumentacji, jest zobowiązany wykazać, że zaproponowane przez niego materiały i/lub urządzenia spełniają wymagania minimalne określone w STWiORB. W takim przypadku Wykonawca zobowiązany jest przedłożyć odpowiednie dokumenty (w języku polskim) opisujące parametry techniczne,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niniejszej dokumentacji projektowej. Zastosowane materiały i urządzenia winny być dopuszczone do obrotu i stosowania w budownictwie w rozumieniu ustawy z dnia 7 lipca 1994 r. Prawo budowlane.</w:t>
      </w:r>
    </w:p>
    <w:p w14:paraId="21821B31" w14:textId="7F7C07BD" w:rsidR="00DF3911" w:rsidRPr="0026003C" w:rsidRDefault="00DF3911" w:rsidP="00DF3911">
      <w:r w:rsidRPr="0026003C">
        <w:t>Wszelkie odniesienia do norm, europejskich ocen technicznych, aprobat, specyfikacji technicznych i systemów referencji technicznych wskazane w dokumentacji projektowej należy traktować jako określenie minimalnych parametrów technicznych, użytkowych oraz eksploatacyjnych co oznacza, że dopuszcza się zastosowanie materiałów i urządzeń o parametrach nie gorszych niż wskazane w przywołanych dokumentach odniesienia.</w:t>
      </w:r>
    </w:p>
    <w:p w14:paraId="6D73A353" w14:textId="77777777" w:rsidR="00DF3911" w:rsidRPr="0026003C" w:rsidRDefault="00DF3911"/>
    <w:p w14:paraId="48B3AEE8" w14:textId="353A8B93" w:rsidR="001E2BC5" w:rsidRPr="0026003C" w:rsidRDefault="001E2BC5">
      <w:pPr>
        <w:pStyle w:val="Nagwek2"/>
      </w:pPr>
      <w:r w:rsidRPr="0026003C">
        <w:t>2.</w:t>
      </w:r>
      <w:r w:rsidR="000B455F" w:rsidRPr="0026003C">
        <w:t>6</w:t>
      </w:r>
      <w:r w:rsidRPr="0026003C">
        <w:t>. Przechowywanie i składowanie materiałów</w:t>
      </w:r>
    </w:p>
    <w:p w14:paraId="3049E102" w14:textId="4379BE1F" w:rsidR="001E2BC5" w:rsidRPr="0026003C" w:rsidRDefault="001E2BC5">
      <w:r w:rsidRPr="0026003C">
        <w:t xml:space="preserve">Wykonawca zapewni, aby tymczasowo składowane materiały, do czasu gdy będą one użyte do robót, były zabezpieczone przed zanieczyszczeniami, zachowały swoją jakość i właściwości i były dostępne do kontroli przez </w:t>
      </w:r>
      <w:r w:rsidR="00DC6389" w:rsidRPr="0026003C">
        <w:t xml:space="preserve">Inspektora Nadzoru </w:t>
      </w:r>
      <w:r w:rsidRPr="0026003C">
        <w:t>.</w:t>
      </w:r>
    </w:p>
    <w:p w14:paraId="1D49E4B1" w14:textId="73BB2EE3" w:rsidR="001E2BC5" w:rsidRPr="0026003C" w:rsidRDefault="001E2BC5">
      <w:r w:rsidRPr="0026003C">
        <w:t xml:space="preserve">Miejsca czasowego składowania materiałów będą zlokalizowane w obrębie terenu budowy w miejscach uzgodnionych z </w:t>
      </w:r>
      <w:r w:rsidR="005A2A0F" w:rsidRPr="0026003C">
        <w:t xml:space="preserve">Inspektorem Nadzoru </w:t>
      </w:r>
      <w:r w:rsidRPr="0026003C">
        <w:t xml:space="preserve">lub poza terenem budowy w miejscach zorganizowanych przez Wykonawcę i zaakceptowanych przez </w:t>
      </w:r>
      <w:r w:rsidR="00DC6389" w:rsidRPr="0026003C">
        <w:t xml:space="preserve">Inspektora Nadzoru </w:t>
      </w:r>
      <w:r w:rsidRPr="0026003C">
        <w:t>.</w:t>
      </w:r>
    </w:p>
    <w:p w14:paraId="36D72169" w14:textId="5A0EFB1A" w:rsidR="001E2BC5" w:rsidRPr="0026003C" w:rsidRDefault="001E2BC5">
      <w:pPr>
        <w:pStyle w:val="Nagwek2"/>
      </w:pPr>
      <w:r w:rsidRPr="0026003C">
        <w:lastRenderedPageBreak/>
        <w:t>2.</w:t>
      </w:r>
      <w:r w:rsidR="000B455F" w:rsidRPr="0026003C">
        <w:t>7</w:t>
      </w:r>
      <w:r w:rsidRPr="0026003C">
        <w:t>. Inspekcja wytwórni materiałów</w:t>
      </w:r>
    </w:p>
    <w:p w14:paraId="76297B14" w14:textId="6F02A77C" w:rsidR="001E2BC5" w:rsidRPr="0026003C" w:rsidRDefault="001E2BC5">
      <w:r w:rsidRPr="0026003C">
        <w:t xml:space="preserve">Wytwórnie materiałów mogą być okresowo kontrolowane przez </w:t>
      </w:r>
      <w:r w:rsidR="00DC6389" w:rsidRPr="0026003C">
        <w:t xml:space="preserve">Inspektora Nadzoru  </w:t>
      </w:r>
      <w:r w:rsidRPr="0026003C">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3063A87A" w14:textId="611375B4" w:rsidR="001E2BC5" w:rsidRPr="0026003C" w:rsidRDefault="001E2BC5">
      <w:r w:rsidRPr="0026003C">
        <w:t xml:space="preserve">W przypadku, gdy </w:t>
      </w:r>
      <w:r w:rsidR="00DC6389" w:rsidRPr="0026003C">
        <w:t xml:space="preserve">Inspektor Nadzoru  </w:t>
      </w:r>
      <w:r w:rsidRPr="0026003C">
        <w:t>będzie przeprowadzał inspekcję wytwórni, muszą być spełnione następujące warunki:</w:t>
      </w:r>
    </w:p>
    <w:p w14:paraId="7A430DAF" w14:textId="42977652" w:rsidR="001E2BC5" w:rsidRPr="0026003C" w:rsidRDefault="00DC6389" w:rsidP="006B1F72">
      <w:pPr>
        <w:numPr>
          <w:ilvl w:val="0"/>
          <w:numId w:val="8"/>
        </w:numPr>
      </w:pPr>
      <w:r w:rsidRPr="0026003C">
        <w:t xml:space="preserve">Inspektor Nadzoru  </w:t>
      </w:r>
      <w:r w:rsidR="001E2BC5" w:rsidRPr="0026003C">
        <w:t>będzie miał zapewnioną współpracę i pomoc Wykonawcy oraz producenta materiałów w czasie przeprowadzania inspekcji,</w:t>
      </w:r>
    </w:p>
    <w:p w14:paraId="7970E9B5" w14:textId="47A31243" w:rsidR="001E2BC5" w:rsidRPr="0026003C" w:rsidRDefault="00302016" w:rsidP="006B1F72">
      <w:pPr>
        <w:numPr>
          <w:ilvl w:val="0"/>
          <w:numId w:val="8"/>
        </w:numPr>
      </w:pPr>
      <w:r w:rsidRPr="0026003C">
        <w:t xml:space="preserve">Inspektor Nadzoru  </w:t>
      </w:r>
      <w:r w:rsidR="001E2BC5" w:rsidRPr="0026003C">
        <w:t>będzie miał wolny dostęp, w dowolnym czasie, do tych części wytwórni, gdzie odbywa się produkcja materiałów przeznaczonych do realizacji robót,</w:t>
      </w:r>
    </w:p>
    <w:p w14:paraId="7BC2BDC3" w14:textId="56007273" w:rsidR="001E2BC5" w:rsidRPr="0026003C" w:rsidRDefault="001E2BC5" w:rsidP="006B1F72">
      <w:pPr>
        <w:numPr>
          <w:ilvl w:val="0"/>
          <w:numId w:val="8"/>
        </w:numPr>
      </w:pPr>
      <w:r w:rsidRPr="0026003C">
        <w:t xml:space="preserve">Jeżeli produkcja odbywa się w miejscu nie należącym do Wykonawcy, Wykonawca uzyska dla </w:t>
      </w:r>
      <w:r w:rsidR="00302016" w:rsidRPr="0026003C">
        <w:t xml:space="preserve">Inspektor Nadzoru  </w:t>
      </w:r>
      <w:r w:rsidRPr="0026003C">
        <w:t>zezwolenie dla przeprowadzenia inspekcji i badań w tych miejscach.</w:t>
      </w:r>
    </w:p>
    <w:p w14:paraId="78F6C92A" w14:textId="77777777" w:rsidR="00302016" w:rsidRPr="0026003C" w:rsidRDefault="00302016" w:rsidP="00302016"/>
    <w:p w14:paraId="2E903CAE" w14:textId="7A67AC59" w:rsidR="00302016" w:rsidRPr="0026003C" w:rsidRDefault="00302016" w:rsidP="00302016">
      <w:pPr>
        <w:pStyle w:val="Nagwek2"/>
      </w:pPr>
      <w:r w:rsidRPr="0026003C">
        <w:t>2.</w:t>
      </w:r>
      <w:r w:rsidR="000B455F" w:rsidRPr="0026003C">
        <w:t>8</w:t>
      </w:r>
      <w:r w:rsidRPr="0026003C">
        <w:t>. Materiały z rozbiórek</w:t>
      </w:r>
    </w:p>
    <w:p w14:paraId="6E74B2C1" w14:textId="77777777" w:rsidR="00302016" w:rsidRPr="0026003C" w:rsidRDefault="00302016" w:rsidP="00302016">
      <w:r w:rsidRPr="0026003C">
        <w:t xml:space="preserve">Wszystkie elementy i materiały z rozbiórek, z wyjątkiem materiałów wymienionych w umowie stają się własnością Wykonawcy i powinny być usunięte z Terenu budowy w sposób i terminie niekolidującym z wykonaniem innych robót na koszt Wykonawcy. </w:t>
      </w:r>
    </w:p>
    <w:p w14:paraId="0DFA8443" w14:textId="77777777" w:rsidR="00302016" w:rsidRPr="0026003C" w:rsidRDefault="00302016" w:rsidP="00302016">
      <w:r w:rsidRPr="0026003C">
        <w:t>Wykonawca powinien uwzględnić ewentualne koszty utylizacji tych materiałów jak również koszty ich transportu na miejsce utylizacji. Wykonawca powinien na etapie przygotowania Oferty ustalić rzeczywiste odległości odwozu materiałów przeznaczonych do utylizacji i uwzględnić to w Cenie kontraktowej.</w:t>
      </w:r>
    </w:p>
    <w:p w14:paraId="5EB0B26A" w14:textId="77777777" w:rsidR="001E2BC5" w:rsidRPr="0026003C" w:rsidRDefault="001E2BC5">
      <w:pPr>
        <w:pStyle w:val="Nagwek1"/>
        <w:spacing w:before="240"/>
      </w:pPr>
      <w:bookmarkStart w:id="9" w:name="_Toc416830700"/>
      <w:bookmarkStart w:id="10" w:name="_Toc6881281"/>
      <w:bookmarkStart w:id="11" w:name="_Toc324793906"/>
      <w:r w:rsidRPr="0026003C">
        <w:t>3. sprzęt</w:t>
      </w:r>
      <w:bookmarkEnd w:id="9"/>
      <w:bookmarkEnd w:id="10"/>
      <w:bookmarkEnd w:id="11"/>
    </w:p>
    <w:p w14:paraId="3BB96F90" w14:textId="6543F79B" w:rsidR="00C65B8E" w:rsidRPr="0026003C" w:rsidRDefault="001E2BC5">
      <w:r w:rsidRPr="0026003C">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B711D9" w:rsidRPr="0026003C">
        <w:t>STWiORB</w:t>
      </w:r>
      <w:r w:rsidRPr="0026003C">
        <w:t xml:space="preserve">, PZJ lub projekcie organizacji robót, zaakceptowanym przez </w:t>
      </w:r>
      <w:r w:rsidR="00C65B8E" w:rsidRPr="0026003C">
        <w:t>Inspektora Nadzoru</w:t>
      </w:r>
      <w:r w:rsidRPr="0026003C">
        <w:t>; w przypadku braku ustaleń w wymienionych wyżej dokumentach,</w:t>
      </w:r>
      <w:r w:rsidR="00D70BA3" w:rsidRPr="0026003C">
        <w:t xml:space="preserve"> </w:t>
      </w:r>
      <w:r w:rsidRPr="0026003C">
        <w:t xml:space="preserve">sprzęt powinien być uzgodniony i zaakceptowany przez </w:t>
      </w:r>
      <w:r w:rsidR="00C65B8E" w:rsidRPr="0026003C">
        <w:t>Inspektora Nadzoru .</w:t>
      </w:r>
    </w:p>
    <w:p w14:paraId="53F9C619" w14:textId="00BDB727" w:rsidR="001E2BC5" w:rsidRPr="0026003C" w:rsidRDefault="001E2BC5">
      <w:r w:rsidRPr="0026003C">
        <w:t>Liczba i wydajność sprzętu powinny gwarantować przeprowadzenie robót, zgodnie z zasadami określonymi w</w:t>
      </w:r>
      <w:r w:rsidR="00092FBF" w:rsidRPr="0026003C">
        <w:t xml:space="preserve"> </w:t>
      </w:r>
      <w:r w:rsidRPr="0026003C">
        <w:t xml:space="preserve">dokumentacji projektowej, </w:t>
      </w:r>
      <w:r w:rsidR="00B711D9" w:rsidRPr="0026003C">
        <w:t>STWiORB</w:t>
      </w:r>
      <w:r w:rsidRPr="0026003C">
        <w:t xml:space="preserve"> i wskazaniach </w:t>
      </w:r>
      <w:r w:rsidR="00C65B8E" w:rsidRPr="0026003C">
        <w:t>Inspektora Nadzoru.</w:t>
      </w:r>
    </w:p>
    <w:p w14:paraId="30317E4E" w14:textId="4E5096BD" w:rsidR="001E2BC5" w:rsidRPr="0026003C" w:rsidRDefault="001E2BC5">
      <w:r w:rsidRPr="0026003C">
        <w:t>Sprzęt będący własnością Wykonawcy lub wynajęty do wykonania robót ma być utrzymywany w dobrym stanie i</w:t>
      </w:r>
      <w:r w:rsidR="00092FBF" w:rsidRPr="0026003C">
        <w:t xml:space="preserve"> </w:t>
      </w:r>
      <w:r w:rsidRPr="0026003C">
        <w:t>gotowości do pracy. Powinien być zgodny z normami ochrony środowiska i przepisami dotyczącymi jego</w:t>
      </w:r>
      <w:r w:rsidR="00092FBF" w:rsidRPr="0026003C">
        <w:t xml:space="preserve"> </w:t>
      </w:r>
      <w:r w:rsidRPr="0026003C">
        <w:t>użytkowania.</w:t>
      </w:r>
    </w:p>
    <w:p w14:paraId="75C74C47" w14:textId="41624D12" w:rsidR="001E2BC5" w:rsidRPr="0026003C" w:rsidRDefault="001E2BC5">
      <w:r w:rsidRPr="0026003C">
        <w:t xml:space="preserve">Wykonawca dostarczy </w:t>
      </w:r>
      <w:r w:rsidR="00C65B8E" w:rsidRPr="0026003C">
        <w:t xml:space="preserve">Inspektorowi Nadzoru </w:t>
      </w:r>
      <w:r w:rsidRPr="0026003C">
        <w:t>kopie dokumentów potwierdzających dopuszczenie sprzętu do</w:t>
      </w:r>
      <w:r w:rsidR="00092FBF" w:rsidRPr="0026003C">
        <w:t xml:space="preserve"> </w:t>
      </w:r>
      <w:r w:rsidRPr="0026003C">
        <w:t>użytkowania i badań okresowych, tam gdzie jest to wymagane przepisami.</w:t>
      </w:r>
    </w:p>
    <w:p w14:paraId="79C626BE" w14:textId="77777777" w:rsidR="001E2BC5" w:rsidRPr="0026003C" w:rsidRDefault="001E2BC5">
      <w:r w:rsidRPr="0026003C">
        <w:t>Wykonawca będzie konserwować sprzęt jak również naprawiać lub wymieniać sprzęt niesprawny.</w:t>
      </w:r>
    </w:p>
    <w:p w14:paraId="41C9370B" w14:textId="68D04650" w:rsidR="001E2BC5" w:rsidRPr="0026003C" w:rsidRDefault="001E2BC5">
      <w:r w:rsidRPr="0026003C">
        <w:t xml:space="preserve">Jeżeli dokumentacja projektowa lub </w:t>
      </w:r>
      <w:r w:rsidR="00B711D9" w:rsidRPr="0026003C">
        <w:t>STWiORB</w:t>
      </w:r>
      <w:r w:rsidRPr="0026003C">
        <w:t xml:space="preserve"> przewidują możliwość wariantowego użycia sprzętu przy</w:t>
      </w:r>
      <w:r w:rsidR="00092FBF" w:rsidRPr="0026003C">
        <w:t xml:space="preserve"> </w:t>
      </w:r>
      <w:r w:rsidRPr="0026003C">
        <w:t xml:space="preserve">wykonywanych robotach, Wykonawca powiadomi </w:t>
      </w:r>
      <w:r w:rsidR="00C65B8E" w:rsidRPr="0026003C">
        <w:t xml:space="preserve">Inspektora Nadzoru  </w:t>
      </w:r>
      <w:r w:rsidRPr="0026003C">
        <w:t xml:space="preserve">o swoim zamiarze wyboru </w:t>
      </w:r>
      <w:r w:rsidR="00092FBF" w:rsidRPr="0026003C">
        <w:t xml:space="preserve"> </w:t>
      </w:r>
      <w:r w:rsidRPr="0026003C">
        <w:t xml:space="preserve">i uzyska jego akceptację przed użyciem sprzętu. Wybrany sprzęt, po akceptacji </w:t>
      </w:r>
      <w:r w:rsidR="00C65B8E" w:rsidRPr="0026003C">
        <w:t>Inspektora Nadzoru</w:t>
      </w:r>
      <w:r w:rsidRPr="0026003C">
        <w:t>, nie może być później</w:t>
      </w:r>
      <w:r w:rsidR="00092FBF" w:rsidRPr="0026003C">
        <w:t xml:space="preserve"> </w:t>
      </w:r>
      <w:r w:rsidRPr="0026003C">
        <w:t>zmieniany bez jego zgody.</w:t>
      </w:r>
    </w:p>
    <w:p w14:paraId="5F5169C0" w14:textId="0A08BF17" w:rsidR="001E2BC5" w:rsidRPr="0026003C" w:rsidRDefault="001E2BC5">
      <w:pPr>
        <w:spacing w:after="120"/>
      </w:pPr>
      <w:r w:rsidRPr="0026003C">
        <w:t xml:space="preserve">Jakikolwiek sprzęt, maszyny, urządzenia i narzędzia nie gwarantujące zachowania warunków umowy, zostaną przez </w:t>
      </w:r>
      <w:r w:rsidR="00C65B8E" w:rsidRPr="0026003C">
        <w:t xml:space="preserve">Inspektora Nadzoru  </w:t>
      </w:r>
      <w:r w:rsidRPr="0026003C">
        <w:t>zdyskwalifikowane i nie dopuszczone do robót.</w:t>
      </w:r>
    </w:p>
    <w:p w14:paraId="5152D2E6" w14:textId="77777777" w:rsidR="001E2BC5" w:rsidRPr="0026003C" w:rsidRDefault="001E2BC5">
      <w:pPr>
        <w:pStyle w:val="Nagwek1"/>
        <w:spacing w:after="240"/>
      </w:pPr>
      <w:bookmarkStart w:id="12" w:name="_Toc416830701"/>
      <w:bookmarkStart w:id="13" w:name="_Toc6881282"/>
      <w:bookmarkStart w:id="14" w:name="_Toc324793907"/>
      <w:r w:rsidRPr="0026003C">
        <w:t>4. transport</w:t>
      </w:r>
      <w:bookmarkEnd w:id="12"/>
      <w:bookmarkEnd w:id="13"/>
      <w:bookmarkEnd w:id="14"/>
    </w:p>
    <w:p w14:paraId="7171ADD3" w14:textId="393D0E1C" w:rsidR="001E2BC5" w:rsidRPr="0026003C" w:rsidRDefault="001E2BC5">
      <w:r w:rsidRPr="0026003C">
        <w:t>Wykonawca jest zobowiązany do stosowania jedynie takich środków transportu, które nie wpłyną niekorzystnie na jakość wykonywanych robót i właściwości przewożonych materiałów.</w:t>
      </w:r>
    </w:p>
    <w:p w14:paraId="3126638D" w14:textId="0C978B28" w:rsidR="001E2BC5" w:rsidRPr="0026003C" w:rsidRDefault="001E2BC5">
      <w:r w:rsidRPr="0026003C">
        <w:t xml:space="preserve">Liczba środków transportu powinna zapewniać prowadzenie robót zgodnie z zasadami określonymi w dokumentacji projektowej, </w:t>
      </w:r>
      <w:r w:rsidR="00B711D9" w:rsidRPr="0026003C">
        <w:t>STWiORB</w:t>
      </w:r>
      <w:r w:rsidRPr="0026003C">
        <w:t xml:space="preserve"> i wskazaniach </w:t>
      </w:r>
      <w:r w:rsidR="009053CA" w:rsidRPr="0026003C">
        <w:t xml:space="preserve">Inspektora Nadzoru </w:t>
      </w:r>
      <w:r w:rsidRPr="0026003C">
        <w:t>, w terminie przewidzianym umową.</w:t>
      </w:r>
    </w:p>
    <w:p w14:paraId="28C5E148" w14:textId="2F0143D1" w:rsidR="001E2BC5" w:rsidRPr="0026003C" w:rsidRDefault="001E2BC5">
      <w:r w:rsidRPr="0026003C">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9053CA" w:rsidRPr="0026003C">
        <w:t>Inspektora Nadzoru</w:t>
      </w:r>
      <w:r w:rsidRPr="0026003C">
        <w:t>, pod warunkiem przywrócenia stanu pierwotnego</w:t>
      </w:r>
      <w:r w:rsidR="00092FBF" w:rsidRPr="0026003C">
        <w:t xml:space="preserve"> </w:t>
      </w:r>
      <w:r w:rsidRPr="0026003C">
        <w:t>użytkowanych odcinków dróg na koszt Wykonawcy.</w:t>
      </w:r>
    </w:p>
    <w:p w14:paraId="4A603E74" w14:textId="77777777" w:rsidR="001E2BC5" w:rsidRPr="0026003C" w:rsidRDefault="001E2BC5">
      <w:pPr>
        <w:spacing w:after="120"/>
      </w:pPr>
      <w:r w:rsidRPr="0026003C">
        <w:t>Wykonawca będzie usuwać na bieżąco, na własny koszt, wszelkie zanieczyszczenia, uszkodzenia spowodowane jego pojazdami na drogach publicznych oraz dojazdach do terenu budowy.</w:t>
      </w:r>
    </w:p>
    <w:p w14:paraId="6948C3ED" w14:textId="77777777" w:rsidR="001E2BC5" w:rsidRPr="0026003C" w:rsidRDefault="001E2BC5">
      <w:pPr>
        <w:pStyle w:val="Nagwek1"/>
        <w:spacing w:after="240"/>
      </w:pPr>
      <w:bookmarkStart w:id="15" w:name="_Toc416830702"/>
      <w:bookmarkStart w:id="16" w:name="_Toc6881283"/>
      <w:bookmarkStart w:id="17" w:name="_Toc324793908"/>
      <w:r w:rsidRPr="0026003C">
        <w:lastRenderedPageBreak/>
        <w:t>5. wykonanie robót</w:t>
      </w:r>
      <w:bookmarkEnd w:id="15"/>
      <w:bookmarkEnd w:id="16"/>
      <w:bookmarkEnd w:id="17"/>
    </w:p>
    <w:p w14:paraId="2791487F" w14:textId="4F518608" w:rsidR="001E2BC5" w:rsidRPr="0026003C" w:rsidRDefault="001E2BC5">
      <w:pPr>
        <w:pStyle w:val="tekstost"/>
      </w:pPr>
      <w:r w:rsidRPr="0026003C">
        <w:t xml:space="preserve">Wykonawca jest odpowiedzialny za prowadzenie robót zgodnie z warunkami umowy oraz za jakość zastosowanych materiałów i wykonywanych robót, za ich zgodność z dokumentacją projektową, wymaganiami </w:t>
      </w:r>
      <w:r w:rsidR="00B711D9" w:rsidRPr="0026003C">
        <w:t>STWiORB</w:t>
      </w:r>
      <w:r w:rsidRPr="0026003C">
        <w:t xml:space="preserve">, PZJ, projektem organizacji robót opracowanym przez Wykonawcę oraz poleceniami </w:t>
      </w:r>
      <w:r w:rsidR="00597CFE" w:rsidRPr="0026003C">
        <w:t>Inspektora Nadzoru</w:t>
      </w:r>
      <w:r w:rsidRPr="0026003C">
        <w:t>.</w:t>
      </w:r>
    </w:p>
    <w:p w14:paraId="0B96EB1C" w14:textId="77777777" w:rsidR="001E2BC5" w:rsidRPr="0026003C" w:rsidRDefault="001E2BC5">
      <w:pPr>
        <w:pStyle w:val="tekstost"/>
      </w:pPr>
      <w:r w:rsidRPr="0026003C">
        <w:t>Wykonawca jest odpowiedzialny za stosowane metody wykonywania robót.</w:t>
      </w:r>
    </w:p>
    <w:p w14:paraId="37C642C6" w14:textId="058FAE16" w:rsidR="001E2BC5" w:rsidRPr="0026003C" w:rsidRDefault="001E2BC5">
      <w:pPr>
        <w:pStyle w:val="tekstost"/>
      </w:pPr>
      <w:r w:rsidRPr="0026003C">
        <w:t xml:space="preserve">Wykonawca jest odpowiedzialny za dokładne wytyczenie w planie i wyznaczenie wysokości wszystkich elementów robót zgodnie z wymiarami i rzędnymi określonymi w dokumentacji projektowej lub przekazanymi na piśmie przez </w:t>
      </w:r>
      <w:r w:rsidR="00597CFE" w:rsidRPr="0026003C">
        <w:t>Inspektora Nadzoru</w:t>
      </w:r>
      <w:r w:rsidRPr="0026003C">
        <w:t>.</w:t>
      </w:r>
    </w:p>
    <w:p w14:paraId="4BFC8936" w14:textId="2AB2CC08" w:rsidR="001E2BC5" w:rsidRPr="0026003C" w:rsidRDefault="001E2BC5">
      <w:pPr>
        <w:pStyle w:val="tekstost"/>
      </w:pPr>
      <w:r w:rsidRPr="0026003C">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597CFE" w:rsidRPr="0026003C">
        <w:t xml:space="preserve">Inspektora Nadzoru </w:t>
      </w:r>
      <w:r w:rsidRPr="0026003C">
        <w:t>.</w:t>
      </w:r>
    </w:p>
    <w:p w14:paraId="3228A9F2" w14:textId="77255A88" w:rsidR="001E2BC5" w:rsidRPr="0026003C" w:rsidRDefault="001E2BC5">
      <w:pPr>
        <w:pStyle w:val="tekstost"/>
      </w:pPr>
      <w:r w:rsidRPr="0026003C">
        <w:t xml:space="preserve">Sprawdzenie wytyczenia robót lub wyznaczenia wysokości przez </w:t>
      </w:r>
      <w:r w:rsidR="00597CFE" w:rsidRPr="0026003C">
        <w:t xml:space="preserve">Inspektora Nadzoru </w:t>
      </w:r>
      <w:r w:rsidRPr="0026003C">
        <w:t>nie zwalnia Wykonawcy od</w:t>
      </w:r>
      <w:r w:rsidR="00B07094" w:rsidRPr="0026003C">
        <w:t xml:space="preserve"> </w:t>
      </w:r>
      <w:r w:rsidRPr="0026003C">
        <w:t>odpowiedzialności za ich dokładność.</w:t>
      </w:r>
    </w:p>
    <w:p w14:paraId="5D0C6DC6" w14:textId="6B713DCD" w:rsidR="001E2BC5" w:rsidRPr="0026003C" w:rsidRDefault="001E2BC5">
      <w:pPr>
        <w:pStyle w:val="tekstost"/>
      </w:pPr>
      <w:r w:rsidRPr="0026003C">
        <w:t xml:space="preserve">Decyzje </w:t>
      </w:r>
      <w:r w:rsidR="00597CFE" w:rsidRPr="0026003C">
        <w:t xml:space="preserve">Inspektora Nadzoru  </w:t>
      </w:r>
      <w:r w:rsidRPr="0026003C">
        <w:t xml:space="preserve">dotyczące akceptacji lub odrzucenia materiałów i elementów robót będą oparte na wymaganiach określonych w dokumentach umowy, dokumentacji projektowej i w </w:t>
      </w:r>
      <w:r w:rsidR="00B711D9" w:rsidRPr="0026003C">
        <w:t>STWiORB</w:t>
      </w:r>
      <w:r w:rsidRPr="0026003C">
        <w:t>, a także w normach i</w:t>
      </w:r>
      <w:r w:rsidR="00B07094" w:rsidRPr="0026003C">
        <w:t xml:space="preserve"> </w:t>
      </w:r>
      <w:r w:rsidRPr="0026003C">
        <w:t xml:space="preserve">wytycznych. Przy podejmowaniu decyzji </w:t>
      </w:r>
      <w:r w:rsidR="00597CFE" w:rsidRPr="0026003C">
        <w:t xml:space="preserve">Inspektor Nadzoru  </w:t>
      </w:r>
      <w:r w:rsidRPr="0026003C">
        <w:t>uwzględni wyniki badań materiałów i robót, rozrzuty</w:t>
      </w:r>
      <w:r w:rsidR="00B07094" w:rsidRPr="0026003C">
        <w:t xml:space="preserve"> </w:t>
      </w:r>
      <w:r w:rsidRPr="0026003C">
        <w:t>normalnie występujące przy produkcji i przy badaniach materiałów, doświadczenia z przeszłości, wyniki badań naukowych oraz inne czynniki wpływające na rozważaną kwestię.</w:t>
      </w:r>
    </w:p>
    <w:p w14:paraId="40DC1BFF" w14:textId="4FAB65A7" w:rsidR="00597CFE" w:rsidRPr="0026003C" w:rsidRDefault="00597CFE" w:rsidP="00597CFE">
      <w:pPr>
        <w:pStyle w:val="tekstost"/>
      </w:pPr>
      <w:r w:rsidRPr="0026003C">
        <w:t xml:space="preserve">Wykonawca prowadzi roboty na podstawie przyjętej własnej technologii robót. Dla przyjętej technologii Wykonawca opracowuje PZJ. Projekty wymagane w oraz STWiORB </w:t>
      </w:r>
      <w:r w:rsidR="0062467D" w:rsidRPr="0026003C">
        <w:t>z</w:t>
      </w:r>
      <w:r w:rsidRPr="0026003C">
        <w:t>astosowany sprzęt, wszystkie materiały, roboty i ich zabezpieczenie wynikające przyjętych rozwiązań technicznych i technologicznych w ramach opracowań Wykonawcy nie podlegają odrębnej zapłacie, wszelkie koszty z tego tytułu należy ująć w Cenie kontraktowej.</w:t>
      </w:r>
    </w:p>
    <w:p w14:paraId="0FB0E994" w14:textId="6C54CA03" w:rsidR="00B07094" w:rsidRPr="0026003C" w:rsidRDefault="00597CFE">
      <w:pPr>
        <w:pStyle w:val="tekstost"/>
        <w:spacing w:after="120"/>
      </w:pPr>
      <w:r w:rsidRPr="0026003C">
        <w:t xml:space="preserve">Polecenia Inspektora Nadzoru  </w:t>
      </w:r>
      <w:r w:rsidR="001E2BC5" w:rsidRPr="0026003C">
        <w:t xml:space="preserve">powinny być wykonywane przez Wykonawcę w czasie określonym przez </w:t>
      </w:r>
      <w:r w:rsidR="005A2A0F" w:rsidRPr="0026003C">
        <w:t>Inspektora Nadzoru</w:t>
      </w:r>
      <w:r w:rsidR="001E2BC5" w:rsidRPr="0026003C">
        <w:t>, pod groźbą zatrzymania robót. Skutki finansowe z tego tytułu poniesie Wykonawca.</w:t>
      </w:r>
      <w:r w:rsidR="00B07094" w:rsidRPr="0026003C">
        <w:t xml:space="preserve"> </w:t>
      </w:r>
      <w:r w:rsidR="00B07094" w:rsidRPr="0026003C">
        <w:br/>
        <w:t>W czasie wykonywania Robót Wykonawca winien utrzymywać Plac Budowy w stanie bez niepotrzebnych przeszkód oraz składować sprzęt i materiały w należytym porządku, jak również wywieźć wszelkie odpady i śmieci lub niepotrzebne elementy.</w:t>
      </w:r>
    </w:p>
    <w:p w14:paraId="30DB25F2" w14:textId="77777777" w:rsidR="001E2BC5" w:rsidRPr="0026003C" w:rsidRDefault="001E2BC5">
      <w:pPr>
        <w:pStyle w:val="Nagwek1"/>
      </w:pPr>
      <w:bookmarkStart w:id="18" w:name="_Toc416830703"/>
      <w:bookmarkStart w:id="19" w:name="_Toc6881284"/>
      <w:bookmarkStart w:id="20" w:name="_Toc324793909"/>
      <w:r w:rsidRPr="0026003C">
        <w:t>6. kontrola jakości robót</w:t>
      </w:r>
      <w:bookmarkEnd w:id="18"/>
      <w:bookmarkEnd w:id="19"/>
      <w:bookmarkEnd w:id="20"/>
    </w:p>
    <w:p w14:paraId="624B8FE0" w14:textId="77777777" w:rsidR="001E2BC5" w:rsidRPr="0026003C" w:rsidRDefault="001E2BC5">
      <w:pPr>
        <w:pStyle w:val="Nagwek2"/>
      </w:pPr>
      <w:r w:rsidRPr="0026003C">
        <w:t xml:space="preserve">6.1. Program zapewnienia jakości </w:t>
      </w:r>
    </w:p>
    <w:p w14:paraId="07DB71D9" w14:textId="3D419514" w:rsidR="001E2BC5" w:rsidRPr="0026003C" w:rsidRDefault="001E2BC5">
      <w:pPr>
        <w:pStyle w:val="tekstost"/>
      </w:pPr>
      <w:r w:rsidRPr="0026003C">
        <w:t xml:space="preserve">Wykonawca jest zobowiązany opracować i przedstawić do akceptacji </w:t>
      </w:r>
      <w:r w:rsidR="00597CFE" w:rsidRPr="0026003C">
        <w:t xml:space="preserve">Inspektorowi Nadzoru  </w:t>
      </w:r>
      <w:r w:rsidRPr="0026003C">
        <w:t xml:space="preserve">program zapewnienia jakości. W programie zapewnienia jakości Wykonawca powinien określić, zamierzony sposób wykonywania robót, możliwości techniczne, kadrowe i plan organizacji robót gwarantujący wykonanie robót zgodnie z dokumentacją projektową, </w:t>
      </w:r>
      <w:r w:rsidR="00B711D9" w:rsidRPr="0026003C">
        <w:t>STWiORB</w:t>
      </w:r>
      <w:r w:rsidRPr="0026003C">
        <w:t xml:space="preserve"> oraz ustaleniami. </w:t>
      </w:r>
    </w:p>
    <w:p w14:paraId="08AB53C6" w14:textId="180103B3" w:rsidR="001E2BC5" w:rsidRPr="0026003C" w:rsidRDefault="001E2BC5">
      <w:pPr>
        <w:pStyle w:val="tekstost"/>
      </w:pPr>
      <w:r w:rsidRPr="0026003C">
        <w:t>Program zapewnienia jakości powinien zawierać:</w:t>
      </w:r>
    </w:p>
    <w:p w14:paraId="2FB9806A" w14:textId="77777777" w:rsidR="001E2BC5" w:rsidRPr="0026003C" w:rsidRDefault="001E2BC5">
      <w:pPr>
        <w:pStyle w:val="tekstost"/>
      </w:pPr>
      <w:r w:rsidRPr="0026003C">
        <w:t>a) część ogólną opisującą:</w:t>
      </w:r>
    </w:p>
    <w:p w14:paraId="7A801FCC" w14:textId="77777777" w:rsidR="001E2BC5" w:rsidRPr="0026003C" w:rsidRDefault="001E2BC5" w:rsidP="006B1F72">
      <w:pPr>
        <w:pStyle w:val="tekstost"/>
        <w:numPr>
          <w:ilvl w:val="0"/>
          <w:numId w:val="2"/>
        </w:numPr>
        <w:ind w:left="988"/>
      </w:pPr>
      <w:r w:rsidRPr="0026003C">
        <w:t>organizację wykonania robót, w tym terminy i sposób prowadzenia robót,</w:t>
      </w:r>
    </w:p>
    <w:p w14:paraId="2050C547" w14:textId="77777777" w:rsidR="001E2BC5" w:rsidRPr="0026003C" w:rsidRDefault="001E2BC5" w:rsidP="006B1F72">
      <w:pPr>
        <w:pStyle w:val="tekstost"/>
        <w:numPr>
          <w:ilvl w:val="0"/>
          <w:numId w:val="2"/>
        </w:numPr>
        <w:ind w:left="988"/>
      </w:pPr>
      <w:r w:rsidRPr="0026003C">
        <w:t>organizację ruchu na budowie wraz z oznakowaniem robót,</w:t>
      </w:r>
    </w:p>
    <w:p w14:paraId="55AD0B7C" w14:textId="77777777" w:rsidR="001E2BC5" w:rsidRPr="0026003C" w:rsidRDefault="001E2BC5" w:rsidP="006B1F72">
      <w:pPr>
        <w:pStyle w:val="tekstost"/>
        <w:numPr>
          <w:ilvl w:val="0"/>
          <w:numId w:val="2"/>
        </w:numPr>
        <w:ind w:left="988"/>
      </w:pPr>
      <w:r w:rsidRPr="0026003C">
        <w:t>sposób zapewnienia bhp.,</w:t>
      </w:r>
    </w:p>
    <w:p w14:paraId="6A9E73F4" w14:textId="77777777" w:rsidR="001E2BC5" w:rsidRPr="0026003C" w:rsidRDefault="001E2BC5" w:rsidP="006B1F72">
      <w:pPr>
        <w:pStyle w:val="tekstost"/>
        <w:numPr>
          <w:ilvl w:val="0"/>
          <w:numId w:val="2"/>
        </w:numPr>
        <w:ind w:left="988"/>
      </w:pPr>
      <w:r w:rsidRPr="0026003C">
        <w:t>wykaz zespołów roboczych, ich kwalifikacje i przygotowanie praktyczne,</w:t>
      </w:r>
    </w:p>
    <w:p w14:paraId="5BD344A9" w14:textId="77777777" w:rsidR="001E2BC5" w:rsidRPr="0026003C" w:rsidRDefault="001E2BC5" w:rsidP="006B1F72">
      <w:pPr>
        <w:pStyle w:val="tekstost"/>
        <w:numPr>
          <w:ilvl w:val="0"/>
          <w:numId w:val="2"/>
        </w:numPr>
        <w:ind w:left="988"/>
      </w:pPr>
      <w:r w:rsidRPr="0026003C">
        <w:t>wykaz osób odpowiedzialnych za jakość i terminowość wykonania poszczególnych elementów robót,</w:t>
      </w:r>
    </w:p>
    <w:p w14:paraId="52FDEC3F" w14:textId="77777777" w:rsidR="001E2BC5" w:rsidRPr="0026003C" w:rsidRDefault="001E2BC5" w:rsidP="006B1F72">
      <w:pPr>
        <w:pStyle w:val="tekstost"/>
        <w:numPr>
          <w:ilvl w:val="0"/>
          <w:numId w:val="2"/>
        </w:numPr>
        <w:ind w:left="988"/>
      </w:pPr>
      <w:r w:rsidRPr="0026003C">
        <w:t>system (sposób i procedurę) proponowanej kontroli i sterowania jakością wykonywanych robót,</w:t>
      </w:r>
    </w:p>
    <w:p w14:paraId="725D1974" w14:textId="77777777" w:rsidR="001E2BC5" w:rsidRPr="0026003C" w:rsidRDefault="001E2BC5" w:rsidP="006B1F72">
      <w:pPr>
        <w:pStyle w:val="tekstost"/>
        <w:numPr>
          <w:ilvl w:val="0"/>
          <w:numId w:val="2"/>
        </w:numPr>
        <w:ind w:left="988"/>
      </w:pPr>
      <w:r w:rsidRPr="0026003C">
        <w:t>wyposażenie w sprzęt i urządzenia do pomiarów i kontroli (opis laboratorium własnego lub laboratorium, któremu Wykonawca zamierza zlecić prowadzenie badań),</w:t>
      </w:r>
    </w:p>
    <w:p w14:paraId="78A67EE8" w14:textId="766BAB54" w:rsidR="001E2BC5" w:rsidRPr="0026003C" w:rsidRDefault="001E2BC5" w:rsidP="006B1F72">
      <w:pPr>
        <w:pStyle w:val="tekstost"/>
        <w:numPr>
          <w:ilvl w:val="0"/>
          <w:numId w:val="2"/>
        </w:numPr>
        <w:ind w:left="988"/>
      </w:pPr>
      <w:r w:rsidRPr="0026003C">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597CFE" w:rsidRPr="0026003C">
        <w:t xml:space="preserve">Inspektorowi Nadzoru </w:t>
      </w:r>
      <w:r w:rsidRPr="0026003C">
        <w:t>;</w:t>
      </w:r>
    </w:p>
    <w:p w14:paraId="265F8F95" w14:textId="77777777" w:rsidR="001E2BC5" w:rsidRPr="0026003C" w:rsidRDefault="001E2BC5" w:rsidP="006B1F72">
      <w:pPr>
        <w:pStyle w:val="tekstost"/>
        <w:numPr>
          <w:ilvl w:val="12"/>
          <w:numId w:val="0"/>
        </w:numPr>
      </w:pPr>
      <w:r w:rsidRPr="0026003C">
        <w:t>b) część szczegółową opisującą dla każdego asortymentu robót:</w:t>
      </w:r>
    </w:p>
    <w:p w14:paraId="3B140000" w14:textId="77777777" w:rsidR="001E2BC5" w:rsidRPr="0026003C" w:rsidRDefault="001E2BC5" w:rsidP="006B1F72">
      <w:pPr>
        <w:pStyle w:val="tekstost"/>
        <w:numPr>
          <w:ilvl w:val="0"/>
          <w:numId w:val="2"/>
        </w:numPr>
        <w:ind w:left="988"/>
      </w:pPr>
      <w:r w:rsidRPr="0026003C">
        <w:t>wykaz maszyn i urządzeń stosowanych na budowie z ich parametrami technicznymi oraz wyposażeniem w mechanizmy do sterowania i urządzenia pomiarowo-kontrolne,</w:t>
      </w:r>
    </w:p>
    <w:p w14:paraId="0950D4AC" w14:textId="77777777" w:rsidR="001E2BC5" w:rsidRPr="0026003C" w:rsidRDefault="001E2BC5" w:rsidP="006B1F72">
      <w:pPr>
        <w:pStyle w:val="tekstost"/>
        <w:numPr>
          <w:ilvl w:val="0"/>
          <w:numId w:val="2"/>
        </w:numPr>
        <w:ind w:left="988"/>
      </w:pPr>
      <w:r w:rsidRPr="0026003C">
        <w:t>rodzaje i ilość środków transportu oraz urządzeń do magazynowania i załadunku materiałów, spoiw, lepiszczy, kruszyw itp.,</w:t>
      </w:r>
    </w:p>
    <w:p w14:paraId="7CFB87B3" w14:textId="77777777" w:rsidR="001E2BC5" w:rsidRPr="0026003C" w:rsidRDefault="001E2BC5" w:rsidP="006B1F72">
      <w:pPr>
        <w:pStyle w:val="tekstost"/>
        <w:numPr>
          <w:ilvl w:val="0"/>
          <w:numId w:val="2"/>
        </w:numPr>
        <w:ind w:left="988"/>
      </w:pPr>
      <w:r w:rsidRPr="0026003C">
        <w:t>sposób zabezpieczenia i ochrony ładunków przed utratą ich właściwości w czasie transportu,</w:t>
      </w:r>
    </w:p>
    <w:p w14:paraId="5891C73A" w14:textId="77777777" w:rsidR="001E2BC5" w:rsidRPr="0026003C" w:rsidRDefault="001E2BC5" w:rsidP="006B1F72">
      <w:pPr>
        <w:pStyle w:val="tekstost"/>
        <w:numPr>
          <w:ilvl w:val="0"/>
          <w:numId w:val="2"/>
        </w:numPr>
        <w:ind w:left="988"/>
      </w:pPr>
      <w:r w:rsidRPr="0026003C">
        <w:t xml:space="preserve">sposób i procedurę pomiarów i badań (rodzaj i częstotliwość, pobieranie próbek, legalizacja </w:t>
      </w:r>
      <w:r w:rsidR="0008404E" w:rsidRPr="0026003C">
        <w:br/>
      </w:r>
      <w:r w:rsidRPr="0026003C">
        <w:t xml:space="preserve">i sprawdzanie urządzeń, itp.) prowadzonych podczas dostaw materiałów, wytwarzania mieszanek </w:t>
      </w:r>
      <w:r w:rsidR="0008404E" w:rsidRPr="0026003C">
        <w:br/>
      </w:r>
      <w:r w:rsidRPr="0026003C">
        <w:t>i wykonywania poszczególnych elementów robót,</w:t>
      </w:r>
    </w:p>
    <w:p w14:paraId="6B94D6CE" w14:textId="77777777" w:rsidR="001E2BC5" w:rsidRPr="0026003C" w:rsidRDefault="001E2BC5" w:rsidP="006B1F72">
      <w:pPr>
        <w:pStyle w:val="tekstost"/>
        <w:numPr>
          <w:ilvl w:val="0"/>
          <w:numId w:val="2"/>
        </w:numPr>
        <w:ind w:left="988"/>
      </w:pPr>
      <w:r w:rsidRPr="0026003C">
        <w:t>sposób postępowania z materiałami i robotami nie odpowiadającymi wymaganiom.</w:t>
      </w:r>
    </w:p>
    <w:p w14:paraId="48019BC4" w14:textId="77777777" w:rsidR="001E2BC5" w:rsidRPr="0026003C" w:rsidRDefault="001E2BC5">
      <w:pPr>
        <w:pStyle w:val="Nagwek2"/>
      </w:pPr>
      <w:r w:rsidRPr="0026003C">
        <w:lastRenderedPageBreak/>
        <w:t>6.2. Zasady kontroli jakości robót</w:t>
      </w:r>
    </w:p>
    <w:p w14:paraId="00C17CA8" w14:textId="08EB0070" w:rsidR="001E2BC5" w:rsidRPr="0026003C" w:rsidRDefault="001E2BC5">
      <w:pPr>
        <w:pStyle w:val="tekstost"/>
      </w:pPr>
      <w:r w:rsidRPr="0026003C">
        <w:t>Celem kontroli robót będzie takie sterowanie ich przygotowaniem i wykonaniem, aby osiągnąć założoną jakość robót.</w:t>
      </w:r>
    </w:p>
    <w:p w14:paraId="19D7F354" w14:textId="3A7C78DE" w:rsidR="001E2BC5" w:rsidRPr="0026003C" w:rsidRDefault="001E2BC5">
      <w:pPr>
        <w:pStyle w:val="tekstost"/>
      </w:pPr>
      <w:r w:rsidRPr="0026003C">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C9E9D22" w14:textId="5435AE9E" w:rsidR="001E2BC5" w:rsidRPr="0026003C" w:rsidRDefault="001E2BC5">
      <w:pPr>
        <w:pStyle w:val="tekstost"/>
      </w:pPr>
      <w:r w:rsidRPr="0026003C">
        <w:t xml:space="preserve">Przed zatwierdzeniem systemu kontroli </w:t>
      </w:r>
      <w:r w:rsidR="00597CFE" w:rsidRPr="0026003C">
        <w:t xml:space="preserve">Inspektor Nadzoru  </w:t>
      </w:r>
      <w:r w:rsidRPr="0026003C">
        <w:t>może zażądać od Wykonawcy przeprowadzenia badań w celu zademonstrowania, że poziom ich wykonywania jest zadowalający.</w:t>
      </w:r>
    </w:p>
    <w:p w14:paraId="3BFEE87F" w14:textId="5921216C" w:rsidR="001E2BC5" w:rsidRPr="0026003C" w:rsidRDefault="001E2BC5">
      <w:pPr>
        <w:pStyle w:val="tekstost"/>
      </w:pPr>
      <w:r w:rsidRPr="0026003C">
        <w:t>Wykonawca będzie przeprowadzać pomiary i badania materiałów oraz robót z częstotliwością zapewniającą</w:t>
      </w:r>
      <w:r w:rsidR="00D40E2A" w:rsidRPr="0026003C">
        <w:t xml:space="preserve"> </w:t>
      </w:r>
      <w:r w:rsidRPr="0026003C">
        <w:t xml:space="preserve">stwierdzenie, że roboty wykonano zgodnie z wymaganiami zawartymi w dokumentacji projektowej </w:t>
      </w:r>
      <w:r w:rsidR="00D40E2A" w:rsidRPr="0026003C">
        <w:t xml:space="preserve"> </w:t>
      </w:r>
      <w:r w:rsidRPr="0026003C">
        <w:t xml:space="preserve">i </w:t>
      </w:r>
      <w:r w:rsidR="00B711D9" w:rsidRPr="0026003C">
        <w:t>STWiORB</w:t>
      </w:r>
    </w:p>
    <w:p w14:paraId="3D2A28BD" w14:textId="52C797A2" w:rsidR="001E2BC5" w:rsidRPr="0026003C" w:rsidRDefault="001E2BC5">
      <w:pPr>
        <w:pStyle w:val="tekstost"/>
      </w:pPr>
      <w:r w:rsidRPr="0026003C">
        <w:t xml:space="preserve">Minimalne wymagania co do zakresu badań i ich częstotliwość są określone w </w:t>
      </w:r>
      <w:r w:rsidR="00B711D9" w:rsidRPr="0026003C">
        <w:t>STWiORB</w:t>
      </w:r>
      <w:r w:rsidRPr="0026003C">
        <w:t xml:space="preserve">, normach </w:t>
      </w:r>
      <w:r w:rsidR="00D40E2A" w:rsidRPr="0026003C">
        <w:t xml:space="preserve"> </w:t>
      </w:r>
      <w:r w:rsidRPr="0026003C">
        <w:t xml:space="preserve">i wytycznych. W przypadku, gdy nie zostały one tam określone, </w:t>
      </w:r>
      <w:r w:rsidR="00597CFE" w:rsidRPr="0026003C">
        <w:t xml:space="preserve">Inspektor Nadzoru  </w:t>
      </w:r>
      <w:r w:rsidRPr="0026003C">
        <w:t>ustali jaki zakres kontroli jest konieczny, aby zapewnić wykonanie robót zgodnie z umową.</w:t>
      </w:r>
    </w:p>
    <w:p w14:paraId="1569BFAB" w14:textId="317ABD07" w:rsidR="001E2BC5" w:rsidRPr="0026003C" w:rsidRDefault="001E2BC5">
      <w:pPr>
        <w:pStyle w:val="tekstost"/>
      </w:pPr>
      <w:r w:rsidRPr="0026003C">
        <w:t xml:space="preserve">Wykonawca dostarczy </w:t>
      </w:r>
      <w:r w:rsidR="00820304" w:rsidRPr="0026003C">
        <w:t xml:space="preserve">Inspektorowi Nadzoru  </w:t>
      </w:r>
      <w:r w:rsidRPr="0026003C">
        <w:t>świadectwa, że wszystkie stosowane urządzenia i sprzęt badawczy posiadają ważną legalizację, zostały prawidłowo wykalibrowane i odpowiadają wymaganiom norm określających procedury badań.</w:t>
      </w:r>
    </w:p>
    <w:p w14:paraId="14EAB0E8" w14:textId="4CB28C16" w:rsidR="001E2BC5" w:rsidRPr="0026003C" w:rsidRDefault="00820304">
      <w:pPr>
        <w:pStyle w:val="tekstost"/>
      </w:pPr>
      <w:r w:rsidRPr="0026003C">
        <w:t xml:space="preserve">Inspektor Nadzoru  </w:t>
      </w:r>
      <w:r w:rsidR="001E2BC5" w:rsidRPr="0026003C">
        <w:t>będzie mieć nieograniczony dostęp do pomieszczeń laboratoryjnych, w celu ich inspekcji.</w:t>
      </w:r>
    </w:p>
    <w:p w14:paraId="0A916716" w14:textId="2F67F239" w:rsidR="001E2BC5" w:rsidRPr="0026003C" w:rsidRDefault="00820304">
      <w:pPr>
        <w:pStyle w:val="tekstost"/>
      </w:pPr>
      <w:r w:rsidRPr="0026003C">
        <w:t xml:space="preserve">Inspektor Nadzoru </w:t>
      </w:r>
      <w:r w:rsidR="001E2BC5" w:rsidRPr="0026003C">
        <w:t>będzie</w:t>
      </w:r>
      <w:r w:rsidR="00D40E2A" w:rsidRPr="0026003C">
        <w:t xml:space="preserve"> </w:t>
      </w:r>
      <w:r w:rsidR="001E2BC5" w:rsidRPr="0026003C">
        <w:t>przekazywać Wykonawcy pisemne informacje o jakichkolwiek niedociągnięciach</w:t>
      </w:r>
      <w:r w:rsidR="00D40E2A" w:rsidRPr="0026003C">
        <w:t xml:space="preserve"> </w:t>
      </w:r>
      <w:r w:rsidR="001E2BC5" w:rsidRPr="0026003C">
        <w:t xml:space="preserve">dotyczących urządzeń laboratoryjnych, sprzętu, zaopatrzenia laboratorium, pracy personelu lub metod badawczych. Jeżeli niedociągnięcia te będą tak poważne, że mogą wpłynąć ujemnie na wyniki badań, </w:t>
      </w:r>
      <w:r w:rsidR="00574A98" w:rsidRPr="0026003C">
        <w:t xml:space="preserve">Inspektor Nadzoru  </w:t>
      </w:r>
      <w:r w:rsidR="001E2BC5" w:rsidRPr="0026003C">
        <w:t>natychmiast wstrzyma użycie do robót badanych materiałów i dopuści je do użycia dopiero wtedy, gdy niedociągnięcia w pracy laboratorium Wykonawcy zostaną usunięte i stwierdzona zostanie odpowiednia jakość tych materiałów.</w:t>
      </w:r>
    </w:p>
    <w:p w14:paraId="072C7051" w14:textId="41C44D33" w:rsidR="001E2BC5" w:rsidRPr="0026003C" w:rsidRDefault="001E2BC5">
      <w:pPr>
        <w:pStyle w:val="tekstost"/>
      </w:pPr>
      <w:r w:rsidRPr="0026003C">
        <w:t>Wszystkie koszty związane z organizowaniem i prowadzeniem badań materiałów ponosi Wykonawca.</w:t>
      </w:r>
    </w:p>
    <w:p w14:paraId="4EDD852D" w14:textId="77777777" w:rsidR="001E2BC5" w:rsidRPr="0026003C" w:rsidRDefault="001E2BC5">
      <w:pPr>
        <w:pStyle w:val="Nagwek2"/>
      </w:pPr>
      <w:r w:rsidRPr="0026003C">
        <w:t>6.3. Pobieranie próbek</w:t>
      </w:r>
    </w:p>
    <w:p w14:paraId="234B0091" w14:textId="0E6680B0" w:rsidR="001E2BC5" w:rsidRPr="0026003C" w:rsidRDefault="001E2BC5">
      <w:pPr>
        <w:pStyle w:val="tekstost"/>
      </w:pPr>
      <w:r w:rsidRPr="0026003C">
        <w:t>Próbki będą pobierane losowo. Zaleca się stosowanie statystycznych metod pobierania próbek, opartych na</w:t>
      </w:r>
      <w:r w:rsidR="00D40E2A" w:rsidRPr="0026003C">
        <w:t xml:space="preserve"> </w:t>
      </w:r>
      <w:r w:rsidRPr="0026003C">
        <w:t>zasadzie, że wszystkie jednostkowe elementy produkcji mogą być z jednakowym prawdopodobieństwem wytypowane do badań.</w:t>
      </w:r>
    </w:p>
    <w:p w14:paraId="0F617FC3" w14:textId="3959DB0E" w:rsidR="001E2BC5" w:rsidRPr="0026003C" w:rsidRDefault="0090051F">
      <w:pPr>
        <w:pStyle w:val="tekstost"/>
      </w:pPr>
      <w:r w:rsidRPr="0026003C">
        <w:t xml:space="preserve">Inspektor Nadzoru  </w:t>
      </w:r>
      <w:r w:rsidR="001E2BC5" w:rsidRPr="0026003C">
        <w:t>będzie mieć zapewnioną możliwość udziału w   pobieraniu próbek.</w:t>
      </w:r>
    </w:p>
    <w:p w14:paraId="2A6F2173" w14:textId="25261992" w:rsidR="001E2BC5" w:rsidRPr="0026003C" w:rsidRDefault="001E2BC5">
      <w:pPr>
        <w:pStyle w:val="tekstost"/>
      </w:pPr>
      <w:r w:rsidRPr="0026003C">
        <w:t xml:space="preserve">Pojemniki do pobierania próbek będą dostarczone przez Wykonawcę i zatwierdzone przez </w:t>
      </w:r>
      <w:r w:rsidR="0090051F" w:rsidRPr="0026003C">
        <w:t>Inspektor Nadzoru</w:t>
      </w:r>
      <w:r w:rsidRPr="0026003C">
        <w:t xml:space="preserve">. Próbki dostarczone przez Wykonawcę do badań wykonywanych przez </w:t>
      </w:r>
      <w:r w:rsidR="0090051F" w:rsidRPr="0026003C">
        <w:t xml:space="preserve">Inspektor Nadzoru </w:t>
      </w:r>
      <w:r w:rsidRPr="0026003C">
        <w:t xml:space="preserve">będą odpowiednio opisane i oznakowane, w sposób zaakceptowany przez </w:t>
      </w:r>
      <w:r w:rsidR="0090051F" w:rsidRPr="0026003C">
        <w:t>Inspektora Nadzoru</w:t>
      </w:r>
      <w:r w:rsidRPr="0026003C">
        <w:t>.</w:t>
      </w:r>
    </w:p>
    <w:p w14:paraId="046308CE" w14:textId="3051918C" w:rsidR="001E2BC5" w:rsidRPr="0026003C" w:rsidRDefault="001E2BC5">
      <w:pPr>
        <w:pStyle w:val="tekstost"/>
      </w:pPr>
      <w:r w:rsidRPr="0026003C">
        <w:t xml:space="preserve">Na zlecenie </w:t>
      </w:r>
      <w:r w:rsidR="0090051F" w:rsidRPr="0026003C">
        <w:t xml:space="preserve">Inspektora Nadzoru </w:t>
      </w:r>
      <w:r w:rsidRPr="0026003C">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6557A03" w14:textId="77777777" w:rsidR="001E2BC5" w:rsidRPr="0026003C" w:rsidRDefault="001E2BC5">
      <w:pPr>
        <w:pStyle w:val="Nagwek2"/>
      </w:pPr>
      <w:r w:rsidRPr="0026003C">
        <w:t>6.4. Badania i pomiary</w:t>
      </w:r>
    </w:p>
    <w:p w14:paraId="7836A140" w14:textId="099AC42C" w:rsidR="001E2BC5" w:rsidRPr="0026003C" w:rsidRDefault="001E2BC5">
      <w:pPr>
        <w:pStyle w:val="tekstost"/>
      </w:pPr>
      <w:r w:rsidRPr="0026003C">
        <w:t xml:space="preserve">Wszystkie badania i pomiary będą przeprowadzone zgodnie z wymaganiami norm. W przypadku, gdy normy nie obejmują jakiegokolwiek badania wymaganego w </w:t>
      </w:r>
      <w:r w:rsidR="00B711D9" w:rsidRPr="0026003C">
        <w:t>STWiORB</w:t>
      </w:r>
      <w:r w:rsidRPr="0026003C">
        <w:t xml:space="preserve">, stosować można wytyczne krajowe, albo inne procedury, zaakceptowane przez </w:t>
      </w:r>
      <w:r w:rsidR="0090051F" w:rsidRPr="0026003C">
        <w:t xml:space="preserve">Inspektora Nadzoru </w:t>
      </w:r>
      <w:r w:rsidRPr="0026003C">
        <w:t>.</w:t>
      </w:r>
    </w:p>
    <w:p w14:paraId="62D4FE1F" w14:textId="44496334" w:rsidR="001E2BC5" w:rsidRPr="0026003C" w:rsidRDefault="001E2BC5">
      <w:pPr>
        <w:pStyle w:val="tekstost"/>
      </w:pPr>
      <w:r w:rsidRPr="0026003C">
        <w:t xml:space="preserve">Przed przystąpieniem do pomiarów lub badań, Wykonawca powiadomi </w:t>
      </w:r>
      <w:r w:rsidR="0090051F" w:rsidRPr="0026003C">
        <w:t xml:space="preserve">Inspektora Nadzoru </w:t>
      </w:r>
      <w:r w:rsidRPr="0026003C">
        <w:t xml:space="preserve">o rodzaju, miejscu i terminie pomiaru lub badania. Po wykonaniu pomiaru lub badania, Wykonawca przedstawi na piśmie ich wyniki do akceptacji </w:t>
      </w:r>
      <w:r w:rsidR="0090051F" w:rsidRPr="0026003C">
        <w:t>Inspektor Nadzoru</w:t>
      </w:r>
      <w:r w:rsidRPr="0026003C">
        <w:t>.</w:t>
      </w:r>
    </w:p>
    <w:p w14:paraId="2025DE6E" w14:textId="77777777" w:rsidR="001E2BC5" w:rsidRPr="0026003C" w:rsidRDefault="001E2BC5">
      <w:pPr>
        <w:pStyle w:val="Nagwek2"/>
      </w:pPr>
      <w:r w:rsidRPr="0026003C">
        <w:t>6.5. Raporty z badań</w:t>
      </w:r>
    </w:p>
    <w:p w14:paraId="67D2DC67" w14:textId="1D857EC0" w:rsidR="001E2BC5" w:rsidRPr="0026003C" w:rsidRDefault="001E2BC5">
      <w:pPr>
        <w:pStyle w:val="tekstost"/>
      </w:pPr>
      <w:r w:rsidRPr="0026003C">
        <w:t xml:space="preserve">Wykonawca będzie przekazywać </w:t>
      </w:r>
      <w:r w:rsidR="0090051F" w:rsidRPr="0026003C">
        <w:t xml:space="preserve">Inspektorowi Nadzoru  </w:t>
      </w:r>
      <w:r w:rsidRPr="0026003C">
        <w:t>kopie raportów z wynikami badań jak najszybciej, nie</w:t>
      </w:r>
      <w:r w:rsidR="006341A8" w:rsidRPr="0026003C">
        <w:t xml:space="preserve"> </w:t>
      </w:r>
      <w:r w:rsidRPr="0026003C">
        <w:t>później jednak niż w terminie określonym w programie zapewnienia jakości.</w:t>
      </w:r>
    </w:p>
    <w:p w14:paraId="1F5E4F56" w14:textId="41AFCFA7" w:rsidR="001E2BC5" w:rsidRPr="0026003C" w:rsidRDefault="001E2BC5">
      <w:pPr>
        <w:pStyle w:val="tekstost"/>
      </w:pPr>
      <w:r w:rsidRPr="0026003C">
        <w:t xml:space="preserve">Wyniki badań (kopie) będą przekazywane </w:t>
      </w:r>
      <w:r w:rsidR="0090051F" w:rsidRPr="0026003C">
        <w:t xml:space="preserve">Inspektorowi Nadzoru </w:t>
      </w:r>
      <w:r w:rsidRPr="0026003C">
        <w:t>na formularzach według dostarczonego przez niego wzoru lub innych, przez niego zaaprobowanych.</w:t>
      </w:r>
    </w:p>
    <w:p w14:paraId="001649A6" w14:textId="77777777" w:rsidR="001E2BC5" w:rsidRPr="0026003C" w:rsidRDefault="001E2BC5">
      <w:pPr>
        <w:pStyle w:val="Nagwek2"/>
      </w:pPr>
      <w:r w:rsidRPr="0026003C">
        <w:t xml:space="preserve">6.6. Badania prowadzone przez </w:t>
      </w:r>
      <w:r w:rsidR="0090051F" w:rsidRPr="0026003C">
        <w:t>Zamawiającego</w:t>
      </w:r>
    </w:p>
    <w:p w14:paraId="4D5BD788" w14:textId="431F5F16" w:rsidR="004C0196" w:rsidRPr="0026003C" w:rsidRDefault="004C0196" w:rsidP="004C0196">
      <w:pPr>
        <w:overflowPunct/>
        <w:textAlignment w:val="auto"/>
      </w:pPr>
      <w:r w:rsidRPr="0026003C">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3940E8EE" w14:textId="2919620B" w:rsidR="004C0196" w:rsidRPr="0026003C" w:rsidRDefault="004C0196" w:rsidP="004C0196">
      <w:pPr>
        <w:overflowPunct/>
        <w:textAlignment w:val="auto"/>
      </w:pPr>
      <w:r w:rsidRPr="0026003C">
        <w:t>Inspektor Nadzoru, po uprzedniej weryfikacji systemu kontroli robót prowadzonego przez Wykonawcę, będzie oceniać zgodność materiałów i robót z wymaganiami STWIORB na podstawie wyników badań dostarczonych przez Wykonawcę.</w:t>
      </w:r>
    </w:p>
    <w:p w14:paraId="1F9029C8" w14:textId="6EB61DB6" w:rsidR="001E2BC5" w:rsidRPr="0026003C" w:rsidRDefault="008E66F5">
      <w:pPr>
        <w:pStyle w:val="tekstost"/>
      </w:pPr>
      <w:r w:rsidRPr="0026003C">
        <w:lastRenderedPageBreak/>
        <w:t xml:space="preserve">Inspektor Nadzoru </w:t>
      </w:r>
      <w:r w:rsidR="004C0196" w:rsidRPr="0026003C">
        <w:t>może</w:t>
      </w:r>
      <w:r w:rsidR="001E2BC5" w:rsidRPr="0026003C">
        <w:t xml:space="preserve"> pobierać próbki materiałów i prowadzić badania niezależnie od Wykonawcy, na swój</w:t>
      </w:r>
      <w:r w:rsidR="004C0196" w:rsidRPr="0026003C">
        <w:t xml:space="preserve"> </w:t>
      </w:r>
      <w:r w:rsidR="001E2BC5" w:rsidRPr="0026003C">
        <w:t xml:space="preserve">koszt. Jeżeli wyniki tych badań wykażą, że raporty Wykonawcy są niewiarygodne, to </w:t>
      </w:r>
      <w:r w:rsidRPr="0026003C">
        <w:t xml:space="preserve">Inspektor Nadzoru </w:t>
      </w:r>
      <w:r w:rsidR="004C0196" w:rsidRPr="0026003C">
        <w:t xml:space="preserve">poleci Wykonawcy lub zleci niezależnemu laboratorium przeprowadzenie powtórnych lub dodatkowych badań, albo </w:t>
      </w:r>
      <w:r w:rsidR="001E2BC5" w:rsidRPr="0026003C">
        <w:t xml:space="preserve">oprze się wyłącznie na własnych badaniach przy ocenie zgodności materiałów i robót z dokumentacją projektową i </w:t>
      </w:r>
      <w:r w:rsidR="00B711D9" w:rsidRPr="0026003C">
        <w:t>STWiORB</w:t>
      </w:r>
      <w:r w:rsidR="001E2BC5" w:rsidRPr="0026003C">
        <w:t>.</w:t>
      </w:r>
      <w:r w:rsidR="004C0196" w:rsidRPr="0026003C">
        <w:t xml:space="preserve"> </w:t>
      </w:r>
      <w:r w:rsidR="001E2BC5" w:rsidRPr="0026003C">
        <w:t>W takim przypadku całkowite koszty powtórnych lub dodatkowych badań i pobierania próbek poniesione zostaną przez Wykonawcę.</w:t>
      </w:r>
    </w:p>
    <w:p w14:paraId="789F96C0" w14:textId="77777777" w:rsidR="001E2BC5" w:rsidRPr="0026003C" w:rsidRDefault="001E2BC5">
      <w:pPr>
        <w:pStyle w:val="Nagwek2"/>
      </w:pPr>
      <w:r w:rsidRPr="0026003C">
        <w:t>6.7. Certyfikaty i deklaracje</w:t>
      </w:r>
    </w:p>
    <w:p w14:paraId="4A34E458" w14:textId="55AE0D13" w:rsidR="000B455F" w:rsidRPr="0026003C" w:rsidRDefault="000B455F" w:rsidP="000B455F">
      <w:pPr>
        <w:pStyle w:val="tekstost"/>
      </w:pPr>
      <w:r w:rsidRPr="0026003C">
        <w:t>Inspektor Nadzoru może dopuścić do użycia tylko materiały zgodne z wymaganiami określonymi w odpowiednich STWiORB. Dopuszczenie materiałów do stosowania odbywa się na zasadach opisanych w punkcie 2.1.</w:t>
      </w:r>
    </w:p>
    <w:p w14:paraId="6A28DC88" w14:textId="1B073659" w:rsidR="000B455F" w:rsidRPr="0026003C" w:rsidRDefault="000B455F" w:rsidP="000B455F">
      <w:pPr>
        <w:pStyle w:val="tekstost"/>
      </w:pPr>
      <w:r w:rsidRPr="0026003C">
        <w:t>W przypadku materiałów, dla których dokumenty określone w punkcie 2.1 są wymagane przez STWiORB, każda partia dostarczona do Robót będzie posiadać te dokumenty, określające w sposób jednoznaczny jej cechy.</w:t>
      </w:r>
    </w:p>
    <w:p w14:paraId="3CA14212" w14:textId="10830490" w:rsidR="000B455F" w:rsidRPr="0026003C" w:rsidRDefault="000B455F" w:rsidP="000B455F">
      <w:pPr>
        <w:pStyle w:val="tekstost"/>
      </w:pPr>
      <w:r w:rsidRPr="0026003C">
        <w:t>Produkty przemysłowe muszą posiadać ww. dokumenty wydane przez producenta, a w razie potrzeby poparte wynikami badań wykonanych przez niego. Kopie wyników tych badań będą dostarczone przez Wykonawcę Inspektorowi Nadzoru.</w:t>
      </w:r>
    </w:p>
    <w:p w14:paraId="1D57742C" w14:textId="11707F43" w:rsidR="000B455F" w:rsidRPr="0026003C" w:rsidRDefault="000B455F" w:rsidP="000B455F">
      <w:pPr>
        <w:pStyle w:val="tekstost"/>
      </w:pPr>
      <w:r w:rsidRPr="0026003C">
        <w:t>Jakiekolwiek materiały, które nie spełniają tych wymagań, będą odrzucone.</w:t>
      </w:r>
    </w:p>
    <w:p w14:paraId="780BEB72" w14:textId="77777777" w:rsidR="000B455F" w:rsidRPr="0026003C" w:rsidRDefault="000B455F">
      <w:pPr>
        <w:pStyle w:val="tekstost"/>
      </w:pPr>
    </w:p>
    <w:p w14:paraId="25C262F7" w14:textId="77777777" w:rsidR="001E2BC5" w:rsidRPr="0026003C" w:rsidRDefault="001E2BC5" w:rsidP="006B1F72">
      <w:pPr>
        <w:pStyle w:val="Nagwek2"/>
        <w:numPr>
          <w:ilvl w:val="12"/>
          <w:numId w:val="0"/>
        </w:numPr>
      </w:pPr>
      <w:r w:rsidRPr="0026003C">
        <w:t>6.8. Dokumenty budowy</w:t>
      </w:r>
    </w:p>
    <w:p w14:paraId="2D5B52EE" w14:textId="6E5752BF" w:rsidR="001E2BC5" w:rsidRPr="0026003C" w:rsidRDefault="005B13C2" w:rsidP="006B1F72">
      <w:pPr>
        <w:pStyle w:val="tekstost"/>
        <w:numPr>
          <w:ilvl w:val="12"/>
          <w:numId w:val="0"/>
        </w:numPr>
        <w:spacing w:after="60"/>
      </w:pPr>
      <w:r w:rsidRPr="0026003C">
        <w:rPr>
          <w:b/>
          <w:bCs/>
        </w:rPr>
        <w:t>6.8.1.</w:t>
      </w:r>
      <w:r w:rsidRPr="0026003C">
        <w:t xml:space="preserve"> </w:t>
      </w:r>
      <w:r w:rsidR="001E2BC5" w:rsidRPr="0026003C">
        <w:t>Dziennik budowy</w:t>
      </w:r>
    </w:p>
    <w:p w14:paraId="112A8D6B" w14:textId="253AE148" w:rsidR="005B13C2" w:rsidRPr="0026003C" w:rsidRDefault="001E2BC5" w:rsidP="006B1F72">
      <w:pPr>
        <w:pStyle w:val="tekstost"/>
        <w:numPr>
          <w:ilvl w:val="12"/>
          <w:numId w:val="0"/>
        </w:numPr>
      </w:pPr>
      <w:r w:rsidRPr="0026003C">
        <w:t xml:space="preserve">Dziennik budowy jest wymaganym dokumentem prawnym obowiązującym Zamawiającego i Wykonawcę w okresie od przekazania Wykonawcy terenu budowy do </w:t>
      </w:r>
      <w:r w:rsidR="005B13C2" w:rsidRPr="0026003C">
        <w:t>uzyskania pozwolenia na użytkowanie.</w:t>
      </w:r>
    </w:p>
    <w:p w14:paraId="23894CF4" w14:textId="2F64A0A5" w:rsidR="001E2BC5" w:rsidRPr="0026003C" w:rsidRDefault="001E2BC5" w:rsidP="006B1F72">
      <w:pPr>
        <w:pStyle w:val="tekstost"/>
        <w:numPr>
          <w:ilvl w:val="12"/>
          <w:numId w:val="0"/>
        </w:numPr>
      </w:pPr>
      <w:r w:rsidRPr="0026003C">
        <w:t>Odpowiedzialność za prowadzenie dziennika budowy zgodnie z obowiązującymi przepisami spoczywa na Wykonawcy</w:t>
      </w:r>
      <w:r w:rsidR="005B13C2" w:rsidRPr="0026003C">
        <w:t xml:space="preserve"> (Kierowniku Budowy)</w:t>
      </w:r>
      <w:r w:rsidRPr="0026003C">
        <w:t>.</w:t>
      </w:r>
    </w:p>
    <w:p w14:paraId="6559F3F8" w14:textId="77777777" w:rsidR="001E2BC5" w:rsidRPr="0026003C" w:rsidRDefault="001E2BC5" w:rsidP="006B1F72">
      <w:pPr>
        <w:pStyle w:val="tekstost"/>
        <w:numPr>
          <w:ilvl w:val="12"/>
          <w:numId w:val="0"/>
        </w:numPr>
      </w:pPr>
      <w:r w:rsidRPr="0026003C">
        <w:t>Zapisy w dzienniku budowy będą dokonywane na bieżąco i będą dotyczyć przebiegu robót, stanu bezpieczeństwa ludzi i mienia oraz technicznej i gospodarczej strony budowy.</w:t>
      </w:r>
    </w:p>
    <w:p w14:paraId="46F16E4C" w14:textId="77777777" w:rsidR="001E2BC5" w:rsidRPr="0026003C" w:rsidRDefault="001E2BC5" w:rsidP="006B1F72">
      <w:pPr>
        <w:pStyle w:val="tekstost"/>
        <w:numPr>
          <w:ilvl w:val="12"/>
          <w:numId w:val="0"/>
        </w:numPr>
      </w:pPr>
      <w:r w:rsidRPr="0026003C">
        <w:t xml:space="preserve">Każdy zapis w dzienniku budowy będzie opatrzony datą jego dokonania, podpisem osoby, która dokonała zapisu, </w:t>
      </w:r>
      <w:r w:rsidR="00600E6F" w:rsidRPr="0026003C">
        <w:br/>
      </w:r>
      <w:r w:rsidRPr="0026003C">
        <w:t>z podaniem jej imienia i nazwiska oraz stanowiska służbowego. Zapisy będą czytelne, dokonane trwałą techniką, w porządku chronologicznym, bezpośrednio jeden pod drugim, bez przerw.</w:t>
      </w:r>
    </w:p>
    <w:p w14:paraId="37214775" w14:textId="19BD9776" w:rsidR="001E2BC5" w:rsidRPr="0026003C" w:rsidRDefault="001E2BC5" w:rsidP="006B1F72">
      <w:pPr>
        <w:pStyle w:val="tekstost"/>
        <w:numPr>
          <w:ilvl w:val="12"/>
          <w:numId w:val="0"/>
        </w:numPr>
      </w:pPr>
      <w:r w:rsidRPr="0026003C">
        <w:t xml:space="preserve">Załączone do dziennika budowy protokoły i inne dokumenty będą oznaczone kolejnym numerem załącznika </w:t>
      </w:r>
      <w:r w:rsidR="00600E6F" w:rsidRPr="0026003C">
        <w:br/>
      </w:r>
      <w:r w:rsidRPr="0026003C">
        <w:t xml:space="preserve">i opatrzone datą i podpisem Wykonawcy i </w:t>
      </w:r>
      <w:r w:rsidR="00273563" w:rsidRPr="0026003C">
        <w:t>Inspektora Nadzoru .</w:t>
      </w:r>
    </w:p>
    <w:p w14:paraId="12BF11EC" w14:textId="28FCF58F" w:rsidR="001E2BC5" w:rsidRPr="0026003C" w:rsidRDefault="001E2BC5" w:rsidP="006B1F72">
      <w:pPr>
        <w:pStyle w:val="tekstost"/>
        <w:numPr>
          <w:ilvl w:val="12"/>
          <w:numId w:val="0"/>
        </w:numPr>
      </w:pPr>
      <w:r w:rsidRPr="0026003C">
        <w:t>Do dziennika budowy należy wpisywać w szczególności:</w:t>
      </w:r>
    </w:p>
    <w:p w14:paraId="471F49F9" w14:textId="77777777" w:rsidR="001E2BC5" w:rsidRPr="0026003C" w:rsidRDefault="001E2BC5" w:rsidP="006B1F72">
      <w:pPr>
        <w:pStyle w:val="tekstost"/>
        <w:numPr>
          <w:ilvl w:val="0"/>
          <w:numId w:val="2"/>
        </w:numPr>
      </w:pPr>
      <w:r w:rsidRPr="0026003C">
        <w:t>datę przekazania Wykonawcy terenu budowy,</w:t>
      </w:r>
    </w:p>
    <w:p w14:paraId="57C3341B" w14:textId="05FA121F" w:rsidR="001E2BC5" w:rsidRPr="0026003C" w:rsidRDefault="001E2BC5" w:rsidP="006B1F72">
      <w:pPr>
        <w:pStyle w:val="tekstost"/>
        <w:numPr>
          <w:ilvl w:val="0"/>
          <w:numId w:val="2"/>
        </w:numPr>
      </w:pPr>
      <w:r w:rsidRPr="0026003C">
        <w:t xml:space="preserve">datę uzgodnienia przez </w:t>
      </w:r>
      <w:r w:rsidR="00273563" w:rsidRPr="0026003C">
        <w:t xml:space="preserve">Inspektora Nadzoru </w:t>
      </w:r>
      <w:r w:rsidRPr="0026003C">
        <w:t>programu zapewnienia jakości i harmonogramów robót,</w:t>
      </w:r>
    </w:p>
    <w:p w14:paraId="76B2D27C" w14:textId="77777777" w:rsidR="001E2BC5" w:rsidRPr="0026003C" w:rsidRDefault="001E2BC5" w:rsidP="006B1F72">
      <w:pPr>
        <w:pStyle w:val="tekstost"/>
        <w:numPr>
          <w:ilvl w:val="0"/>
          <w:numId w:val="2"/>
        </w:numPr>
      </w:pPr>
      <w:r w:rsidRPr="0026003C">
        <w:t>terminy rozpoczęcia i zakończenia poszczególnych elementów robót,</w:t>
      </w:r>
    </w:p>
    <w:p w14:paraId="4541E7B7" w14:textId="77777777" w:rsidR="001E2BC5" w:rsidRPr="0026003C" w:rsidRDefault="001E2BC5" w:rsidP="006B1F72">
      <w:pPr>
        <w:pStyle w:val="tekstost"/>
        <w:numPr>
          <w:ilvl w:val="0"/>
          <w:numId w:val="2"/>
        </w:numPr>
      </w:pPr>
      <w:r w:rsidRPr="0026003C">
        <w:t>przebieg robót, trudności i przeszkody w ich prowadzeniu, okresy i przyczyny przerw w robotach,</w:t>
      </w:r>
    </w:p>
    <w:p w14:paraId="0C633D50" w14:textId="3342E94D" w:rsidR="001E2BC5" w:rsidRPr="0026003C" w:rsidRDefault="001E2BC5" w:rsidP="006B1F72">
      <w:pPr>
        <w:pStyle w:val="tekstost"/>
        <w:numPr>
          <w:ilvl w:val="0"/>
          <w:numId w:val="2"/>
        </w:numPr>
      </w:pPr>
      <w:r w:rsidRPr="0026003C">
        <w:t xml:space="preserve">uwagi i polecenia </w:t>
      </w:r>
      <w:r w:rsidR="00273563" w:rsidRPr="0026003C">
        <w:t>Inspektora Nadzoru</w:t>
      </w:r>
      <w:r w:rsidRPr="0026003C">
        <w:t>,</w:t>
      </w:r>
    </w:p>
    <w:p w14:paraId="5633D3C5" w14:textId="77777777" w:rsidR="001E2BC5" w:rsidRPr="0026003C" w:rsidRDefault="001E2BC5" w:rsidP="006B1F72">
      <w:pPr>
        <w:pStyle w:val="tekstost"/>
        <w:numPr>
          <w:ilvl w:val="0"/>
          <w:numId w:val="2"/>
        </w:numPr>
      </w:pPr>
      <w:r w:rsidRPr="0026003C">
        <w:t>daty zarządzenia wstrzymania robót, z podaniem powodu,</w:t>
      </w:r>
    </w:p>
    <w:p w14:paraId="1D4FFEC4" w14:textId="77777777" w:rsidR="001E2BC5" w:rsidRPr="0026003C" w:rsidRDefault="001E2BC5" w:rsidP="006B1F72">
      <w:pPr>
        <w:pStyle w:val="tekstost"/>
        <w:numPr>
          <w:ilvl w:val="0"/>
          <w:numId w:val="2"/>
        </w:numPr>
      </w:pPr>
      <w:r w:rsidRPr="0026003C">
        <w:t>zgłoszenia i daty odbiorów robót zanikających i ulegających zakryciu, częściowych  i ostatecznych odbiorów robót,</w:t>
      </w:r>
    </w:p>
    <w:p w14:paraId="20ED62A6" w14:textId="77777777" w:rsidR="001E2BC5" w:rsidRPr="0026003C" w:rsidRDefault="001E2BC5" w:rsidP="006B1F72">
      <w:pPr>
        <w:pStyle w:val="tekstost"/>
        <w:numPr>
          <w:ilvl w:val="0"/>
          <w:numId w:val="2"/>
        </w:numPr>
      </w:pPr>
      <w:r w:rsidRPr="0026003C">
        <w:t>wyjaśnienia, uwagi i propozycje Wykonawcy,</w:t>
      </w:r>
    </w:p>
    <w:p w14:paraId="4DEE2BAF" w14:textId="77777777" w:rsidR="001E2BC5" w:rsidRPr="0026003C" w:rsidRDefault="001E2BC5" w:rsidP="006B1F72">
      <w:pPr>
        <w:pStyle w:val="tekstost"/>
        <w:numPr>
          <w:ilvl w:val="0"/>
          <w:numId w:val="2"/>
        </w:numPr>
      </w:pPr>
      <w:r w:rsidRPr="0026003C">
        <w:t>stan pogody i temperaturę powietrza w okresie wykonywania robót podlegających ograniczeniom lub wymaganiom szczególnym w związku z warunkami klimatycznymi,</w:t>
      </w:r>
    </w:p>
    <w:p w14:paraId="450EA6F3" w14:textId="77777777" w:rsidR="001E2BC5" w:rsidRPr="0026003C" w:rsidRDefault="001E2BC5" w:rsidP="006B1F72">
      <w:pPr>
        <w:pStyle w:val="tekstost"/>
        <w:numPr>
          <w:ilvl w:val="0"/>
          <w:numId w:val="2"/>
        </w:numPr>
      </w:pPr>
      <w:r w:rsidRPr="0026003C">
        <w:t>zgodność rzeczywistych warunków geotechnicznych z ich opisem w dokumentacji projektowej,</w:t>
      </w:r>
    </w:p>
    <w:p w14:paraId="5E2791F7" w14:textId="77777777" w:rsidR="001E2BC5" w:rsidRPr="0026003C" w:rsidRDefault="001E2BC5" w:rsidP="006B1F72">
      <w:pPr>
        <w:pStyle w:val="tekstost"/>
        <w:numPr>
          <w:ilvl w:val="0"/>
          <w:numId w:val="2"/>
        </w:numPr>
      </w:pPr>
      <w:r w:rsidRPr="0026003C">
        <w:t>dane dotyczące czynności geodezyjnych (pomiarowych) dokonywanych przed i w trakcie wykonywania robót,</w:t>
      </w:r>
    </w:p>
    <w:p w14:paraId="2F179AD5" w14:textId="77777777" w:rsidR="001E2BC5" w:rsidRPr="0026003C" w:rsidRDefault="001E2BC5" w:rsidP="006B1F72">
      <w:pPr>
        <w:pStyle w:val="tekstost"/>
        <w:numPr>
          <w:ilvl w:val="0"/>
          <w:numId w:val="2"/>
        </w:numPr>
      </w:pPr>
      <w:r w:rsidRPr="0026003C">
        <w:t>dane dotyczące sposobu wykonywania zabezpieczenia robót,</w:t>
      </w:r>
    </w:p>
    <w:p w14:paraId="379B98A6" w14:textId="77777777" w:rsidR="001E2BC5" w:rsidRPr="0026003C" w:rsidRDefault="001E2BC5" w:rsidP="006B1F72">
      <w:pPr>
        <w:pStyle w:val="tekstost"/>
        <w:numPr>
          <w:ilvl w:val="0"/>
          <w:numId w:val="2"/>
        </w:numPr>
      </w:pPr>
      <w:r w:rsidRPr="0026003C">
        <w:t>dane dotyczące jakości materiałów, pobierania próbek oraz wyniki przeprowadzonych badań z podaniem, kto je przeprowadzał,</w:t>
      </w:r>
    </w:p>
    <w:p w14:paraId="673BE5C7" w14:textId="77777777" w:rsidR="001E2BC5" w:rsidRPr="0026003C" w:rsidRDefault="001E2BC5" w:rsidP="006B1F72">
      <w:pPr>
        <w:pStyle w:val="tekstost"/>
        <w:numPr>
          <w:ilvl w:val="0"/>
          <w:numId w:val="2"/>
        </w:numPr>
      </w:pPr>
      <w:r w:rsidRPr="0026003C">
        <w:t>wyniki prób poszczególnych elementów budowli z podaniem, kto je przeprowadzał,</w:t>
      </w:r>
    </w:p>
    <w:p w14:paraId="7FEAFC73" w14:textId="77777777" w:rsidR="001E2BC5" w:rsidRPr="0026003C" w:rsidRDefault="001E2BC5" w:rsidP="006B1F72">
      <w:pPr>
        <w:pStyle w:val="tekstost"/>
        <w:numPr>
          <w:ilvl w:val="0"/>
          <w:numId w:val="2"/>
        </w:numPr>
      </w:pPr>
      <w:r w:rsidRPr="0026003C">
        <w:t>inne istotne informacje o przebiegu robót.</w:t>
      </w:r>
    </w:p>
    <w:p w14:paraId="74E3BCF6" w14:textId="0B65267A" w:rsidR="001E2BC5" w:rsidRPr="0026003C" w:rsidRDefault="001E2BC5">
      <w:pPr>
        <w:pStyle w:val="tekstost"/>
      </w:pPr>
      <w:r w:rsidRPr="0026003C">
        <w:t xml:space="preserve">Propozycje, uwagi i wyjaśnienia Wykonawcy, wpisane do dziennika budowy będą przedłożone </w:t>
      </w:r>
      <w:r w:rsidR="00273563" w:rsidRPr="0026003C">
        <w:t xml:space="preserve">Inspektorowi Nadzoru  </w:t>
      </w:r>
      <w:r w:rsidRPr="0026003C">
        <w:t>do ustosunkowania się.</w:t>
      </w:r>
    </w:p>
    <w:p w14:paraId="5FD52CDD" w14:textId="0DF0967A" w:rsidR="001E2BC5" w:rsidRPr="0026003C" w:rsidRDefault="001E2BC5">
      <w:pPr>
        <w:pStyle w:val="tekstost"/>
      </w:pPr>
      <w:r w:rsidRPr="0026003C">
        <w:t xml:space="preserve">Decyzje </w:t>
      </w:r>
      <w:r w:rsidR="00273563" w:rsidRPr="0026003C">
        <w:t xml:space="preserve">Inspektora Nadzoru </w:t>
      </w:r>
      <w:r w:rsidRPr="0026003C">
        <w:t xml:space="preserve">wpisane do dziennika budowy Wykonawca podpisuje </w:t>
      </w:r>
      <w:r w:rsidR="00273563" w:rsidRPr="0026003C">
        <w:t xml:space="preserve"> </w:t>
      </w:r>
      <w:r w:rsidRPr="0026003C">
        <w:t>z zaznaczeniem ich przyjęcia</w:t>
      </w:r>
      <w:r w:rsidR="00EC58D9" w:rsidRPr="0026003C">
        <w:t xml:space="preserve"> </w:t>
      </w:r>
      <w:r w:rsidRPr="0026003C">
        <w:t>lub zajęciem stanowiska.</w:t>
      </w:r>
    </w:p>
    <w:p w14:paraId="10271219" w14:textId="295B86BF" w:rsidR="001E2BC5" w:rsidRPr="0026003C" w:rsidRDefault="001E2BC5">
      <w:pPr>
        <w:pStyle w:val="tekstost"/>
        <w:spacing w:after="120"/>
      </w:pPr>
      <w:r w:rsidRPr="0026003C">
        <w:t xml:space="preserve">Wpis </w:t>
      </w:r>
      <w:r w:rsidR="00273563" w:rsidRPr="0026003C">
        <w:t>P</w:t>
      </w:r>
      <w:r w:rsidRPr="0026003C">
        <w:t xml:space="preserve">rojektanta do dziennika budowy obliguje </w:t>
      </w:r>
      <w:r w:rsidR="00273563" w:rsidRPr="0026003C">
        <w:t xml:space="preserve">Inspektor Nadzoru </w:t>
      </w:r>
      <w:r w:rsidRPr="0026003C">
        <w:t>do ustosunkowania się.</w:t>
      </w:r>
      <w:r w:rsidR="00EC58D9" w:rsidRPr="0026003C">
        <w:t xml:space="preserve"> </w:t>
      </w:r>
    </w:p>
    <w:p w14:paraId="45EE0D91" w14:textId="3E307327" w:rsidR="001E2BC5" w:rsidRPr="0026003C" w:rsidRDefault="00EC58D9">
      <w:pPr>
        <w:pStyle w:val="tekstost"/>
        <w:spacing w:after="120"/>
      </w:pPr>
      <w:r w:rsidRPr="0026003C">
        <w:rPr>
          <w:b/>
          <w:bCs/>
        </w:rPr>
        <w:t>6.8.2.</w:t>
      </w:r>
      <w:r w:rsidRPr="0026003C">
        <w:t xml:space="preserve"> Rejestr</w:t>
      </w:r>
      <w:r w:rsidR="001E2BC5" w:rsidRPr="0026003C">
        <w:t xml:space="preserve"> obmiarów</w:t>
      </w:r>
    </w:p>
    <w:p w14:paraId="28F4589A" w14:textId="77777777" w:rsidR="00EC58D9" w:rsidRPr="0026003C" w:rsidRDefault="00EC58D9">
      <w:pPr>
        <w:pStyle w:val="tekstost"/>
        <w:spacing w:after="120"/>
      </w:pPr>
      <w:r w:rsidRPr="0026003C">
        <w:t>Rejestr</w:t>
      </w:r>
      <w:r w:rsidR="001E2BC5" w:rsidRPr="0026003C">
        <w:t xml:space="preserve"> obmiarów stanowi dokument pozwalający na rozliczenie faktycznego postępu każdego z elementów robót. </w:t>
      </w:r>
      <w:r w:rsidRPr="0026003C">
        <w:t xml:space="preserve">Forma rejestru musi być zatwierdzona przez Inspektora Nadzoru. Obmiary wykonanych robót przeprowadza się w </w:t>
      </w:r>
      <w:r w:rsidRPr="0026003C">
        <w:lastRenderedPageBreak/>
        <w:t xml:space="preserve">sposób ciągły w jednostkach przyjętych w przedmiarach robót i wpisuje do rejestru obmiarów dokumentując narastająco postęp rzeczowy robót. Wpisów do Rejestru obmiarów dokonuje Kierownik Budowy i są one potwierdzane przez Inspektora Nadzoru. </w:t>
      </w:r>
    </w:p>
    <w:p w14:paraId="73465154" w14:textId="7D357CEB" w:rsidR="001E2BC5" w:rsidRPr="0026003C" w:rsidRDefault="0056659D">
      <w:pPr>
        <w:pStyle w:val="tekstost"/>
        <w:keepNext/>
        <w:spacing w:after="120"/>
      </w:pPr>
      <w:r w:rsidRPr="0026003C">
        <w:rPr>
          <w:b/>
          <w:bCs/>
        </w:rPr>
        <w:t>6.8.3.</w:t>
      </w:r>
      <w:r w:rsidRPr="0026003C">
        <w:t xml:space="preserve"> </w:t>
      </w:r>
      <w:r w:rsidR="001E2BC5" w:rsidRPr="0026003C">
        <w:t>Dokumenty laboratoryjne</w:t>
      </w:r>
    </w:p>
    <w:p w14:paraId="6BAB006B" w14:textId="3EB6A656" w:rsidR="001E2BC5" w:rsidRPr="0026003C" w:rsidRDefault="001E2BC5">
      <w:pPr>
        <w:pStyle w:val="tekstost"/>
        <w:spacing w:after="120"/>
      </w:pPr>
      <w:r w:rsidRPr="0026003C">
        <w:t xml:space="preserve">Dzienniki laboratoryjne, deklaracje </w:t>
      </w:r>
      <w:r w:rsidR="00D63E6A" w:rsidRPr="0026003C">
        <w:t>właściwości użytkowych</w:t>
      </w:r>
      <w:r w:rsidRPr="0026003C">
        <w:t xml:space="preserve">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273563" w:rsidRPr="0026003C">
        <w:t>Inspektora Nadzoru .</w:t>
      </w:r>
    </w:p>
    <w:p w14:paraId="1A3C0149" w14:textId="48387F9A" w:rsidR="001E2BC5" w:rsidRPr="0026003C" w:rsidRDefault="0056659D">
      <w:pPr>
        <w:pStyle w:val="tekstost"/>
        <w:spacing w:after="120"/>
      </w:pPr>
      <w:r w:rsidRPr="0026003C">
        <w:rPr>
          <w:b/>
          <w:bCs/>
        </w:rPr>
        <w:t>6.8.4.</w:t>
      </w:r>
      <w:r w:rsidRPr="0026003C">
        <w:t xml:space="preserve"> </w:t>
      </w:r>
      <w:r w:rsidR="001E2BC5" w:rsidRPr="0026003C">
        <w:t>Pozostałe dokumenty budowy</w:t>
      </w:r>
    </w:p>
    <w:p w14:paraId="0B09FD1A" w14:textId="6D3AED0B" w:rsidR="001E2BC5" w:rsidRPr="0026003C" w:rsidRDefault="001E2BC5">
      <w:pPr>
        <w:pStyle w:val="tekstost"/>
      </w:pPr>
      <w:r w:rsidRPr="0026003C">
        <w:t xml:space="preserve">Do dokumentów budowy zalicza się, oprócz wymienionych </w:t>
      </w:r>
      <w:r w:rsidR="0056659D" w:rsidRPr="0026003C">
        <w:t>powyżej, także</w:t>
      </w:r>
      <w:r w:rsidRPr="0026003C">
        <w:t xml:space="preserve"> następujące dokumenty:</w:t>
      </w:r>
    </w:p>
    <w:p w14:paraId="193F8F09" w14:textId="77777777" w:rsidR="001E2BC5" w:rsidRPr="0026003C" w:rsidRDefault="001E2BC5" w:rsidP="006B1F72">
      <w:pPr>
        <w:pStyle w:val="tekstost"/>
        <w:numPr>
          <w:ilvl w:val="0"/>
          <w:numId w:val="10"/>
        </w:numPr>
        <w:ind w:left="288" w:hanging="288"/>
      </w:pPr>
      <w:r w:rsidRPr="0026003C">
        <w:t>pozwolenie na realizację zadania budowlanego,</w:t>
      </w:r>
    </w:p>
    <w:p w14:paraId="365F15C6" w14:textId="77777777" w:rsidR="001E2BC5" w:rsidRPr="0026003C" w:rsidRDefault="001E2BC5" w:rsidP="006B1F72">
      <w:pPr>
        <w:pStyle w:val="tekstost"/>
        <w:numPr>
          <w:ilvl w:val="0"/>
          <w:numId w:val="10"/>
        </w:numPr>
        <w:ind w:left="288" w:hanging="288"/>
      </w:pPr>
      <w:r w:rsidRPr="0026003C">
        <w:t>protokoły przekazania terenu budowy,</w:t>
      </w:r>
    </w:p>
    <w:p w14:paraId="78D32E09" w14:textId="77777777" w:rsidR="001E2BC5" w:rsidRPr="0026003C" w:rsidRDefault="001E2BC5" w:rsidP="006B1F72">
      <w:pPr>
        <w:pStyle w:val="tekstost"/>
        <w:numPr>
          <w:ilvl w:val="0"/>
          <w:numId w:val="10"/>
        </w:numPr>
        <w:ind w:left="288" w:hanging="288"/>
      </w:pPr>
      <w:r w:rsidRPr="0026003C">
        <w:t>umowy cywilno-prawne z osobami trzecimi i inne umowy cywilno-prawne,</w:t>
      </w:r>
    </w:p>
    <w:p w14:paraId="5899F8B1" w14:textId="77777777" w:rsidR="001E2BC5" w:rsidRPr="0026003C" w:rsidRDefault="001E2BC5" w:rsidP="006B1F72">
      <w:pPr>
        <w:pStyle w:val="tekstost"/>
        <w:numPr>
          <w:ilvl w:val="0"/>
          <w:numId w:val="10"/>
        </w:numPr>
        <w:ind w:left="288" w:hanging="288"/>
      </w:pPr>
      <w:r w:rsidRPr="0026003C">
        <w:t>protokoły odbioru robót,</w:t>
      </w:r>
    </w:p>
    <w:p w14:paraId="25E68E05" w14:textId="77777777" w:rsidR="001E2BC5" w:rsidRPr="0026003C" w:rsidRDefault="001E2BC5" w:rsidP="006B1F72">
      <w:pPr>
        <w:pStyle w:val="tekstost"/>
        <w:numPr>
          <w:ilvl w:val="0"/>
          <w:numId w:val="10"/>
        </w:numPr>
        <w:ind w:left="288" w:hanging="288"/>
      </w:pPr>
      <w:r w:rsidRPr="0026003C">
        <w:t>protokoły z narad i ustaleń,</w:t>
      </w:r>
    </w:p>
    <w:p w14:paraId="18E328FD" w14:textId="77777777" w:rsidR="001E2BC5" w:rsidRPr="0026003C" w:rsidRDefault="004D17CD" w:rsidP="006B1F72">
      <w:pPr>
        <w:pStyle w:val="tekstost"/>
        <w:numPr>
          <w:ilvl w:val="0"/>
          <w:numId w:val="10"/>
        </w:numPr>
        <w:ind w:left="288" w:hanging="288"/>
      </w:pPr>
      <w:r w:rsidRPr="0026003C">
        <w:t>korespondencję na budowie,</w:t>
      </w:r>
    </w:p>
    <w:p w14:paraId="1A412F84" w14:textId="491C6A85" w:rsidR="001E2BC5" w:rsidRPr="0026003C" w:rsidRDefault="0056659D">
      <w:pPr>
        <w:pStyle w:val="tekstost"/>
        <w:spacing w:before="120" w:after="120"/>
      </w:pPr>
      <w:r w:rsidRPr="0026003C">
        <w:rPr>
          <w:b/>
          <w:bCs/>
        </w:rPr>
        <w:t>6.8.5.</w:t>
      </w:r>
      <w:r w:rsidRPr="0026003C">
        <w:t xml:space="preserve"> </w:t>
      </w:r>
      <w:r w:rsidR="001E2BC5" w:rsidRPr="0026003C">
        <w:t>Przechowywanie dokumentów budowy</w:t>
      </w:r>
    </w:p>
    <w:p w14:paraId="51C887D6" w14:textId="622F3A7E" w:rsidR="001E2BC5" w:rsidRPr="0026003C" w:rsidRDefault="001E2BC5">
      <w:pPr>
        <w:pStyle w:val="tekstost"/>
      </w:pPr>
      <w:r w:rsidRPr="0026003C">
        <w:t>Dokumenty budowy będą przechowywane na terenie budowy w miejscu odpowiednio zabezpieczonym.</w:t>
      </w:r>
    </w:p>
    <w:p w14:paraId="150FEF04" w14:textId="48E3ED3B" w:rsidR="001E2BC5" w:rsidRPr="0026003C" w:rsidRDefault="001E2BC5">
      <w:pPr>
        <w:pStyle w:val="tekstost"/>
      </w:pPr>
      <w:r w:rsidRPr="0026003C">
        <w:t xml:space="preserve">Zaginięcie któregokolwiek z dokumentów budowy spowoduje jego natychmiastowe odtworzenie </w:t>
      </w:r>
      <w:r w:rsidR="0008404E" w:rsidRPr="0026003C">
        <w:br/>
      </w:r>
      <w:r w:rsidRPr="0026003C">
        <w:t>w formie przewidzianej prawem.</w:t>
      </w:r>
    </w:p>
    <w:p w14:paraId="1F5130DD" w14:textId="7F761D4E" w:rsidR="001E2BC5" w:rsidRPr="0026003C" w:rsidRDefault="001E2BC5">
      <w:pPr>
        <w:pStyle w:val="tekstost"/>
      </w:pPr>
      <w:r w:rsidRPr="0026003C">
        <w:t xml:space="preserve">Wszelkie dokumenty budowy będą zawsze dostępne dla </w:t>
      </w:r>
      <w:r w:rsidR="00273563" w:rsidRPr="0026003C">
        <w:t xml:space="preserve">Inspektora Nadzoru  </w:t>
      </w:r>
      <w:r w:rsidRPr="0026003C">
        <w:t>i przedstawiane do wglądu na</w:t>
      </w:r>
      <w:r w:rsidR="0056659D" w:rsidRPr="0026003C">
        <w:t xml:space="preserve"> </w:t>
      </w:r>
      <w:r w:rsidRPr="0026003C">
        <w:t>życzenie Zamawiającego.</w:t>
      </w:r>
    </w:p>
    <w:p w14:paraId="08CC61E9" w14:textId="77777777" w:rsidR="001E2BC5" w:rsidRPr="0026003C" w:rsidRDefault="001E2BC5">
      <w:pPr>
        <w:pStyle w:val="Nagwek1"/>
        <w:spacing w:before="240"/>
      </w:pPr>
      <w:bookmarkStart w:id="21" w:name="_Toc416830704"/>
      <w:bookmarkStart w:id="22" w:name="_Toc6881285"/>
      <w:bookmarkStart w:id="23" w:name="_Toc324793910"/>
      <w:r w:rsidRPr="0026003C">
        <w:t>7. obmiar robót</w:t>
      </w:r>
      <w:bookmarkEnd w:id="21"/>
      <w:bookmarkEnd w:id="22"/>
      <w:bookmarkEnd w:id="23"/>
    </w:p>
    <w:p w14:paraId="23D4D008" w14:textId="77777777" w:rsidR="001E2BC5" w:rsidRPr="0026003C" w:rsidRDefault="001E2BC5">
      <w:pPr>
        <w:pStyle w:val="Nagwek2"/>
      </w:pPr>
      <w:r w:rsidRPr="0026003C">
        <w:t>7.1. Ogólne zasady obmiaru robót</w:t>
      </w:r>
    </w:p>
    <w:p w14:paraId="363D9913" w14:textId="70506A7E" w:rsidR="001E2BC5" w:rsidRPr="0026003C" w:rsidRDefault="001E2BC5">
      <w:pPr>
        <w:pStyle w:val="tekstost"/>
      </w:pPr>
      <w:r w:rsidRPr="0026003C">
        <w:t xml:space="preserve">Obmiar robót będzie określać faktyczny zakres wykonywanych robót zgodnie z dokumentacją projektową </w:t>
      </w:r>
      <w:r w:rsidR="00E21E8D" w:rsidRPr="0026003C">
        <w:br/>
      </w:r>
      <w:r w:rsidRPr="0026003C">
        <w:t xml:space="preserve">i </w:t>
      </w:r>
      <w:r w:rsidR="00B711D9" w:rsidRPr="0026003C">
        <w:t>STWiORB</w:t>
      </w:r>
      <w:r w:rsidRPr="0026003C">
        <w:t>, w jednostkach ustalonych w kosztorysie.</w:t>
      </w:r>
    </w:p>
    <w:p w14:paraId="74264365" w14:textId="13E1B42E" w:rsidR="001E2BC5" w:rsidRPr="0026003C" w:rsidRDefault="001E2BC5">
      <w:pPr>
        <w:pStyle w:val="tekstost"/>
      </w:pPr>
      <w:r w:rsidRPr="0026003C">
        <w:t xml:space="preserve">Obmiaru robót dokonuje Wykonawca po pisemnym powiadomieniu </w:t>
      </w:r>
      <w:r w:rsidR="00E21E8D" w:rsidRPr="0026003C">
        <w:t xml:space="preserve">Inspektora Nadzoru  </w:t>
      </w:r>
      <w:r w:rsidRPr="0026003C">
        <w:t>o zakresie obmierzanych robót i terminie obmiaru, co najmniej na 3 dni przed tym terminem.</w:t>
      </w:r>
    </w:p>
    <w:p w14:paraId="7AF45D31" w14:textId="48A8018D" w:rsidR="001E2BC5" w:rsidRPr="0026003C" w:rsidRDefault="001E2BC5">
      <w:pPr>
        <w:pStyle w:val="tekstost"/>
      </w:pPr>
      <w:r w:rsidRPr="0026003C">
        <w:t xml:space="preserve">Wyniki obmiaru będą wpisane do </w:t>
      </w:r>
      <w:r w:rsidR="000C6242" w:rsidRPr="0026003C">
        <w:t>rejestru</w:t>
      </w:r>
      <w:r w:rsidRPr="0026003C">
        <w:t xml:space="preserve"> obmiarów.</w:t>
      </w:r>
    </w:p>
    <w:p w14:paraId="0BA82966" w14:textId="54CA028E" w:rsidR="001E2BC5" w:rsidRPr="0026003C" w:rsidRDefault="001E2BC5">
      <w:pPr>
        <w:pStyle w:val="tekstost"/>
      </w:pPr>
      <w:r w:rsidRPr="0026003C">
        <w:t xml:space="preserve">Jakikolwiek błąd lub przeoczenie (opuszczenie) w ilościach podanych w ślepym kosztorysie lub gdzie indziej w </w:t>
      </w:r>
      <w:r w:rsidR="00B711D9" w:rsidRPr="0026003C">
        <w:t>STWiORB</w:t>
      </w:r>
      <w:r w:rsidRPr="0026003C">
        <w:t xml:space="preserve"> nie zwalnia Wykonawcy od obowiązku ukończenia wszystkich robót. Błędne dane zostaną poprawione wg instrukcji </w:t>
      </w:r>
      <w:r w:rsidR="00E21E8D" w:rsidRPr="0026003C">
        <w:t xml:space="preserve">Inspektora Nadzoru  </w:t>
      </w:r>
      <w:r w:rsidRPr="0026003C">
        <w:t>na piśmie.</w:t>
      </w:r>
    </w:p>
    <w:p w14:paraId="4D48E6A0" w14:textId="6EF96043" w:rsidR="001E2BC5" w:rsidRPr="0026003C" w:rsidRDefault="001E2BC5">
      <w:pPr>
        <w:pStyle w:val="tekstost"/>
      </w:pPr>
      <w:r w:rsidRPr="0026003C">
        <w:t xml:space="preserve">Obmiar gotowych robót będzie przeprowadzony z częstością wymaganą do celu miesięcznej płatności na rzecz Wykonawcy lub w innym czasie określonym w umowie lub oczekiwanym przez Wykonawcę i </w:t>
      </w:r>
      <w:r w:rsidR="00E21E8D" w:rsidRPr="0026003C">
        <w:t>Inspektora Nadzoru</w:t>
      </w:r>
      <w:r w:rsidRPr="0026003C">
        <w:t>.</w:t>
      </w:r>
    </w:p>
    <w:p w14:paraId="00C4674A" w14:textId="77777777" w:rsidR="001E2BC5" w:rsidRPr="0026003C" w:rsidRDefault="001E2BC5">
      <w:pPr>
        <w:pStyle w:val="Nagwek2"/>
      </w:pPr>
      <w:r w:rsidRPr="0026003C">
        <w:t>7.2. Zasady określania ilości robót i materiałów</w:t>
      </w:r>
    </w:p>
    <w:p w14:paraId="09BB2939" w14:textId="11693C4B" w:rsidR="001E2BC5" w:rsidRPr="0026003C" w:rsidRDefault="001E2BC5">
      <w:pPr>
        <w:pStyle w:val="tekstost"/>
      </w:pPr>
      <w:r w:rsidRPr="0026003C">
        <w:t>Długości i odległości pomiędzy wyszczególnionymi punktami skrajnymi będą obmierzone poziomo wzdłuż linii</w:t>
      </w:r>
      <w:r w:rsidR="00217EB4" w:rsidRPr="0026003C">
        <w:t xml:space="preserve"> </w:t>
      </w:r>
      <w:r w:rsidRPr="0026003C">
        <w:t>osiowej.</w:t>
      </w:r>
    </w:p>
    <w:p w14:paraId="6C29310B" w14:textId="70DDA0B7" w:rsidR="001E2BC5" w:rsidRPr="0026003C" w:rsidRDefault="001E2BC5">
      <w:pPr>
        <w:pStyle w:val="tekstost"/>
      </w:pPr>
      <w:r w:rsidRPr="0026003C">
        <w:t xml:space="preserve">Jeśli </w:t>
      </w:r>
      <w:r w:rsidR="00B711D9" w:rsidRPr="0026003C">
        <w:t>STWiORB</w:t>
      </w:r>
      <w:r w:rsidRPr="0026003C">
        <w:t xml:space="preserve"> właściwe dla danych robót nie wymagają tego inaczej, objętości będą wyliczone w m</w:t>
      </w:r>
      <w:r w:rsidRPr="0026003C">
        <w:rPr>
          <w:vertAlign w:val="superscript"/>
        </w:rPr>
        <w:t>3</w:t>
      </w:r>
      <w:r w:rsidRPr="0026003C">
        <w:t xml:space="preserve"> jako długość</w:t>
      </w:r>
      <w:r w:rsidR="00217EB4" w:rsidRPr="0026003C">
        <w:t xml:space="preserve"> </w:t>
      </w:r>
      <w:r w:rsidRPr="0026003C">
        <w:t>pomnożona przez średni przekrój.</w:t>
      </w:r>
    </w:p>
    <w:p w14:paraId="034B6754" w14:textId="5EBF25C7" w:rsidR="001E2BC5" w:rsidRPr="0026003C" w:rsidRDefault="001E2BC5">
      <w:pPr>
        <w:pStyle w:val="tekstost"/>
      </w:pPr>
      <w:r w:rsidRPr="0026003C">
        <w:t xml:space="preserve">Ilości, które mają być obmierzone wagowo, będą ważone w tonach lub kilogramach zgodnie z wymaganiami </w:t>
      </w:r>
      <w:r w:rsidR="00B711D9" w:rsidRPr="0026003C">
        <w:t>STWiORB</w:t>
      </w:r>
      <w:r w:rsidRPr="0026003C">
        <w:t>.</w:t>
      </w:r>
    </w:p>
    <w:p w14:paraId="7EC7A1CE" w14:textId="77777777" w:rsidR="001E2BC5" w:rsidRPr="0026003C" w:rsidRDefault="001E2BC5">
      <w:pPr>
        <w:pStyle w:val="Nagwek2"/>
      </w:pPr>
      <w:r w:rsidRPr="0026003C">
        <w:t>7.3. Urządzenia i sprzęt pomiarowy</w:t>
      </w:r>
    </w:p>
    <w:p w14:paraId="36166B17" w14:textId="77777777" w:rsidR="00217EB4" w:rsidRPr="0026003C" w:rsidRDefault="001E2BC5">
      <w:pPr>
        <w:pStyle w:val="tekstost"/>
      </w:pPr>
      <w:r w:rsidRPr="0026003C">
        <w:t xml:space="preserve">Wszystkie urządzenia i sprzęt pomiarowy, stosowany w czasie obmiaru robót będą zaakceptowane przez </w:t>
      </w:r>
      <w:r w:rsidR="00E21E8D" w:rsidRPr="0026003C">
        <w:t>Inspektora</w:t>
      </w:r>
      <w:r w:rsidR="00217EB4" w:rsidRPr="0026003C">
        <w:t xml:space="preserve"> </w:t>
      </w:r>
      <w:r w:rsidR="00E21E8D" w:rsidRPr="0026003C">
        <w:t>Nadzoru.</w:t>
      </w:r>
      <w:r w:rsidR="00217EB4" w:rsidRPr="0026003C">
        <w:t xml:space="preserve"> </w:t>
      </w:r>
    </w:p>
    <w:p w14:paraId="0A596160" w14:textId="75617019" w:rsidR="001E2BC5" w:rsidRPr="0026003C" w:rsidRDefault="001E2BC5">
      <w:pPr>
        <w:pStyle w:val="tekstost"/>
      </w:pPr>
      <w:r w:rsidRPr="0026003C">
        <w:t>Urządzenia i sprzęt pomiarowy zostaną dostarczone przez Wykonawcę. Jeżeli ur</w:t>
      </w:r>
      <w:r w:rsidR="00E21E8D" w:rsidRPr="0026003C">
        <w:t xml:space="preserve">ządzenia te lub sprzęt wymagają </w:t>
      </w:r>
      <w:r w:rsidRPr="0026003C">
        <w:t>badań atestujących to Wykonawca będzie posiadać ważne świadectwa legalizacji.</w:t>
      </w:r>
    </w:p>
    <w:p w14:paraId="21F958D3" w14:textId="77777777" w:rsidR="001E2BC5" w:rsidRPr="0026003C" w:rsidRDefault="001E2BC5">
      <w:pPr>
        <w:pStyle w:val="tekstost"/>
      </w:pPr>
      <w:r w:rsidRPr="0026003C">
        <w:t>Wszystkie urządzenia pomiarowe będą przez Wykonawcę utrzymywane w dobrym stanie, w całym okresie trwania robót.</w:t>
      </w:r>
    </w:p>
    <w:p w14:paraId="251B0B50" w14:textId="10ECE8A9" w:rsidR="001E2BC5" w:rsidRPr="0026003C" w:rsidRDefault="001E2BC5">
      <w:pPr>
        <w:pStyle w:val="Nagwek2"/>
      </w:pPr>
      <w:r w:rsidRPr="0026003C">
        <w:t>7.</w:t>
      </w:r>
      <w:r w:rsidR="003956B1" w:rsidRPr="0026003C">
        <w:t>4</w:t>
      </w:r>
      <w:r w:rsidRPr="0026003C">
        <w:t>. Czas przeprowadzenia obmiaru</w:t>
      </w:r>
    </w:p>
    <w:p w14:paraId="198DBAEE" w14:textId="0410DFFF" w:rsidR="001E2BC5" w:rsidRPr="0026003C" w:rsidRDefault="001E2BC5">
      <w:pPr>
        <w:pStyle w:val="tekstost"/>
      </w:pPr>
      <w:r w:rsidRPr="0026003C">
        <w:t>Obmiary będą przeprowadzone przed częściowym lub ostatecznym odbiorem odcinków robót, a także w przypadku występowania dłuższej przerwy w robotach.</w:t>
      </w:r>
    </w:p>
    <w:p w14:paraId="6D48FF25" w14:textId="77777777" w:rsidR="001E2BC5" w:rsidRPr="0026003C" w:rsidRDefault="001E2BC5">
      <w:pPr>
        <w:pStyle w:val="tekstost"/>
      </w:pPr>
      <w:r w:rsidRPr="0026003C">
        <w:t>Obmiar robót zanikających przeprowadza się w czasie ich wykonywania.</w:t>
      </w:r>
    </w:p>
    <w:p w14:paraId="2471219C" w14:textId="77777777" w:rsidR="001E2BC5" w:rsidRPr="0026003C" w:rsidRDefault="001E2BC5">
      <w:pPr>
        <w:pStyle w:val="tekstost"/>
      </w:pPr>
      <w:r w:rsidRPr="0026003C">
        <w:lastRenderedPageBreak/>
        <w:t>Obmiar robót podlegających zakryciu przeprowadza się przed ich zakryciem.</w:t>
      </w:r>
    </w:p>
    <w:p w14:paraId="23231831" w14:textId="61845324" w:rsidR="001E2BC5" w:rsidRPr="0026003C" w:rsidRDefault="001E2BC5">
      <w:pPr>
        <w:pStyle w:val="tekstost"/>
      </w:pPr>
      <w:r w:rsidRPr="0026003C">
        <w:t>Roboty pomiarowe do obmiaru oraz nieodzowne obliczenia będą wykonane w sposób zrozumiały i jednoznaczny.</w:t>
      </w:r>
    </w:p>
    <w:p w14:paraId="1463E453" w14:textId="553C29D3" w:rsidR="001E2BC5" w:rsidRPr="0026003C" w:rsidRDefault="001E2BC5">
      <w:pPr>
        <w:pStyle w:val="tekstost"/>
      </w:pPr>
      <w:r w:rsidRPr="0026003C">
        <w:t xml:space="preserve">Wymiary skomplikowanych powierzchni lub objętości będą uzupełnione odpowiednimi szkicami umieszczonymi na karcie </w:t>
      </w:r>
      <w:r w:rsidR="00502A71" w:rsidRPr="0026003C">
        <w:t>rejestru</w:t>
      </w:r>
      <w:r w:rsidRPr="0026003C">
        <w:t xml:space="preserve"> obmiarów. W razie braku miejsca szkice mogą być dołączone w formie oddzielnego załącznika do </w:t>
      </w:r>
      <w:r w:rsidR="00502A71" w:rsidRPr="0026003C">
        <w:t>rejestru</w:t>
      </w:r>
      <w:r w:rsidRPr="0026003C">
        <w:t xml:space="preserve"> obmiarów, którego wzór zostanie uzgodniony z </w:t>
      </w:r>
      <w:r w:rsidR="00E21E8D" w:rsidRPr="0026003C">
        <w:t>Inspektorem Nadzoru.</w:t>
      </w:r>
    </w:p>
    <w:p w14:paraId="573AF36E" w14:textId="77777777" w:rsidR="001E2BC5" w:rsidRPr="0026003C" w:rsidRDefault="001E2BC5">
      <w:pPr>
        <w:pStyle w:val="Nagwek1"/>
        <w:spacing w:before="240"/>
      </w:pPr>
      <w:bookmarkStart w:id="24" w:name="_Toc416830705"/>
      <w:bookmarkStart w:id="25" w:name="_Toc6881286"/>
      <w:bookmarkStart w:id="26" w:name="_Toc324793911"/>
      <w:r w:rsidRPr="0026003C">
        <w:t>8. odbiór robót</w:t>
      </w:r>
      <w:bookmarkEnd w:id="24"/>
      <w:bookmarkEnd w:id="25"/>
      <w:bookmarkEnd w:id="26"/>
    </w:p>
    <w:p w14:paraId="0B99B468" w14:textId="77777777" w:rsidR="001E2BC5" w:rsidRPr="0026003C" w:rsidRDefault="001E2BC5">
      <w:pPr>
        <w:pStyle w:val="Nagwek2"/>
      </w:pPr>
      <w:r w:rsidRPr="0026003C">
        <w:t>8.1. Rodzaje odbiorów robót</w:t>
      </w:r>
    </w:p>
    <w:p w14:paraId="22AAAD69" w14:textId="023AEA8E" w:rsidR="001E2BC5" w:rsidRPr="0026003C" w:rsidRDefault="001E2BC5">
      <w:pPr>
        <w:pStyle w:val="tekstost"/>
      </w:pPr>
      <w:r w:rsidRPr="0026003C">
        <w:t xml:space="preserve">W zależności od ustaleń odpowiednich </w:t>
      </w:r>
      <w:r w:rsidR="00B711D9" w:rsidRPr="0026003C">
        <w:t>STWiORB</w:t>
      </w:r>
      <w:r w:rsidRPr="0026003C">
        <w:t>, roboty podlegają następującym etapom odbioru:</w:t>
      </w:r>
    </w:p>
    <w:p w14:paraId="08CB4E65" w14:textId="77777777" w:rsidR="001E2BC5" w:rsidRPr="0026003C" w:rsidRDefault="001E2BC5" w:rsidP="006B1F72">
      <w:pPr>
        <w:pStyle w:val="tekstost"/>
        <w:numPr>
          <w:ilvl w:val="0"/>
          <w:numId w:val="11"/>
        </w:numPr>
      </w:pPr>
      <w:r w:rsidRPr="0026003C">
        <w:t>odbiorowi robót zanikających i ulegających zakryciu,</w:t>
      </w:r>
    </w:p>
    <w:p w14:paraId="7A8B2379" w14:textId="77777777" w:rsidR="001E2BC5" w:rsidRPr="0026003C" w:rsidRDefault="001E2BC5" w:rsidP="006B1F72">
      <w:pPr>
        <w:pStyle w:val="tekstost"/>
        <w:numPr>
          <w:ilvl w:val="0"/>
          <w:numId w:val="11"/>
        </w:numPr>
      </w:pPr>
      <w:r w:rsidRPr="0026003C">
        <w:t>odbiorowi częściowemu,</w:t>
      </w:r>
    </w:p>
    <w:p w14:paraId="46DCCE4B" w14:textId="77777777" w:rsidR="001E2BC5" w:rsidRPr="0026003C" w:rsidRDefault="001E2BC5" w:rsidP="006B1F72">
      <w:pPr>
        <w:pStyle w:val="tekstost"/>
        <w:numPr>
          <w:ilvl w:val="0"/>
          <w:numId w:val="11"/>
        </w:numPr>
      </w:pPr>
      <w:r w:rsidRPr="0026003C">
        <w:t>odbiorowi ostatecznemu,</w:t>
      </w:r>
    </w:p>
    <w:p w14:paraId="1FE2FE79" w14:textId="77777777" w:rsidR="001E2BC5" w:rsidRPr="0026003C" w:rsidRDefault="001E2BC5" w:rsidP="006B1F72">
      <w:pPr>
        <w:pStyle w:val="tekstost"/>
        <w:numPr>
          <w:ilvl w:val="0"/>
          <w:numId w:val="11"/>
        </w:numPr>
      </w:pPr>
      <w:r w:rsidRPr="0026003C">
        <w:t>odbiorowi pogwarancyjnemu.</w:t>
      </w:r>
    </w:p>
    <w:p w14:paraId="624918A9" w14:textId="77777777" w:rsidR="001E2BC5" w:rsidRPr="0026003C" w:rsidRDefault="001E2BC5">
      <w:pPr>
        <w:pStyle w:val="Nagwek2"/>
      </w:pPr>
      <w:r w:rsidRPr="0026003C">
        <w:t>8.2. Odbiór robót zanikających i ulegających zakryciu</w:t>
      </w:r>
    </w:p>
    <w:p w14:paraId="2943E7C8" w14:textId="6882A577" w:rsidR="001E2BC5" w:rsidRPr="0026003C" w:rsidRDefault="001E2BC5">
      <w:pPr>
        <w:pStyle w:val="tekstost"/>
      </w:pPr>
      <w:r w:rsidRPr="0026003C">
        <w:t>Odbiór robót zanikających i ulegających zakryciu polega na finalnej ocenie ilości i jakości wykonywanych robót,</w:t>
      </w:r>
      <w:r w:rsidR="00DD3E29" w:rsidRPr="0026003C">
        <w:t xml:space="preserve"> </w:t>
      </w:r>
      <w:r w:rsidRPr="0026003C">
        <w:t>które w dalszym procesie realizacji ulegną zakryciu.</w:t>
      </w:r>
    </w:p>
    <w:p w14:paraId="2D1FBC13" w14:textId="77777777" w:rsidR="001E2BC5" w:rsidRPr="0026003C" w:rsidRDefault="001E2BC5">
      <w:pPr>
        <w:pStyle w:val="tekstost"/>
      </w:pPr>
      <w:r w:rsidRPr="0026003C">
        <w:t>Odbiór robót zanikających i ulegających zakryciu będzie dokonany w czasie umożliwiającym wykonanie ewentualnych korekt i poprawek bez hamowania ogólnego postępu robót.</w:t>
      </w:r>
    </w:p>
    <w:p w14:paraId="357EE544" w14:textId="7712AEE7" w:rsidR="001E2BC5" w:rsidRPr="0026003C" w:rsidRDefault="001E2BC5">
      <w:pPr>
        <w:pStyle w:val="tekstost"/>
      </w:pPr>
      <w:r w:rsidRPr="0026003C">
        <w:t xml:space="preserve">Odbioru robót dokonuje </w:t>
      </w:r>
      <w:r w:rsidR="00E21E8D" w:rsidRPr="0026003C">
        <w:t>Inspektor Nadzoru.</w:t>
      </w:r>
    </w:p>
    <w:p w14:paraId="2EF053D2" w14:textId="77777777" w:rsidR="003956B1" w:rsidRPr="0026003C" w:rsidRDefault="001E2BC5">
      <w:pPr>
        <w:pStyle w:val="tekstost"/>
      </w:pPr>
      <w:r w:rsidRPr="0026003C">
        <w:t>Gotowość danej części robót do odbioru zgłasza Wykonawca wpisem do dziennika budowy i jednoczesnym</w:t>
      </w:r>
      <w:r w:rsidR="00A71842" w:rsidRPr="0026003C">
        <w:t xml:space="preserve"> </w:t>
      </w:r>
      <w:r w:rsidRPr="0026003C">
        <w:t xml:space="preserve">powiadomieniem </w:t>
      </w:r>
      <w:r w:rsidR="00E21E8D" w:rsidRPr="0026003C">
        <w:t>Inspektora Nadzoru.</w:t>
      </w:r>
      <w:r w:rsidRPr="0026003C">
        <w:t xml:space="preserve"> Odbiór będzie przeprowadzony niezwłocznie, nie później jednak niż w ciągu 3 dni od daty zgłoszenia wpisem do dziennika budowy i powiadomienia o tym fakcie </w:t>
      </w:r>
      <w:r w:rsidR="00E21E8D" w:rsidRPr="0026003C">
        <w:t>Inspektora Nadzoru</w:t>
      </w:r>
      <w:r w:rsidRPr="0026003C">
        <w:t>.</w:t>
      </w:r>
      <w:r w:rsidR="003956B1" w:rsidRPr="0026003C">
        <w:t xml:space="preserve"> </w:t>
      </w:r>
    </w:p>
    <w:p w14:paraId="68DA333A" w14:textId="4D436E6E" w:rsidR="001E2BC5" w:rsidRPr="0026003C" w:rsidRDefault="001E2BC5">
      <w:pPr>
        <w:pStyle w:val="tekstost"/>
      </w:pPr>
      <w:r w:rsidRPr="0026003C">
        <w:t xml:space="preserve">Jakość i ilość robót ulegających zakryciu ocenia </w:t>
      </w:r>
      <w:r w:rsidR="00E21E8D" w:rsidRPr="0026003C">
        <w:t xml:space="preserve">Inspektor Nadzoru </w:t>
      </w:r>
      <w:r w:rsidRPr="0026003C">
        <w:t>na podstawie dokumentów zawierających</w:t>
      </w:r>
      <w:r w:rsidR="00A71842" w:rsidRPr="0026003C">
        <w:t xml:space="preserve"> </w:t>
      </w:r>
      <w:r w:rsidRPr="0026003C">
        <w:t>komplet wyników badań laboratoryjnych i w oparciu o przeprowadzone pomiary, w konfrontacji</w:t>
      </w:r>
      <w:r w:rsidR="00A71842" w:rsidRPr="0026003C">
        <w:t xml:space="preserve"> </w:t>
      </w:r>
      <w:r w:rsidRPr="0026003C">
        <w:t xml:space="preserve">z dokumentacją projektową, </w:t>
      </w:r>
      <w:r w:rsidR="00B711D9" w:rsidRPr="0026003C">
        <w:t>STWiORB</w:t>
      </w:r>
      <w:r w:rsidRPr="0026003C">
        <w:t xml:space="preserve"> i uprzednimi ustaleniami.</w:t>
      </w:r>
    </w:p>
    <w:p w14:paraId="15EC2060" w14:textId="77777777" w:rsidR="001E2BC5" w:rsidRPr="0026003C" w:rsidRDefault="001E2BC5">
      <w:pPr>
        <w:pStyle w:val="Nagwek2"/>
      </w:pPr>
      <w:r w:rsidRPr="0026003C">
        <w:t>8.3. Odbiór częściowy</w:t>
      </w:r>
    </w:p>
    <w:p w14:paraId="1EA2B05C" w14:textId="4A9C94B8" w:rsidR="001E2BC5" w:rsidRPr="0026003C" w:rsidRDefault="001E2BC5">
      <w:pPr>
        <w:pStyle w:val="tekstost"/>
      </w:pPr>
      <w:r w:rsidRPr="0026003C">
        <w:t>Odbiór  częściowy polega na ocenie ilości i jakości wykonanych części robót. Odbioru częściowego robót dokonuje</w:t>
      </w:r>
      <w:r w:rsidR="009C03B5" w:rsidRPr="0026003C">
        <w:t xml:space="preserve"> </w:t>
      </w:r>
      <w:r w:rsidRPr="0026003C">
        <w:t xml:space="preserve">się wg zasad jak przy odbiorze ostatecznym robót. Odbioru robót dokonuje </w:t>
      </w:r>
      <w:r w:rsidR="00E21E8D" w:rsidRPr="0026003C">
        <w:t>Inspektor Nadzoru.</w:t>
      </w:r>
    </w:p>
    <w:p w14:paraId="625476B6" w14:textId="77777777" w:rsidR="001E2BC5" w:rsidRPr="0026003C" w:rsidRDefault="001E2BC5">
      <w:pPr>
        <w:pStyle w:val="Nagwek2"/>
      </w:pPr>
      <w:r w:rsidRPr="0026003C">
        <w:t>8.4. Odbiór ostateczny robót</w:t>
      </w:r>
    </w:p>
    <w:p w14:paraId="5D5B1449" w14:textId="77777777" w:rsidR="001E2BC5" w:rsidRPr="0026003C" w:rsidRDefault="001E2BC5">
      <w:pPr>
        <w:spacing w:after="60"/>
      </w:pPr>
      <w:r w:rsidRPr="0026003C">
        <w:rPr>
          <w:b/>
        </w:rPr>
        <w:t>8.4.1.</w:t>
      </w:r>
      <w:r w:rsidRPr="0026003C">
        <w:t xml:space="preserve"> Zasady odbioru ostatecznego robót</w:t>
      </w:r>
    </w:p>
    <w:p w14:paraId="0A260B24" w14:textId="740220CC" w:rsidR="001E2BC5" w:rsidRPr="0026003C" w:rsidRDefault="001E2BC5">
      <w:r w:rsidRPr="0026003C">
        <w:t>Odbiór ostateczny polega na finalnej ocenie rzeczywistego wykonania robót w odniesieniu do ich ilości, jakości i wartości.</w:t>
      </w:r>
    </w:p>
    <w:p w14:paraId="708616A7" w14:textId="69513BC5" w:rsidR="001E2BC5" w:rsidRPr="0026003C" w:rsidRDefault="001E2BC5">
      <w:r w:rsidRPr="0026003C">
        <w:t xml:space="preserve">Całkowite zakończenie robót oraz gotowość do odbioru ostatecznego będzie stwierdzona przez Wykonawcę wpisem do dziennika budowy z bezzwłocznym powiadomieniem na piśmie o tym fakcie </w:t>
      </w:r>
      <w:r w:rsidR="00C134D9" w:rsidRPr="0026003C">
        <w:t>Inspektora Nadzoru</w:t>
      </w:r>
      <w:r w:rsidRPr="0026003C">
        <w:t>.</w:t>
      </w:r>
    </w:p>
    <w:p w14:paraId="631FF5CF" w14:textId="33477623" w:rsidR="001E2BC5" w:rsidRPr="0026003C" w:rsidRDefault="001E2BC5">
      <w:r w:rsidRPr="0026003C">
        <w:t xml:space="preserve">Odbiór ostateczny robót nastąpi w terminie ustalonym w dokumentach umowy, licząc od dnia potwierdzenia przez </w:t>
      </w:r>
      <w:r w:rsidR="00C134D9" w:rsidRPr="0026003C">
        <w:t xml:space="preserve">Inspektora Nadzoru  </w:t>
      </w:r>
      <w:r w:rsidRPr="0026003C">
        <w:t>zakończenia robót i przyjęcia dokumentów, o których mowa w punkcie 8.4.2.</w:t>
      </w:r>
    </w:p>
    <w:p w14:paraId="5C25EAD4" w14:textId="4C73AED8" w:rsidR="001E2BC5" w:rsidRPr="0026003C" w:rsidRDefault="001E2BC5">
      <w:r w:rsidRPr="0026003C">
        <w:t xml:space="preserve">Odbioru ostatecznego robót dokona komisja wyznaczona przez Zamawiającego w obecności </w:t>
      </w:r>
      <w:r w:rsidR="00C134D9" w:rsidRPr="0026003C">
        <w:t xml:space="preserve">Inspektora Nadzoru </w:t>
      </w:r>
      <w:r w:rsidRPr="0026003C">
        <w:t xml:space="preserve"> i Wykonawcy. Komisja odbierająca roboty dokona ich oceny jakościowej na podstawie przedłożonych dokumentów, wyników badań i pomiarów, ocenie wizualnej oraz zgodności wykonania robót z dokumentacją projektową i </w:t>
      </w:r>
      <w:r w:rsidR="00B711D9" w:rsidRPr="0026003C">
        <w:t>STWiORB</w:t>
      </w:r>
      <w:r w:rsidRPr="0026003C">
        <w:t>.</w:t>
      </w:r>
    </w:p>
    <w:p w14:paraId="35AE9EAF" w14:textId="092B6E44" w:rsidR="001E2BC5" w:rsidRPr="0026003C" w:rsidRDefault="001E2BC5">
      <w:r w:rsidRPr="0026003C">
        <w:t>W toku odbioru ostatecznego robót komisja zapozna się z realizacją ustaleń przyjętych w trakcie odbiorów robót</w:t>
      </w:r>
      <w:r w:rsidR="001A3CCD" w:rsidRPr="0026003C">
        <w:t xml:space="preserve"> </w:t>
      </w:r>
      <w:r w:rsidRPr="0026003C">
        <w:t>zanikających i ulegających zakryciu, zwłaszcza w zakresie wykonania robót uzupełniających i robót</w:t>
      </w:r>
      <w:r w:rsidR="001A3CCD" w:rsidRPr="0026003C">
        <w:t xml:space="preserve"> </w:t>
      </w:r>
      <w:r w:rsidRPr="0026003C">
        <w:t>poprawkowych.</w:t>
      </w:r>
    </w:p>
    <w:p w14:paraId="070A66FC" w14:textId="1A7C3871" w:rsidR="001E2BC5" w:rsidRPr="0026003C" w:rsidRDefault="001E2BC5">
      <w:r w:rsidRPr="0026003C">
        <w:t>W przypadkach niewykonania wyznaczonych robót poprawkowych lub robót komisja przerwie swoje czynności i ustali nowy termin odbioru ostatecznego.</w:t>
      </w:r>
    </w:p>
    <w:p w14:paraId="351D88FF" w14:textId="77777777" w:rsidR="001E2BC5" w:rsidRPr="0026003C" w:rsidRDefault="001E2BC5">
      <w:pPr>
        <w:spacing w:after="60"/>
      </w:pPr>
      <w:r w:rsidRPr="0026003C">
        <w:t xml:space="preserve">W przypadku stwierdzenia przez komisję, że jakość wykonywanych robót w poszczególnych asortymentach nieznacznie odbiega od wymaganej dokumentacją projektową i </w:t>
      </w:r>
      <w:r w:rsidR="00B711D9" w:rsidRPr="0026003C">
        <w:t>STWiORB</w:t>
      </w:r>
      <w:r w:rsidRPr="0026003C">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14:paraId="491D61FF" w14:textId="77777777" w:rsidR="001E2BC5" w:rsidRPr="0026003C" w:rsidRDefault="001E2BC5">
      <w:pPr>
        <w:pStyle w:val="Nagwek3"/>
      </w:pPr>
      <w:bookmarkStart w:id="27" w:name="_Toc412518599"/>
      <w:r w:rsidRPr="0026003C">
        <w:rPr>
          <w:b/>
        </w:rPr>
        <w:t>8.4.2.</w:t>
      </w:r>
      <w:r w:rsidRPr="0026003C">
        <w:t xml:space="preserve"> Dokumenty do odbioru ostatecznego</w:t>
      </w:r>
      <w:bookmarkEnd w:id="27"/>
    </w:p>
    <w:p w14:paraId="074558CB" w14:textId="2A8DFF2C" w:rsidR="001E2BC5" w:rsidRPr="0026003C" w:rsidRDefault="001E2BC5">
      <w:r w:rsidRPr="0026003C">
        <w:t>Podstawowym dokumentem do dokonania odbioru ostatecznego robót jest protokół odbioru ostatecznego robót sporządzony wg wzoru ustalonego przez Zamawiającego.</w:t>
      </w:r>
    </w:p>
    <w:p w14:paraId="0A6C1F78" w14:textId="540A9117" w:rsidR="001E2BC5" w:rsidRPr="0026003C" w:rsidRDefault="001E2BC5">
      <w:r w:rsidRPr="0026003C">
        <w:t>Do odbioru ostatecznego Wykonawca jest zobowiązany przygotować następujące dokumenty</w:t>
      </w:r>
      <w:r w:rsidR="00B05F2D" w:rsidRPr="0026003C">
        <w:t xml:space="preserve"> jeśli w umowie nie ustalono inaczej:</w:t>
      </w:r>
    </w:p>
    <w:p w14:paraId="70FFE926" w14:textId="5DA49963" w:rsidR="001E2BC5" w:rsidRPr="0026003C" w:rsidRDefault="00D97ECF" w:rsidP="006B1F72">
      <w:pPr>
        <w:numPr>
          <w:ilvl w:val="0"/>
          <w:numId w:val="12"/>
        </w:numPr>
      </w:pPr>
      <w:r w:rsidRPr="0026003C">
        <w:lastRenderedPageBreak/>
        <w:t>D</w:t>
      </w:r>
      <w:r w:rsidR="001E2BC5" w:rsidRPr="0026003C">
        <w:t xml:space="preserve">okumentację projektową podstawową z naniesionymi zmianami oraz dodatkową, jeśli została sporządzona </w:t>
      </w:r>
      <w:r w:rsidR="00600E6F" w:rsidRPr="0026003C">
        <w:br/>
      </w:r>
      <w:r w:rsidR="001E2BC5" w:rsidRPr="0026003C">
        <w:t>w trakcie realizacji umowy,</w:t>
      </w:r>
    </w:p>
    <w:p w14:paraId="24A05D9A" w14:textId="72010A80" w:rsidR="001E2BC5" w:rsidRPr="0026003C" w:rsidRDefault="004E66A4" w:rsidP="006B1F72">
      <w:pPr>
        <w:numPr>
          <w:ilvl w:val="0"/>
          <w:numId w:val="12"/>
        </w:numPr>
      </w:pPr>
      <w:r w:rsidRPr="0026003C">
        <w:t xml:space="preserve">Specyfikacje Techniczne Wykonania i Odbioru Robót Budowlanych </w:t>
      </w:r>
      <w:r w:rsidR="001E2BC5" w:rsidRPr="0026003C">
        <w:t>(podstawowe z dokumentów umowy i ew. uzupełniające lub zamienne),</w:t>
      </w:r>
    </w:p>
    <w:p w14:paraId="66137E01" w14:textId="025D7CD2" w:rsidR="001E2BC5" w:rsidRPr="0026003C" w:rsidRDefault="00D97ECF" w:rsidP="006B1F72">
      <w:pPr>
        <w:numPr>
          <w:ilvl w:val="0"/>
          <w:numId w:val="12"/>
        </w:numPr>
      </w:pPr>
      <w:r w:rsidRPr="0026003C">
        <w:t>R</w:t>
      </w:r>
      <w:r w:rsidR="001E2BC5" w:rsidRPr="0026003C">
        <w:t>ecepty i ustalenia technologiczne,</w:t>
      </w:r>
    </w:p>
    <w:p w14:paraId="14D5D0FF" w14:textId="442B7958" w:rsidR="001E2BC5" w:rsidRPr="0026003C" w:rsidRDefault="00D97ECF" w:rsidP="006B1F72">
      <w:pPr>
        <w:numPr>
          <w:ilvl w:val="0"/>
          <w:numId w:val="12"/>
        </w:numPr>
      </w:pPr>
      <w:r w:rsidRPr="0026003C">
        <w:t>D</w:t>
      </w:r>
      <w:r w:rsidR="001E2BC5" w:rsidRPr="0026003C">
        <w:t xml:space="preserve">zienniki budowy i </w:t>
      </w:r>
      <w:r w:rsidRPr="0026003C">
        <w:t>rejestry</w:t>
      </w:r>
      <w:r w:rsidR="001E2BC5" w:rsidRPr="0026003C">
        <w:t xml:space="preserve"> obmiarów (oryginały),</w:t>
      </w:r>
    </w:p>
    <w:p w14:paraId="69BF77F0" w14:textId="384B4767" w:rsidR="001E2BC5" w:rsidRPr="0026003C" w:rsidRDefault="00D97ECF" w:rsidP="006B1F72">
      <w:pPr>
        <w:numPr>
          <w:ilvl w:val="0"/>
          <w:numId w:val="12"/>
        </w:numPr>
      </w:pPr>
      <w:r w:rsidRPr="0026003C">
        <w:t>W</w:t>
      </w:r>
      <w:r w:rsidR="001E2BC5" w:rsidRPr="0026003C">
        <w:t>yniki pomiarów kontrolnych oraz badań i oznaczeń l</w:t>
      </w:r>
      <w:r w:rsidR="004D17CD" w:rsidRPr="0026003C">
        <w:t xml:space="preserve">aboratoryjnych, zgodne z </w:t>
      </w:r>
      <w:r w:rsidR="00B711D9" w:rsidRPr="0026003C">
        <w:t>STWiORB</w:t>
      </w:r>
      <w:r w:rsidR="004D17CD" w:rsidRPr="0026003C">
        <w:t xml:space="preserve"> </w:t>
      </w:r>
      <w:r w:rsidR="001E2BC5" w:rsidRPr="0026003C">
        <w:t xml:space="preserve"> i ew. PZJ,</w:t>
      </w:r>
    </w:p>
    <w:p w14:paraId="71691FF4" w14:textId="73249B4E" w:rsidR="001E2BC5" w:rsidRPr="0026003C" w:rsidRDefault="003243F7" w:rsidP="006B1F72">
      <w:pPr>
        <w:numPr>
          <w:ilvl w:val="0"/>
          <w:numId w:val="12"/>
        </w:numPr>
      </w:pPr>
      <w:r w:rsidRPr="0026003C">
        <w:t>A</w:t>
      </w:r>
      <w:r w:rsidR="00903B48" w:rsidRPr="0026003C">
        <w:t xml:space="preserve">testy jakościowe, </w:t>
      </w:r>
      <w:r w:rsidR="001E2BC5" w:rsidRPr="0026003C">
        <w:t xml:space="preserve">deklaracje </w:t>
      </w:r>
      <w:r w:rsidR="00D63E6A" w:rsidRPr="0026003C">
        <w:t>właściwości użytkowych</w:t>
      </w:r>
      <w:r w:rsidR="001E2BC5" w:rsidRPr="0026003C">
        <w:t xml:space="preserve"> lub certyfikaty zgodności wbudowanych materiałów zgodnie z </w:t>
      </w:r>
      <w:r w:rsidR="00B711D9" w:rsidRPr="0026003C">
        <w:t>STWiORB</w:t>
      </w:r>
      <w:r w:rsidR="001E2BC5" w:rsidRPr="0026003C">
        <w:t xml:space="preserve"> i ew. PZJ,</w:t>
      </w:r>
    </w:p>
    <w:p w14:paraId="303EBAAE" w14:textId="31E6402D" w:rsidR="003243F7" w:rsidRPr="0026003C" w:rsidRDefault="003243F7" w:rsidP="003243F7">
      <w:pPr>
        <w:numPr>
          <w:ilvl w:val="0"/>
          <w:numId w:val="12"/>
        </w:numPr>
      </w:pPr>
      <w:r w:rsidRPr="0026003C">
        <w:t>Opinię technologiczną sporządzoną na podstawie wszystkich wyników badań i pomiarów załączonych do dokumentów odbioru, wykonanych zgodnie z STWIORB i PZJ,</w:t>
      </w:r>
    </w:p>
    <w:p w14:paraId="68FBD7D0" w14:textId="42019B2F" w:rsidR="001E2BC5" w:rsidRPr="0026003C" w:rsidRDefault="003243F7" w:rsidP="006B1F72">
      <w:pPr>
        <w:numPr>
          <w:ilvl w:val="0"/>
          <w:numId w:val="12"/>
        </w:numPr>
      </w:pPr>
      <w:r w:rsidRPr="0026003C">
        <w:t>R</w:t>
      </w:r>
      <w:r w:rsidR="001E2BC5" w:rsidRPr="0026003C">
        <w:t>ysunki (dokumentacje) na wykonanie robót towarzyszących (np. na przełożenie linii telefonicznej, energetycznej, gazowej, oświetlenia itp.) oraz protokoły odbioru i przekazania tych robót właścicielom urządzeń,</w:t>
      </w:r>
    </w:p>
    <w:p w14:paraId="2093304A" w14:textId="3D1E37B8" w:rsidR="00903B48" w:rsidRPr="0026003C" w:rsidRDefault="003243F7" w:rsidP="006B1F72">
      <w:pPr>
        <w:numPr>
          <w:ilvl w:val="0"/>
          <w:numId w:val="12"/>
        </w:numPr>
      </w:pPr>
      <w:r w:rsidRPr="0026003C">
        <w:t>D</w:t>
      </w:r>
      <w:r w:rsidR="00903B48" w:rsidRPr="0026003C">
        <w:t>okumentację i opracowania projektowe opracowane przez Wykonawcę w trakcie realizacji zadania,</w:t>
      </w:r>
    </w:p>
    <w:p w14:paraId="49B045AC" w14:textId="11B53884" w:rsidR="001E2BC5" w:rsidRPr="0026003C" w:rsidRDefault="00D97ECF" w:rsidP="006B1F72">
      <w:pPr>
        <w:numPr>
          <w:ilvl w:val="0"/>
          <w:numId w:val="12"/>
        </w:numPr>
      </w:pPr>
      <w:r w:rsidRPr="0026003C">
        <w:t>G</w:t>
      </w:r>
      <w:r w:rsidR="001E2BC5" w:rsidRPr="0026003C">
        <w:t>eodezyjną inwentaryzację powykonawczą robót i sieci uzbrojenia terenu,</w:t>
      </w:r>
    </w:p>
    <w:p w14:paraId="0A6DB992" w14:textId="6D4DA315" w:rsidR="001E2BC5" w:rsidRPr="0026003C" w:rsidRDefault="00D97ECF" w:rsidP="006B1F72">
      <w:pPr>
        <w:numPr>
          <w:ilvl w:val="0"/>
          <w:numId w:val="12"/>
        </w:numPr>
      </w:pPr>
      <w:r w:rsidRPr="0026003C">
        <w:t>K</w:t>
      </w:r>
      <w:r w:rsidR="001E2BC5" w:rsidRPr="0026003C">
        <w:t>opię mapy zasadniczej powstałej w wyniku geodezyjn</w:t>
      </w:r>
      <w:r w:rsidR="00903B48" w:rsidRPr="0026003C">
        <w:t>ej inwentaryzacji powykonawczej,</w:t>
      </w:r>
    </w:p>
    <w:p w14:paraId="2E74C09A" w14:textId="6D7B2D4C" w:rsidR="00903B48" w:rsidRPr="0026003C" w:rsidRDefault="00A31D34" w:rsidP="006B1F72">
      <w:pPr>
        <w:numPr>
          <w:ilvl w:val="0"/>
          <w:numId w:val="12"/>
        </w:numPr>
      </w:pPr>
      <w:r w:rsidRPr="0026003C">
        <w:t>I</w:t>
      </w:r>
      <w:r w:rsidR="00903B48" w:rsidRPr="0026003C">
        <w:t>nne dokumenty wymagane przez Zamawiającego.</w:t>
      </w:r>
    </w:p>
    <w:p w14:paraId="4426BFEA" w14:textId="77777777" w:rsidR="00A31D34" w:rsidRPr="0026003C" w:rsidRDefault="00A31D34">
      <w:pPr>
        <w:rPr>
          <w:sz w:val="8"/>
          <w:szCs w:val="8"/>
        </w:rPr>
      </w:pPr>
    </w:p>
    <w:p w14:paraId="3B37030D" w14:textId="0F90E17A" w:rsidR="001E2BC5" w:rsidRPr="0026003C" w:rsidRDefault="001E2BC5">
      <w:r w:rsidRPr="0026003C">
        <w:t>W przypadku, gdy wg komisji, roboty pod względem przygotowania dokumentacyjnego nie będą gotowe do odbioru ostatecznego, komisja w porozumieniu z Wykonawcą wyznaczy ponowny termin odbioru ostatecznego robót.</w:t>
      </w:r>
      <w:r w:rsidR="00A31D34" w:rsidRPr="0026003C">
        <w:t xml:space="preserve"> </w:t>
      </w:r>
      <w:r w:rsidRPr="0026003C">
        <w:t>Wszystkie zarządzone przez komisję roboty poprawkowe lub uzupełniające będą zestawione wg wzoru ustalonego przez Zamawiającego.</w:t>
      </w:r>
      <w:r w:rsidR="00A31D34" w:rsidRPr="0026003C">
        <w:t xml:space="preserve"> </w:t>
      </w:r>
      <w:r w:rsidRPr="0026003C">
        <w:t>Termin wykonania robót poprawkowych i robót uzupełniających wyznaczy komisja.</w:t>
      </w:r>
    </w:p>
    <w:p w14:paraId="487CD28E" w14:textId="77777777" w:rsidR="001E2BC5" w:rsidRPr="0026003C" w:rsidRDefault="001E2BC5">
      <w:pPr>
        <w:pStyle w:val="Nagwek2"/>
      </w:pPr>
      <w:r w:rsidRPr="0026003C">
        <w:t>8.5. Odbiór pogwarancyjny</w:t>
      </w:r>
    </w:p>
    <w:p w14:paraId="77A65A57" w14:textId="1D9D4F7F" w:rsidR="001E2BC5" w:rsidRPr="0026003C" w:rsidRDefault="001E2BC5">
      <w:pPr>
        <w:pStyle w:val="tekstost"/>
      </w:pPr>
      <w:r w:rsidRPr="0026003C">
        <w:t>Odbiór pogwarancyjny polega na ocenie wykonanych robót związanych z usunięciem wad stwierdzonych przy odbiorze ostatecznym i zaistniałych w okresie gwarancyjnym.</w:t>
      </w:r>
    </w:p>
    <w:p w14:paraId="43E4A3C2" w14:textId="36FF8CA9" w:rsidR="001E2BC5" w:rsidRPr="0026003C" w:rsidRDefault="001E2BC5">
      <w:pPr>
        <w:spacing w:after="120"/>
      </w:pPr>
      <w:r w:rsidRPr="0026003C">
        <w:t>Odbiór pogwarancyjny będzie dokonany na podstawie oceny wizualnej obiektu z uwzględnieniem zasad opisanych w punkcie 8.4 „Odbiór ostateczny robót”.</w:t>
      </w:r>
    </w:p>
    <w:p w14:paraId="356B0F89" w14:textId="77777777" w:rsidR="001E2BC5" w:rsidRPr="0026003C" w:rsidRDefault="001E2BC5">
      <w:pPr>
        <w:pStyle w:val="Nagwek1"/>
      </w:pPr>
      <w:bookmarkStart w:id="28" w:name="_Toc416830706"/>
      <w:bookmarkStart w:id="29" w:name="_Toc6881287"/>
      <w:bookmarkStart w:id="30" w:name="_Toc324793912"/>
      <w:r w:rsidRPr="0026003C">
        <w:t>9. podstawa płatności</w:t>
      </w:r>
      <w:bookmarkEnd w:id="28"/>
      <w:bookmarkEnd w:id="29"/>
      <w:bookmarkEnd w:id="30"/>
    </w:p>
    <w:p w14:paraId="673FCE3D" w14:textId="77777777" w:rsidR="001E2BC5" w:rsidRPr="0026003C" w:rsidRDefault="001E2BC5">
      <w:pPr>
        <w:pStyle w:val="Nagwek2"/>
      </w:pPr>
      <w:r w:rsidRPr="0026003C">
        <w:t>9.1. Ustalenia ogólne</w:t>
      </w:r>
    </w:p>
    <w:p w14:paraId="15D7E157" w14:textId="1CC0B499" w:rsidR="001E2BC5" w:rsidRPr="0026003C" w:rsidRDefault="001E2BC5">
      <w:pPr>
        <w:pStyle w:val="tekstost"/>
      </w:pPr>
      <w:r w:rsidRPr="0026003C">
        <w:t>Podstawą płatności jest cena jednostkowa skalkulowana przez Wykonawcę za jednostkę obmiarową ustaloną dla danej pozycji kosztorysu.</w:t>
      </w:r>
    </w:p>
    <w:p w14:paraId="15EC7EA8" w14:textId="77777777" w:rsidR="001E2BC5" w:rsidRPr="0026003C" w:rsidRDefault="001E2BC5">
      <w:pPr>
        <w:pStyle w:val="tekstost"/>
      </w:pPr>
      <w:r w:rsidRPr="0026003C">
        <w:t>Dla pozycji kosztorysowych wycenionych ryczałtowo podstawą płatności jest wartość (kwota) podana przez Wykonawcę w danej pozycji kosztorysu.</w:t>
      </w:r>
    </w:p>
    <w:p w14:paraId="2CC3A16A" w14:textId="77777777" w:rsidR="001E2BC5" w:rsidRPr="0026003C" w:rsidRDefault="001E2BC5">
      <w:pPr>
        <w:pStyle w:val="tekstost"/>
      </w:pPr>
      <w:r w:rsidRPr="0026003C">
        <w:t xml:space="preserve">Cena jednostkowa lub kwota ryczałtowa pozycji kosztorysowej będzie uwzględniać wszystkie czynności, wymagania i badania składające się na jej wykonanie, określone dla tej roboty w </w:t>
      </w:r>
      <w:r w:rsidR="00B711D9" w:rsidRPr="0026003C">
        <w:t>STWiORB</w:t>
      </w:r>
      <w:r w:rsidRPr="0026003C">
        <w:t xml:space="preserve"> i w dokumentacji projektowej.</w:t>
      </w:r>
    </w:p>
    <w:p w14:paraId="681423B1" w14:textId="77777777" w:rsidR="001E2BC5" w:rsidRPr="0026003C" w:rsidRDefault="001E2BC5">
      <w:pPr>
        <w:pStyle w:val="tekstost"/>
      </w:pPr>
      <w:r w:rsidRPr="0026003C">
        <w:t>Ceny jednostkowe lub kwoty ryczałtowe robót będą obejmować:</w:t>
      </w:r>
    </w:p>
    <w:p w14:paraId="67AA2260" w14:textId="77777777" w:rsidR="001E2BC5" w:rsidRPr="0026003C" w:rsidRDefault="001E2BC5" w:rsidP="006B1F72">
      <w:pPr>
        <w:pStyle w:val="tekstost"/>
        <w:numPr>
          <w:ilvl w:val="0"/>
          <w:numId w:val="2"/>
        </w:numPr>
      </w:pPr>
      <w:r w:rsidRPr="0026003C">
        <w:t>robociznę bezpośrednią wraz z towarzyszącymi kosztami,</w:t>
      </w:r>
    </w:p>
    <w:p w14:paraId="04F5BE5B" w14:textId="77777777" w:rsidR="001E2BC5" w:rsidRPr="0026003C" w:rsidRDefault="001E2BC5" w:rsidP="006B1F72">
      <w:pPr>
        <w:pStyle w:val="tekstost"/>
        <w:numPr>
          <w:ilvl w:val="0"/>
          <w:numId w:val="2"/>
        </w:numPr>
      </w:pPr>
      <w:r w:rsidRPr="0026003C">
        <w:t>wartość zużytych materiałów wraz z kosztami zakupu, magazynowania, ewentualnych ubytków i transportu na teren budowy,</w:t>
      </w:r>
    </w:p>
    <w:p w14:paraId="629457BD" w14:textId="77777777" w:rsidR="001E2BC5" w:rsidRPr="0026003C" w:rsidRDefault="001E2BC5" w:rsidP="006B1F72">
      <w:pPr>
        <w:pStyle w:val="tekstost"/>
        <w:numPr>
          <w:ilvl w:val="0"/>
          <w:numId w:val="2"/>
        </w:numPr>
      </w:pPr>
      <w:r w:rsidRPr="0026003C">
        <w:t>wartość pracy sprzętu wraz z towarzyszącymi kosztami,</w:t>
      </w:r>
    </w:p>
    <w:p w14:paraId="6FF6CDB7" w14:textId="77777777" w:rsidR="001E2BC5" w:rsidRPr="0026003C" w:rsidRDefault="001E2BC5" w:rsidP="006B1F72">
      <w:pPr>
        <w:pStyle w:val="tekstost"/>
        <w:numPr>
          <w:ilvl w:val="0"/>
          <w:numId w:val="2"/>
        </w:numPr>
      </w:pPr>
      <w:r w:rsidRPr="0026003C">
        <w:t>koszty pośrednie, zysk kalkulacyjny i ryzyko,</w:t>
      </w:r>
    </w:p>
    <w:p w14:paraId="6A3EE070" w14:textId="77777777" w:rsidR="001E2BC5" w:rsidRPr="0026003C" w:rsidRDefault="001E2BC5" w:rsidP="006B1F72">
      <w:pPr>
        <w:pStyle w:val="tekstost"/>
        <w:numPr>
          <w:ilvl w:val="0"/>
          <w:numId w:val="2"/>
        </w:numPr>
      </w:pPr>
      <w:r w:rsidRPr="0026003C">
        <w:t>podatki obliczone zgodnie z obowiązującymi przepisami.</w:t>
      </w:r>
    </w:p>
    <w:p w14:paraId="09350561" w14:textId="77777777" w:rsidR="001E2BC5" w:rsidRPr="0026003C" w:rsidRDefault="001E2BC5">
      <w:pPr>
        <w:pStyle w:val="tekstost"/>
      </w:pPr>
      <w:r w:rsidRPr="0026003C">
        <w:t>Do cen jednostkowych nie należy wliczać podatku VAT.</w:t>
      </w:r>
    </w:p>
    <w:p w14:paraId="521C01CD" w14:textId="77777777" w:rsidR="00FD3805" w:rsidRPr="0026003C" w:rsidRDefault="00FD3805">
      <w:pPr>
        <w:pStyle w:val="tekstost"/>
      </w:pPr>
    </w:p>
    <w:p w14:paraId="177DEBB8" w14:textId="77777777" w:rsidR="00FD3805" w:rsidRPr="0026003C" w:rsidRDefault="00FD3805" w:rsidP="00FD3805">
      <w:pPr>
        <w:overflowPunct/>
        <w:textAlignment w:val="auto"/>
      </w:pPr>
      <w:r w:rsidRPr="0026003C">
        <w:t xml:space="preserve">W skład kosztów pośrednich wchodzą w szczególności: płace personelu i kierownictwa budowy, pracowników nadzoru i laboratorium, koszty urządzenia i eksploatacji zaplecza budowy (w tym doprowadzenie energii i wody, budowa dróg dojazdowych, itp.), koszty dotyczące oznakowania robót, wydatki dotyczące bhp, usługi obce na rzecz budowy, koszty związane z zawarciem umów użyczenia gruntów, opłaty za dzierżawę terenu, koszty transportu materiałów na miejsce utylizacji i utylizacja materiałów, koszty projektów uzupełniających i ich uzgodnień, koszty szkolenia BHP pracowników i dozoru budowy, koszty utrzymania obiektów tymczasowych w należytym stanie techniczno-eksploatacyjnym, koszty technologii robót wynikające przyjętych rozwiązań technicznych </w:t>
      </w:r>
      <w:r w:rsidRPr="0026003C">
        <w:br/>
        <w:t xml:space="preserve">i technologicznych w ramach opracowań Wykonawcy, opłaty za dzierżawę placów i bocznic, ekspertyzy dotyczące wykonanych robót, ubezpieczenia oraz koszty zarządu przedsiębiorstwa Wykonawcy, koszty opracowania </w:t>
      </w:r>
      <w:r w:rsidRPr="0026003C">
        <w:lastRenderedPageBreak/>
        <w:t>dokumentacji powykonawczej, zysk kalkulacyjny zawierający ewentualne ryzyko Wykonawcy z tytułu innych wydatków mogących wystąpić w czasie realizacji robót i w okresie gwarancyjnym.</w:t>
      </w:r>
    </w:p>
    <w:p w14:paraId="54C8A7F1" w14:textId="77777777" w:rsidR="00FD3805" w:rsidRPr="0026003C" w:rsidRDefault="00FD3805">
      <w:pPr>
        <w:pStyle w:val="tekstost"/>
      </w:pPr>
    </w:p>
    <w:p w14:paraId="30DFA7F0" w14:textId="77777777" w:rsidR="001E2BC5" w:rsidRPr="0026003C" w:rsidRDefault="001E2BC5">
      <w:pPr>
        <w:pStyle w:val="Nagwek2"/>
      </w:pPr>
      <w:r w:rsidRPr="0026003C">
        <w:t>9.2. Warunki umowy i wymagania ogólne D-M-00.00.00</w:t>
      </w:r>
    </w:p>
    <w:p w14:paraId="0F3A5E6F" w14:textId="11B0CD88" w:rsidR="001E2BC5" w:rsidRPr="0026003C" w:rsidRDefault="001E2BC5">
      <w:pPr>
        <w:pStyle w:val="tekstost"/>
      </w:pPr>
      <w:r w:rsidRPr="0026003C">
        <w:t>Koszt dostosowania się do wymagań warunków umowy i wymagań ogólnych zawartych w D-M-00.00.00 obejmuje wszystkie warunki określone w ww. dokumentach, a nie wyszczególnione w kosztorysie.</w:t>
      </w:r>
    </w:p>
    <w:p w14:paraId="4D457D4C" w14:textId="77777777" w:rsidR="001E2BC5" w:rsidRPr="0026003C" w:rsidRDefault="001E2BC5">
      <w:pPr>
        <w:pStyle w:val="Nagwek2"/>
      </w:pPr>
      <w:r w:rsidRPr="0026003C">
        <w:t>9.3. Objazdy, przejazdy i organizacja ruchu</w:t>
      </w:r>
    </w:p>
    <w:p w14:paraId="7DE4B68E" w14:textId="14B4BBAF" w:rsidR="001E2BC5" w:rsidRPr="0026003C" w:rsidRDefault="001E2BC5">
      <w:pPr>
        <w:pStyle w:val="tekstost"/>
      </w:pPr>
      <w:r w:rsidRPr="0026003C">
        <w:t>Koszt  organizacji ruchu obejmuje:</w:t>
      </w:r>
    </w:p>
    <w:p w14:paraId="3633C1CF" w14:textId="77777777" w:rsidR="001E2BC5" w:rsidRPr="0026003C" w:rsidRDefault="001E2BC5" w:rsidP="006B1F72">
      <w:pPr>
        <w:pStyle w:val="tekstost"/>
        <w:numPr>
          <w:ilvl w:val="0"/>
          <w:numId w:val="13"/>
        </w:numPr>
      </w:pPr>
      <w:r w:rsidRPr="0026003C">
        <w:t>przygotowanie terenu,</w:t>
      </w:r>
    </w:p>
    <w:p w14:paraId="4A8B4B4F" w14:textId="6A23EDFD" w:rsidR="006D2C70" w:rsidRPr="0026003C" w:rsidRDefault="006D2C70" w:rsidP="00EC2C38">
      <w:pPr>
        <w:pStyle w:val="tekstost"/>
        <w:numPr>
          <w:ilvl w:val="0"/>
          <w:numId w:val="13"/>
        </w:numPr>
      </w:pPr>
      <w:r w:rsidRPr="0026003C">
        <w:t>ustawienie tymczasowego oznakowania i oświetlenia zgodnie z istniejącym projektem organizacji ruchu i wymaganiami bezpieczeństwa ruchu.</w:t>
      </w:r>
    </w:p>
    <w:p w14:paraId="341FCF4A" w14:textId="2E5AF445" w:rsidR="001E2BC5" w:rsidRPr="0026003C" w:rsidRDefault="001E2BC5">
      <w:pPr>
        <w:pStyle w:val="tekstost"/>
      </w:pPr>
      <w:r w:rsidRPr="0026003C">
        <w:t>Koszt utrzymania organizacji ruchu obejmuje:</w:t>
      </w:r>
    </w:p>
    <w:p w14:paraId="4360194F" w14:textId="597DC980" w:rsidR="001E2BC5" w:rsidRPr="0026003C" w:rsidRDefault="001E2BC5" w:rsidP="006B1F72">
      <w:pPr>
        <w:pStyle w:val="tekstost"/>
        <w:numPr>
          <w:ilvl w:val="0"/>
          <w:numId w:val="14"/>
        </w:numPr>
        <w:ind w:left="284" w:hanging="284"/>
      </w:pPr>
      <w:r w:rsidRPr="0026003C">
        <w:t xml:space="preserve">oczyszczanie, przestawienie, przykrycie i usunięcie tymczasowych oznakowań pionowych, poziomych, barier </w:t>
      </w:r>
      <w:r w:rsidR="00600E6F" w:rsidRPr="0026003C">
        <w:br/>
      </w:r>
      <w:r w:rsidRPr="0026003C">
        <w:t>i świateł</w:t>
      </w:r>
      <w:r w:rsidR="00435350" w:rsidRPr="0026003C">
        <w:t xml:space="preserve"> i innych elementów bezpieczeństwa ruchu</w:t>
      </w:r>
    </w:p>
    <w:p w14:paraId="58B7B3DB" w14:textId="77777777" w:rsidR="001E2BC5" w:rsidRPr="0026003C" w:rsidRDefault="001E2BC5" w:rsidP="006B1F72">
      <w:pPr>
        <w:pStyle w:val="tekstost"/>
        <w:numPr>
          <w:ilvl w:val="0"/>
          <w:numId w:val="14"/>
        </w:numPr>
        <w:ind w:left="284" w:hanging="284"/>
      </w:pPr>
      <w:r w:rsidRPr="0026003C">
        <w:t>utrzymanie płynności ruchu publicznego.</w:t>
      </w:r>
    </w:p>
    <w:p w14:paraId="1A7BAF54" w14:textId="7B3E5A7C" w:rsidR="001E2BC5" w:rsidRPr="0026003C" w:rsidRDefault="001E2BC5">
      <w:pPr>
        <w:pStyle w:val="tekstost"/>
      </w:pPr>
      <w:r w:rsidRPr="0026003C">
        <w:t>Koszt likwidacji organizacji ruchu obejmuje:</w:t>
      </w:r>
    </w:p>
    <w:p w14:paraId="1601EA08" w14:textId="56018E16" w:rsidR="001E2BC5" w:rsidRPr="0026003C" w:rsidRDefault="001E2BC5" w:rsidP="006B1F72">
      <w:pPr>
        <w:pStyle w:val="tekstost"/>
        <w:numPr>
          <w:ilvl w:val="0"/>
          <w:numId w:val="15"/>
        </w:numPr>
        <w:ind w:left="284" w:hanging="284"/>
      </w:pPr>
      <w:r w:rsidRPr="0026003C">
        <w:t xml:space="preserve">usunięcie </w:t>
      </w:r>
      <w:r w:rsidR="00435350" w:rsidRPr="0026003C">
        <w:t xml:space="preserve">(demontaż) </w:t>
      </w:r>
      <w:r w:rsidRPr="0026003C">
        <w:t>wbudowanych materiałów i oznakowania,</w:t>
      </w:r>
    </w:p>
    <w:p w14:paraId="627BF771" w14:textId="77777777" w:rsidR="001E2BC5" w:rsidRPr="0026003C" w:rsidRDefault="001E2BC5" w:rsidP="006B1F72">
      <w:pPr>
        <w:pStyle w:val="tekstost"/>
        <w:numPr>
          <w:ilvl w:val="0"/>
          <w:numId w:val="15"/>
        </w:numPr>
        <w:spacing w:after="120"/>
        <w:ind w:left="284" w:hanging="284"/>
      </w:pPr>
      <w:r w:rsidRPr="0026003C">
        <w:t>doprowadzenie terenu do stanu pierwotnego.</w:t>
      </w:r>
    </w:p>
    <w:p w14:paraId="48D08F47" w14:textId="77777777" w:rsidR="001E2BC5" w:rsidRPr="0026003C" w:rsidRDefault="001E2BC5">
      <w:pPr>
        <w:pStyle w:val="Nagwek1"/>
      </w:pPr>
      <w:bookmarkStart w:id="31" w:name="_Toc416830707"/>
      <w:bookmarkStart w:id="32" w:name="_Toc6881288"/>
      <w:bookmarkStart w:id="33" w:name="_Toc324793913"/>
      <w:r w:rsidRPr="0026003C">
        <w:t>10. przepisy związane</w:t>
      </w:r>
      <w:bookmarkEnd w:id="31"/>
      <w:bookmarkEnd w:id="32"/>
      <w:bookmarkEnd w:id="33"/>
    </w:p>
    <w:p w14:paraId="04157FD9" w14:textId="77777777" w:rsidR="001E2BC5" w:rsidRPr="0026003C" w:rsidRDefault="001E2BC5" w:rsidP="006B1F72">
      <w:pPr>
        <w:pStyle w:val="tekstost"/>
        <w:numPr>
          <w:ilvl w:val="0"/>
          <w:numId w:val="16"/>
        </w:numPr>
      </w:pPr>
      <w:r w:rsidRPr="0026003C">
        <w:t>Ustawa z dnia 7 lipca 1994 r. - Prawo budowlane (Dz. U. Nr 89, poz. 414 z później</w:t>
      </w:r>
      <w:r w:rsidRPr="0026003C">
        <w:softHyphen/>
        <w:t>szymi zmianami).</w:t>
      </w:r>
    </w:p>
    <w:p w14:paraId="03858DE1" w14:textId="427398F5" w:rsidR="001E2BC5" w:rsidRPr="0026003C" w:rsidRDefault="001E2BC5" w:rsidP="006B1F72">
      <w:pPr>
        <w:pStyle w:val="tekstost"/>
        <w:numPr>
          <w:ilvl w:val="0"/>
          <w:numId w:val="16"/>
        </w:numPr>
      </w:pPr>
      <w:r w:rsidRPr="0026003C">
        <w:t>stawa z dnia 21 marca 1985 r. o drogach publicznych (Dz. U. Nr 14, poz. 60 z późniejszymi zmianami).</w:t>
      </w:r>
    </w:p>
    <w:sectPr w:rsidR="001E2BC5" w:rsidRPr="0026003C" w:rsidSect="0003075C">
      <w:headerReference w:type="even" r:id="rId12"/>
      <w:pgSz w:w="11907" w:h="16840" w:code="9"/>
      <w:pgMar w:top="1134" w:right="1134" w:bottom="1134" w:left="1134" w:header="709" w:footer="709" w:gutter="284"/>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EAE98" w14:textId="77777777" w:rsidR="00193BD4" w:rsidRDefault="00193BD4">
      <w:r>
        <w:separator/>
      </w:r>
    </w:p>
  </w:endnote>
  <w:endnote w:type="continuationSeparator" w:id="0">
    <w:p w14:paraId="65EAA777" w14:textId="77777777" w:rsidR="00193BD4" w:rsidRDefault="0019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F77A9" w14:textId="77777777" w:rsidR="002F2566" w:rsidRDefault="002F2566">
    <w:pPr>
      <w:pStyle w:val="Stopka"/>
      <w:jc w:val="center"/>
    </w:pPr>
    <w:r>
      <w:fldChar w:fldCharType="begin"/>
    </w:r>
    <w:r>
      <w:instrText xml:space="preserve"> PAGE   \* MERGEFORMAT </w:instrText>
    </w:r>
    <w:r>
      <w:fldChar w:fldCharType="separate"/>
    </w:r>
    <w:r>
      <w:rPr>
        <w:noProof/>
      </w:rPr>
      <w:t>2</w:t>
    </w:r>
    <w:r>
      <w:rPr>
        <w:noProof/>
      </w:rPr>
      <w:fldChar w:fldCharType="end"/>
    </w:r>
  </w:p>
  <w:p w14:paraId="087E49BE" w14:textId="77777777" w:rsidR="002F2566" w:rsidRDefault="002F25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A567B" w14:textId="77777777" w:rsidR="002F2566" w:rsidRPr="0008192F" w:rsidRDefault="002F2566" w:rsidP="00725D4A">
    <w:pPr>
      <w:pStyle w:val="Stopka"/>
      <w:pBdr>
        <w:top w:val="single" w:sz="4" w:space="1" w:color="auto"/>
      </w:pBdr>
      <w:tabs>
        <w:tab w:val="clear" w:pos="4536"/>
        <w:tab w:val="clear" w:pos="9072"/>
        <w:tab w:val="right" w:pos="9360"/>
      </w:tabs>
    </w:pPr>
    <w:r w:rsidRPr="0008192F">
      <w:tab/>
      <w:t xml:space="preserve">Strona </w:t>
    </w:r>
    <w:r w:rsidRPr="0008192F">
      <w:fldChar w:fldCharType="begin"/>
    </w:r>
    <w:r w:rsidRPr="0008192F">
      <w:instrText xml:space="preserve"> PAGE   \* MERGEFORMAT </w:instrText>
    </w:r>
    <w:r w:rsidRPr="0008192F">
      <w:fldChar w:fldCharType="separate"/>
    </w:r>
    <w:r w:rsidR="00EA52ED">
      <w:rPr>
        <w:noProof/>
      </w:rPr>
      <w:t>13</w:t>
    </w:r>
    <w:r w:rsidRPr="0008192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2BE61" w14:textId="77777777" w:rsidR="00193BD4" w:rsidRDefault="00193BD4">
      <w:r>
        <w:separator/>
      </w:r>
    </w:p>
  </w:footnote>
  <w:footnote w:type="continuationSeparator" w:id="0">
    <w:p w14:paraId="62261B2E" w14:textId="77777777" w:rsidR="00193BD4" w:rsidRDefault="0019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564AB" w14:textId="77777777" w:rsidR="002F2566" w:rsidRPr="00965CED" w:rsidRDefault="002F2566" w:rsidP="00C72EB3">
    <w:pPr>
      <w:pStyle w:val="Nagwek"/>
      <w:rPr>
        <w:rFonts w:ascii="Times New Roman" w:hAnsi="Times New Roman"/>
        <w:sz w:val="20"/>
      </w:rPr>
    </w:pPr>
    <w:r w:rsidRPr="00965CED">
      <w:rPr>
        <w:rFonts w:ascii="Times New Roman" w:hAnsi="Times New Roman"/>
        <w:sz w:val="20"/>
      </w:rPr>
      <w:t>Ogólna specyfikacja techniczna (OST) na przebudowę mostu w km 12,298 linii Nr 34 Ostrołęka - Małkinia</w:t>
    </w:r>
  </w:p>
  <w:p w14:paraId="3FC3BB61" w14:textId="77777777" w:rsidR="002F2566" w:rsidRDefault="002F2566" w:rsidP="00C72EB3">
    <w:pPr>
      <w:rPr>
        <w:sz w:val="19"/>
      </w:rPr>
    </w:pPr>
    <w:r>
      <w:rPr>
        <w:sz w:val="19"/>
      </w:rPr>
      <w:t>__________________________________________________________________________________</w:t>
    </w:r>
  </w:p>
  <w:p w14:paraId="52F8481C" w14:textId="77777777" w:rsidR="002F2566" w:rsidRDefault="002F25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CCB06" w14:textId="669CE420" w:rsidR="002F2566" w:rsidRPr="00F275B9" w:rsidRDefault="002F2566" w:rsidP="004F42FE">
    <w:pPr>
      <w:pStyle w:val="Nagwek"/>
      <w:pBdr>
        <w:bottom w:val="single" w:sz="4" w:space="1" w:color="auto"/>
      </w:pBdr>
      <w:rPr>
        <w:rFonts w:ascii="Times New Roman" w:hAnsi="Times New Roman"/>
        <w:sz w:val="20"/>
      </w:rPr>
    </w:pPr>
    <w:r w:rsidRPr="0008192F">
      <w:rPr>
        <w:rFonts w:ascii="Times New Roman" w:hAnsi="Times New Roman"/>
        <w:sz w:val="20"/>
      </w:rPr>
      <w:t>Ogólna Specyfikacja Techniczna Wykonania i Odbioru Robót Budowlanych (OSTWiORB</w:t>
    </w:r>
    <w:r>
      <w:rPr>
        <w:rFonts w:ascii="Times New Roman" w:hAnsi="Times New Roman"/>
        <w:sz w:val="20"/>
      </w:rPr>
      <w:t>)</w:t>
    </w:r>
    <w:r w:rsidR="004F42FE">
      <w:rPr>
        <w:rFonts w:ascii="Times New Roman" w:hAnsi="Times New Roman"/>
        <w:sz w:val="20"/>
      </w:rPr>
      <w:t xml:space="preserve"> </w:t>
    </w:r>
    <w:r w:rsidR="004F42FE">
      <w:rPr>
        <w:rFonts w:ascii="Times New Roman" w:hAnsi="Times New Roman"/>
        <w:sz w:val="20"/>
      </w:rPr>
      <w:br/>
    </w:r>
    <w:r w:rsidR="004F42FE" w:rsidRPr="00431497">
      <w:rPr>
        <w:rFonts w:ascii="Times New Roman" w:hAnsi="Times New Roman"/>
        <w:b/>
        <w:bCs/>
        <w:sz w:val="20"/>
      </w:rPr>
      <w:t xml:space="preserve">Rozbudowa </w:t>
    </w:r>
    <w:r w:rsidR="004F42FE" w:rsidRPr="00665D3A">
      <w:rPr>
        <w:rFonts w:ascii="Times New Roman" w:hAnsi="Times New Roman"/>
        <w:b/>
        <w:bCs/>
        <w:sz w:val="20"/>
      </w:rPr>
      <w:t>drogi wojewódzkiej nr 691 na odcinku od włączenia w drogę 738 do km 21+180</w:t>
    </w:r>
    <w:r w:rsidR="004F42FE">
      <w:rPr>
        <w:rFonts w:ascii="Times New Roman" w:hAnsi="Times New Roman"/>
        <w:b/>
        <w:bCs/>
        <w:sz w:val="20"/>
      </w:rPr>
      <w:br/>
    </w:r>
    <w:r w:rsidR="004F42FE" w:rsidRPr="00665D3A">
      <w:rPr>
        <w:rFonts w:ascii="Times New Roman" w:hAnsi="Times New Roman"/>
        <w:b/>
        <w:bCs/>
        <w:sz w:val="20"/>
      </w:rPr>
      <w:t>w miejscowości Bąkowiec</w:t>
    </w:r>
  </w:p>
  <w:p w14:paraId="010578F4" w14:textId="77777777" w:rsidR="002F2566" w:rsidRPr="0008192F" w:rsidRDefault="002F2566" w:rsidP="00725D4A">
    <w:pPr>
      <w:pStyle w:val="Nagwek"/>
      <w:jc w:val="both"/>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4F7A0" w14:textId="77777777" w:rsidR="002F2566" w:rsidRPr="00965CED" w:rsidRDefault="002F2566" w:rsidP="00C72EB3">
    <w:pPr>
      <w:pStyle w:val="Nagwek"/>
      <w:rPr>
        <w:rFonts w:ascii="Times New Roman" w:hAnsi="Times New Roman"/>
        <w:sz w:val="20"/>
      </w:rPr>
    </w:pPr>
    <w:r w:rsidRPr="00965CED">
      <w:rPr>
        <w:rFonts w:ascii="Times New Roman" w:hAnsi="Times New Roman"/>
        <w:sz w:val="20"/>
      </w:rPr>
      <w:t>Ogólna specyfikacja techniczna (OST) na przebudowę mostu w km 12,298 linii Nr 34 Ostrołęka - Małkinia</w:t>
    </w:r>
  </w:p>
  <w:p w14:paraId="216C87B3" w14:textId="77777777" w:rsidR="002F2566" w:rsidRDefault="002F2566" w:rsidP="00C72EB3">
    <w:pPr>
      <w:rPr>
        <w:sz w:val="19"/>
      </w:rPr>
    </w:pPr>
    <w:r>
      <w:rPr>
        <w:sz w:val="19"/>
      </w:rPr>
      <w:t>__________________________________________________________________________________</w:t>
    </w:r>
  </w:p>
  <w:p w14:paraId="5B9EAEF3" w14:textId="77777777" w:rsidR="002F2566" w:rsidRPr="00C72EB3" w:rsidRDefault="002F2566" w:rsidP="00C72E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8534946C"/>
    <w:lvl w:ilvl="0">
      <w:numFmt w:val="bullet"/>
      <w:lvlText w:val="*"/>
      <w:lvlJc w:val="left"/>
    </w:lvl>
  </w:abstractNum>
  <w:abstractNum w:abstractNumId="1" w15:restartNumberingAfterBreak="0">
    <w:nsid w:val="011F319C"/>
    <w:multiLevelType w:val="singleLevel"/>
    <w:tmpl w:val="5000A096"/>
    <w:lvl w:ilvl="0">
      <w:start w:val="1"/>
      <w:numFmt w:val="lowerLetter"/>
      <w:lvlText w:val="(%1)"/>
      <w:legacy w:legacy="1" w:legacySpace="0" w:legacyIndent="283"/>
      <w:lvlJc w:val="left"/>
      <w:pPr>
        <w:ind w:left="283" w:hanging="283"/>
      </w:pPr>
    </w:lvl>
  </w:abstractNum>
  <w:abstractNum w:abstractNumId="2" w15:restartNumberingAfterBreak="0">
    <w:nsid w:val="07545442"/>
    <w:multiLevelType w:val="singleLevel"/>
    <w:tmpl w:val="12DCE38E"/>
    <w:lvl w:ilvl="0">
      <w:start w:val="1"/>
      <w:numFmt w:val="lowerLetter"/>
      <w:lvlText w:val="%1)"/>
      <w:legacy w:legacy="1" w:legacySpace="0" w:legacyIndent="283"/>
      <w:lvlJc w:val="left"/>
      <w:pPr>
        <w:ind w:left="283" w:hanging="283"/>
      </w:pPr>
    </w:lvl>
  </w:abstractNum>
  <w:abstractNum w:abstractNumId="3" w15:restartNumberingAfterBreak="0">
    <w:nsid w:val="07E04471"/>
    <w:multiLevelType w:val="singleLevel"/>
    <w:tmpl w:val="5000A096"/>
    <w:lvl w:ilvl="0">
      <w:start w:val="1"/>
      <w:numFmt w:val="lowerLetter"/>
      <w:lvlText w:val="(%1)"/>
      <w:legacy w:legacy="1" w:legacySpace="0" w:legacyIndent="283"/>
      <w:lvlJc w:val="left"/>
      <w:pPr>
        <w:ind w:left="283" w:hanging="283"/>
      </w:pPr>
    </w:lvl>
  </w:abstractNum>
  <w:abstractNum w:abstractNumId="4" w15:restartNumberingAfterBreak="0">
    <w:nsid w:val="0E6E4A64"/>
    <w:multiLevelType w:val="singleLevel"/>
    <w:tmpl w:val="5000A096"/>
    <w:lvl w:ilvl="0">
      <w:start w:val="1"/>
      <w:numFmt w:val="lowerLetter"/>
      <w:lvlText w:val="(%1)"/>
      <w:legacy w:legacy="1" w:legacySpace="0" w:legacyIndent="283"/>
      <w:lvlJc w:val="left"/>
      <w:pPr>
        <w:ind w:left="283" w:hanging="283"/>
      </w:pPr>
    </w:lvl>
  </w:abstractNum>
  <w:abstractNum w:abstractNumId="5" w15:restartNumberingAfterBreak="0">
    <w:nsid w:val="13887A46"/>
    <w:multiLevelType w:val="singleLevel"/>
    <w:tmpl w:val="48569F9A"/>
    <w:lvl w:ilvl="0">
      <w:start w:val="2"/>
      <w:numFmt w:val="lowerLetter"/>
      <w:lvlText w:val="%1)"/>
      <w:legacy w:legacy="1" w:legacySpace="0" w:legacyIndent="283"/>
      <w:lvlJc w:val="left"/>
      <w:pPr>
        <w:ind w:left="283" w:hanging="283"/>
      </w:pPr>
    </w:lvl>
  </w:abstractNum>
  <w:abstractNum w:abstractNumId="6" w15:restartNumberingAfterBreak="0">
    <w:nsid w:val="141E64B1"/>
    <w:multiLevelType w:val="singleLevel"/>
    <w:tmpl w:val="12DCE38E"/>
    <w:lvl w:ilvl="0">
      <w:start w:val="1"/>
      <w:numFmt w:val="lowerLetter"/>
      <w:lvlText w:val="%1)"/>
      <w:legacy w:legacy="1" w:legacySpace="0" w:legacyIndent="283"/>
      <w:lvlJc w:val="left"/>
      <w:pPr>
        <w:ind w:left="283" w:hanging="283"/>
      </w:pPr>
    </w:lvl>
  </w:abstractNum>
  <w:abstractNum w:abstractNumId="7" w15:restartNumberingAfterBreak="0">
    <w:nsid w:val="14A94AAE"/>
    <w:multiLevelType w:val="singleLevel"/>
    <w:tmpl w:val="75B2C36A"/>
    <w:lvl w:ilvl="0">
      <w:start w:val="1"/>
      <w:numFmt w:val="decimal"/>
      <w:lvlText w:val="%1."/>
      <w:legacy w:legacy="1" w:legacySpace="0" w:legacyIndent="283"/>
      <w:lvlJc w:val="left"/>
      <w:pPr>
        <w:ind w:left="283" w:hanging="283"/>
      </w:pPr>
    </w:lvl>
  </w:abstractNum>
  <w:abstractNum w:abstractNumId="8" w15:restartNumberingAfterBreak="0">
    <w:nsid w:val="178929AD"/>
    <w:multiLevelType w:val="singleLevel"/>
    <w:tmpl w:val="12DCE38E"/>
    <w:lvl w:ilvl="0">
      <w:start w:val="1"/>
      <w:numFmt w:val="lowerLetter"/>
      <w:lvlText w:val="%1)"/>
      <w:legacy w:legacy="1" w:legacySpace="0" w:legacyIndent="283"/>
      <w:lvlJc w:val="left"/>
      <w:pPr>
        <w:ind w:left="283" w:hanging="283"/>
      </w:pPr>
    </w:lvl>
  </w:abstractNum>
  <w:abstractNum w:abstractNumId="9" w15:restartNumberingAfterBreak="0">
    <w:nsid w:val="2DE57306"/>
    <w:multiLevelType w:val="singleLevel"/>
    <w:tmpl w:val="12DCE38E"/>
    <w:lvl w:ilvl="0">
      <w:start w:val="1"/>
      <w:numFmt w:val="lowerLetter"/>
      <w:lvlText w:val="%1)"/>
      <w:legacy w:legacy="1" w:legacySpace="0" w:legacyIndent="283"/>
      <w:lvlJc w:val="left"/>
      <w:pPr>
        <w:ind w:left="283" w:hanging="283"/>
      </w:pPr>
    </w:lvl>
  </w:abstractNum>
  <w:abstractNum w:abstractNumId="10" w15:restartNumberingAfterBreak="0">
    <w:nsid w:val="3AF809F1"/>
    <w:multiLevelType w:val="singleLevel"/>
    <w:tmpl w:val="4050BD32"/>
    <w:lvl w:ilvl="0">
      <w:start w:val="1"/>
      <w:numFmt w:val="decimal"/>
      <w:lvlText w:val="%1)"/>
      <w:legacy w:legacy="1" w:legacySpace="0" w:legacyIndent="283"/>
      <w:lvlJc w:val="left"/>
      <w:pPr>
        <w:ind w:left="283" w:hanging="283"/>
      </w:pPr>
    </w:lvl>
  </w:abstractNum>
  <w:abstractNum w:abstractNumId="11" w15:restartNumberingAfterBreak="0">
    <w:nsid w:val="3B05618D"/>
    <w:multiLevelType w:val="singleLevel"/>
    <w:tmpl w:val="12DCE38E"/>
    <w:lvl w:ilvl="0">
      <w:start w:val="1"/>
      <w:numFmt w:val="lowerLetter"/>
      <w:lvlText w:val="%1)"/>
      <w:legacy w:legacy="1" w:legacySpace="0" w:legacyIndent="283"/>
      <w:lvlJc w:val="left"/>
      <w:pPr>
        <w:ind w:left="283" w:hanging="283"/>
      </w:pPr>
    </w:lvl>
  </w:abstractNum>
  <w:abstractNum w:abstractNumId="12" w15:restartNumberingAfterBreak="0">
    <w:nsid w:val="3C415272"/>
    <w:multiLevelType w:val="singleLevel"/>
    <w:tmpl w:val="12DCE38E"/>
    <w:lvl w:ilvl="0">
      <w:start w:val="1"/>
      <w:numFmt w:val="lowerLetter"/>
      <w:lvlText w:val="%1)"/>
      <w:legacy w:legacy="1" w:legacySpace="0" w:legacyIndent="283"/>
      <w:lvlJc w:val="left"/>
      <w:pPr>
        <w:ind w:left="283" w:hanging="283"/>
      </w:pPr>
    </w:lvl>
  </w:abstractNum>
  <w:abstractNum w:abstractNumId="13" w15:restartNumberingAfterBreak="0">
    <w:nsid w:val="5147477A"/>
    <w:multiLevelType w:val="singleLevel"/>
    <w:tmpl w:val="75B2C36A"/>
    <w:lvl w:ilvl="0">
      <w:start w:val="1"/>
      <w:numFmt w:val="decimal"/>
      <w:lvlText w:val="%1."/>
      <w:legacy w:legacy="1" w:legacySpace="0" w:legacyIndent="283"/>
      <w:lvlJc w:val="left"/>
      <w:pPr>
        <w:ind w:left="283" w:hanging="283"/>
      </w:pPr>
    </w:lvl>
  </w:abstractNum>
  <w:abstractNum w:abstractNumId="14" w15:restartNumberingAfterBreak="0">
    <w:nsid w:val="54D70644"/>
    <w:multiLevelType w:val="hybridMultilevel"/>
    <w:tmpl w:val="2E328A08"/>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5B6D3BB6"/>
    <w:multiLevelType w:val="singleLevel"/>
    <w:tmpl w:val="12DCE38E"/>
    <w:lvl w:ilvl="0">
      <w:start w:val="1"/>
      <w:numFmt w:val="lowerLetter"/>
      <w:lvlText w:val="%1)"/>
      <w:legacy w:legacy="1" w:legacySpace="0" w:legacyIndent="283"/>
      <w:lvlJc w:val="left"/>
      <w:pPr>
        <w:ind w:left="567" w:hanging="283"/>
      </w:pPr>
    </w:lvl>
  </w:abstractNum>
  <w:abstractNum w:abstractNumId="16" w15:restartNumberingAfterBreak="0">
    <w:nsid w:val="61D029A7"/>
    <w:multiLevelType w:val="singleLevel"/>
    <w:tmpl w:val="52FE449A"/>
    <w:lvl w:ilvl="0">
      <w:start w:val="1"/>
      <w:numFmt w:val="decimal"/>
      <w:lvlText w:val="%1."/>
      <w:legacy w:legacy="1" w:legacySpace="57" w:legacyIndent="340"/>
      <w:lvlJc w:val="left"/>
      <w:pPr>
        <w:ind w:left="341" w:hanging="340"/>
      </w:pPr>
    </w:lvl>
  </w:abstractNum>
  <w:num w:numId="1" w16cid:durableId="219826408">
    <w:abstractNumId w:val="8"/>
  </w:num>
  <w:num w:numId="2" w16cid:durableId="3225923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751543397">
    <w:abstractNumId w:val="12"/>
  </w:num>
  <w:num w:numId="4" w16cid:durableId="372849437">
    <w:abstractNumId w:val="5"/>
  </w:num>
  <w:num w:numId="5" w16cid:durableId="1851874243">
    <w:abstractNumId w:val="11"/>
  </w:num>
  <w:num w:numId="6" w16cid:durableId="1734766931">
    <w:abstractNumId w:val="10"/>
  </w:num>
  <w:num w:numId="7" w16cid:durableId="681590085">
    <w:abstractNumId w:val="15"/>
  </w:num>
  <w:num w:numId="8" w16cid:durableId="532231618">
    <w:abstractNumId w:val="6"/>
  </w:num>
  <w:num w:numId="9" w16cid:durableId="377124311">
    <w:abstractNumId w:val="7"/>
  </w:num>
  <w:num w:numId="10" w16cid:durableId="667057986">
    <w:abstractNumId w:val="9"/>
  </w:num>
  <w:num w:numId="11" w16cid:durableId="618026594">
    <w:abstractNumId w:val="2"/>
  </w:num>
  <w:num w:numId="12" w16cid:durableId="1678076194">
    <w:abstractNumId w:val="16"/>
  </w:num>
  <w:num w:numId="13" w16cid:durableId="238639352">
    <w:abstractNumId w:val="4"/>
  </w:num>
  <w:num w:numId="14" w16cid:durableId="520241042">
    <w:abstractNumId w:val="3"/>
  </w:num>
  <w:num w:numId="15" w16cid:durableId="1149639807">
    <w:abstractNumId w:val="1"/>
  </w:num>
  <w:num w:numId="16" w16cid:durableId="1696419178">
    <w:abstractNumId w:val="13"/>
  </w:num>
  <w:num w:numId="17" w16cid:durableId="12703128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doNotTrackMoves/>
  <w:defaultTabStop w:val="709"/>
  <w:hyphenationZone w:val="425"/>
  <w:doNotHyphenateCaps/>
  <w:drawingGridHorizontalSpacing w:val="10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1F72"/>
    <w:rsid w:val="000040FB"/>
    <w:rsid w:val="000049D9"/>
    <w:rsid w:val="00005EC3"/>
    <w:rsid w:val="000130F4"/>
    <w:rsid w:val="00024F31"/>
    <w:rsid w:val="0003075C"/>
    <w:rsid w:val="00033CF9"/>
    <w:rsid w:val="00046F39"/>
    <w:rsid w:val="00065771"/>
    <w:rsid w:val="0008192F"/>
    <w:rsid w:val="0008404E"/>
    <w:rsid w:val="00092FBF"/>
    <w:rsid w:val="000A7DE0"/>
    <w:rsid w:val="000B3148"/>
    <w:rsid w:val="000B455F"/>
    <w:rsid w:val="000C6242"/>
    <w:rsid w:val="000D0DA9"/>
    <w:rsid w:val="000E5B55"/>
    <w:rsid w:val="000E61C2"/>
    <w:rsid w:val="000F377B"/>
    <w:rsid w:val="0010254C"/>
    <w:rsid w:val="00117615"/>
    <w:rsid w:val="00125E50"/>
    <w:rsid w:val="00132005"/>
    <w:rsid w:val="00137E67"/>
    <w:rsid w:val="001405D4"/>
    <w:rsid w:val="00140B12"/>
    <w:rsid w:val="0014245D"/>
    <w:rsid w:val="00150AA6"/>
    <w:rsid w:val="001620A8"/>
    <w:rsid w:val="00165305"/>
    <w:rsid w:val="00193BD4"/>
    <w:rsid w:val="001A3CCD"/>
    <w:rsid w:val="001A6990"/>
    <w:rsid w:val="001C760B"/>
    <w:rsid w:val="001D3713"/>
    <w:rsid w:val="001D6909"/>
    <w:rsid w:val="001E2BC5"/>
    <w:rsid w:val="001E5F71"/>
    <w:rsid w:val="00217EB4"/>
    <w:rsid w:val="00237936"/>
    <w:rsid w:val="0026003C"/>
    <w:rsid w:val="002707E5"/>
    <w:rsid w:val="00273563"/>
    <w:rsid w:val="002A56D3"/>
    <w:rsid w:val="002B4270"/>
    <w:rsid w:val="002D4AF8"/>
    <w:rsid w:val="002F2566"/>
    <w:rsid w:val="002F5DE0"/>
    <w:rsid w:val="00302016"/>
    <w:rsid w:val="00303545"/>
    <w:rsid w:val="00305DE5"/>
    <w:rsid w:val="003157CF"/>
    <w:rsid w:val="00324003"/>
    <w:rsid w:val="003243F7"/>
    <w:rsid w:val="0034596E"/>
    <w:rsid w:val="00377D69"/>
    <w:rsid w:val="00385F61"/>
    <w:rsid w:val="00391A94"/>
    <w:rsid w:val="003948FB"/>
    <w:rsid w:val="003956B1"/>
    <w:rsid w:val="0039604C"/>
    <w:rsid w:val="003A565C"/>
    <w:rsid w:val="003A730A"/>
    <w:rsid w:val="003E12B9"/>
    <w:rsid w:val="003E147B"/>
    <w:rsid w:val="003E51BA"/>
    <w:rsid w:val="003F2211"/>
    <w:rsid w:val="003F3F9B"/>
    <w:rsid w:val="003F48CE"/>
    <w:rsid w:val="003F5C52"/>
    <w:rsid w:val="00400C59"/>
    <w:rsid w:val="004026D2"/>
    <w:rsid w:val="00435350"/>
    <w:rsid w:val="0043542A"/>
    <w:rsid w:val="004359E8"/>
    <w:rsid w:val="004374F9"/>
    <w:rsid w:val="00440900"/>
    <w:rsid w:val="00460ABC"/>
    <w:rsid w:val="004669AF"/>
    <w:rsid w:val="004758C6"/>
    <w:rsid w:val="004A02BD"/>
    <w:rsid w:val="004A6EC3"/>
    <w:rsid w:val="004C0196"/>
    <w:rsid w:val="004D17CD"/>
    <w:rsid w:val="004E172E"/>
    <w:rsid w:val="004E66A4"/>
    <w:rsid w:val="004F3725"/>
    <w:rsid w:val="004F42FE"/>
    <w:rsid w:val="00502A71"/>
    <w:rsid w:val="00517B3E"/>
    <w:rsid w:val="005322B9"/>
    <w:rsid w:val="00532A53"/>
    <w:rsid w:val="005412E4"/>
    <w:rsid w:val="0056659D"/>
    <w:rsid w:val="00566922"/>
    <w:rsid w:val="00574A98"/>
    <w:rsid w:val="00597CFE"/>
    <w:rsid w:val="005A2A0F"/>
    <w:rsid w:val="005B13C2"/>
    <w:rsid w:val="00600E6F"/>
    <w:rsid w:val="0061220C"/>
    <w:rsid w:val="00612373"/>
    <w:rsid w:val="006158A7"/>
    <w:rsid w:val="0062467D"/>
    <w:rsid w:val="00630AEC"/>
    <w:rsid w:val="006341A8"/>
    <w:rsid w:val="00657318"/>
    <w:rsid w:val="00657D9F"/>
    <w:rsid w:val="00677711"/>
    <w:rsid w:val="00680639"/>
    <w:rsid w:val="006B1F72"/>
    <w:rsid w:val="006C1C41"/>
    <w:rsid w:val="006C47AD"/>
    <w:rsid w:val="006D2C70"/>
    <w:rsid w:val="006E26E8"/>
    <w:rsid w:val="006F4E55"/>
    <w:rsid w:val="007031DC"/>
    <w:rsid w:val="007032A2"/>
    <w:rsid w:val="007102BF"/>
    <w:rsid w:val="00725AE2"/>
    <w:rsid w:val="00725D4A"/>
    <w:rsid w:val="00741439"/>
    <w:rsid w:val="00751861"/>
    <w:rsid w:val="007528C9"/>
    <w:rsid w:val="00783BD1"/>
    <w:rsid w:val="007A1480"/>
    <w:rsid w:val="007E5A00"/>
    <w:rsid w:val="008068DE"/>
    <w:rsid w:val="008106C2"/>
    <w:rsid w:val="008124A8"/>
    <w:rsid w:val="00812DBA"/>
    <w:rsid w:val="00820304"/>
    <w:rsid w:val="00840DFE"/>
    <w:rsid w:val="00840E01"/>
    <w:rsid w:val="00875037"/>
    <w:rsid w:val="00892EB2"/>
    <w:rsid w:val="00895F40"/>
    <w:rsid w:val="008A0A95"/>
    <w:rsid w:val="008B30F5"/>
    <w:rsid w:val="008E66F5"/>
    <w:rsid w:val="0090051F"/>
    <w:rsid w:val="00903B48"/>
    <w:rsid w:val="009053CA"/>
    <w:rsid w:val="00922157"/>
    <w:rsid w:val="00923408"/>
    <w:rsid w:val="00923B7C"/>
    <w:rsid w:val="0094612A"/>
    <w:rsid w:val="009466CF"/>
    <w:rsid w:val="00965CED"/>
    <w:rsid w:val="00974F98"/>
    <w:rsid w:val="009A4950"/>
    <w:rsid w:val="009B108A"/>
    <w:rsid w:val="009C03B5"/>
    <w:rsid w:val="009D4CDB"/>
    <w:rsid w:val="009E08D3"/>
    <w:rsid w:val="00A04FEF"/>
    <w:rsid w:val="00A12514"/>
    <w:rsid w:val="00A21C24"/>
    <w:rsid w:val="00A27199"/>
    <w:rsid w:val="00A31D34"/>
    <w:rsid w:val="00A71842"/>
    <w:rsid w:val="00A80873"/>
    <w:rsid w:val="00AD7F61"/>
    <w:rsid w:val="00AE2126"/>
    <w:rsid w:val="00B05F2D"/>
    <w:rsid w:val="00B07094"/>
    <w:rsid w:val="00B10FBA"/>
    <w:rsid w:val="00B11EE9"/>
    <w:rsid w:val="00B244CB"/>
    <w:rsid w:val="00B711D9"/>
    <w:rsid w:val="00B84B45"/>
    <w:rsid w:val="00BC3183"/>
    <w:rsid w:val="00BC540F"/>
    <w:rsid w:val="00BF6D5A"/>
    <w:rsid w:val="00C0075A"/>
    <w:rsid w:val="00C0482D"/>
    <w:rsid w:val="00C134D9"/>
    <w:rsid w:val="00C22D60"/>
    <w:rsid w:val="00C35AA0"/>
    <w:rsid w:val="00C57BC2"/>
    <w:rsid w:val="00C65B8E"/>
    <w:rsid w:val="00C72EB3"/>
    <w:rsid w:val="00C8414B"/>
    <w:rsid w:val="00CC5B75"/>
    <w:rsid w:val="00CD1CB5"/>
    <w:rsid w:val="00D14342"/>
    <w:rsid w:val="00D334D8"/>
    <w:rsid w:val="00D40E2A"/>
    <w:rsid w:val="00D45FC6"/>
    <w:rsid w:val="00D503CA"/>
    <w:rsid w:val="00D51E07"/>
    <w:rsid w:val="00D57DCD"/>
    <w:rsid w:val="00D63E6A"/>
    <w:rsid w:val="00D65D1B"/>
    <w:rsid w:val="00D67049"/>
    <w:rsid w:val="00D70BA3"/>
    <w:rsid w:val="00D97ECF"/>
    <w:rsid w:val="00DB4A46"/>
    <w:rsid w:val="00DC6389"/>
    <w:rsid w:val="00DD3E29"/>
    <w:rsid w:val="00DD688D"/>
    <w:rsid w:val="00DF3911"/>
    <w:rsid w:val="00DF7972"/>
    <w:rsid w:val="00DF7F92"/>
    <w:rsid w:val="00E009E6"/>
    <w:rsid w:val="00E05B95"/>
    <w:rsid w:val="00E21E8D"/>
    <w:rsid w:val="00E62FB8"/>
    <w:rsid w:val="00E66FAC"/>
    <w:rsid w:val="00E67B7A"/>
    <w:rsid w:val="00E95E50"/>
    <w:rsid w:val="00E96745"/>
    <w:rsid w:val="00EA52ED"/>
    <w:rsid w:val="00EB3A4E"/>
    <w:rsid w:val="00EB75D8"/>
    <w:rsid w:val="00EC58D9"/>
    <w:rsid w:val="00EF787F"/>
    <w:rsid w:val="00F13CC2"/>
    <w:rsid w:val="00F17E1A"/>
    <w:rsid w:val="00F25589"/>
    <w:rsid w:val="00F3320C"/>
    <w:rsid w:val="00F52500"/>
    <w:rsid w:val="00F531F6"/>
    <w:rsid w:val="00F70172"/>
    <w:rsid w:val="00F8211E"/>
    <w:rsid w:val="00FD13E1"/>
    <w:rsid w:val="00FD3805"/>
    <w:rsid w:val="00FD3A20"/>
    <w:rsid w:val="00FE3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E45FC5"/>
  <w15:docId w15:val="{2B9A8851-3D6B-4BB9-874C-30210A498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4359E8"/>
    <w:pPr>
      <w:overflowPunct w:val="0"/>
      <w:autoSpaceDE w:val="0"/>
      <w:autoSpaceDN w:val="0"/>
      <w:adjustRightInd w:val="0"/>
      <w:jc w:val="both"/>
      <w:textAlignment w:val="baseline"/>
    </w:pPr>
  </w:style>
  <w:style w:type="paragraph" w:styleId="Nagwek1">
    <w:name w:val="heading 1"/>
    <w:basedOn w:val="Normalny"/>
    <w:next w:val="Normalny"/>
    <w:qFormat/>
    <w:rsid w:val="002D4AF8"/>
    <w:pPr>
      <w:keepNext/>
      <w:keepLines/>
      <w:suppressAutoHyphens/>
      <w:spacing w:before="120" w:after="120"/>
      <w:outlineLvl w:val="0"/>
    </w:pPr>
    <w:rPr>
      <w:b/>
      <w:caps/>
      <w:kern w:val="28"/>
    </w:rPr>
  </w:style>
  <w:style w:type="paragraph" w:styleId="Nagwek2">
    <w:name w:val="heading 2"/>
    <w:basedOn w:val="Normalny"/>
    <w:next w:val="Normalny"/>
    <w:qFormat/>
    <w:rsid w:val="002D4AF8"/>
    <w:pPr>
      <w:keepNext/>
      <w:spacing w:before="120" w:after="120"/>
      <w:outlineLvl w:val="1"/>
    </w:pPr>
    <w:rPr>
      <w:b/>
    </w:rPr>
  </w:style>
  <w:style w:type="paragraph" w:styleId="Nagwek3">
    <w:name w:val="heading 3"/>
    <w:basedOn w:val="Normalny"/>
    <w:next w:val="Normalny"/>
    <w:qFormat/>
    <w:rsid w:val="002D4AF8"/>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2D4AF8"/>
    <w:pPr>
      <w:tabs>
        <w:tab w:val="right" w:leader="dot" w:pos="7371"/>
      </w:tabs>
      <w:spacing w:before="120" w:after="120"/>
      <w:jc w:val="left"/>
    </w:pPr>
    <w:rPr>
      <w:b/>
      <w:caps/>
    </w:rPr>
  </w:style>
  <w:style w:type="paragraph" w:styleId="Spistreci2">
    <w:name w:val="toc 2"/>
    <w:basedOn w:val="Normalny"/>
    <w:next w:val="Normalny"/>
    <w:uiPriority w:val="39"/>
    <w:rsid w:val="002D4AF8"/>
    <w:pPr>
      <w:tabs>
        <w:tab w:val="right" w:leader="dot" w:pos="7371"/>
      </w:tabs>
      <w:ind w:left="200"/>
      <w:jc w:val="left"/>
    </w:pPr>
  </w:style>
  <w:style w:type="paragraph" w:styleId="Spistreci3">
    <w:name w:val="toc 3"/>
    <w:basedOn w:val="Normalny"/>
    <w:next w:val="Normalny"/>
    <w:uiPriority w:val="39"/>
    <w:rsid w:val="002D4AF8"/>
    <w:pPr>
      <w:tabs>
        <w:tab w:val="right" w:leader="dot" w:pos="7371"/>
      </w:tabs>
      <w:ind w:left="400"/>
      <w:jc w:val="left"/>
    </w:pPr>
  </w:style>
  <w:style w:type="paragraph" w:styleId="Spistreci4">
    <w:name w:val="toc 4"/>
    <w:basedOn w:val="Normalny"/>
    <w:next w:val="Normalny"/>
    <w:semiHidden/>
    <w:rsid w:val="002D4AF8"/>
    <w:pPr>
      <w:tabs>
        <w:tab w:val="right" w:leader="dot" w:pos="7371"/>
      </w:tabs>
      <w:ind w:left="600"/>
      <w:jc w:val="left"/>
    </w:pPr>
    <w:rPr>
      <w:sz w:val="18"/>
    </w:rPr>
  </w:style>
  <w:style w:type="paragraph" w:styleId="Spistreci5">
    <w:name w:val="toc 5"/>
    <w:basedOn w:val="Normalny"/>
    <w:next w:val="Normalny"/>
    <w:semiHidden/>
    <w:rsid w:val="002D4AF8"/>
    <w:pPr>
      <w:tabs>
        <w:tab w:val="right" w:leader="dot" w:pos="7371"/>
      </w:tabs>
      <w:ind w:left="800"/>
      <w:jc w:val="left"/>
    </w:pPr>
    <w:rPr>
      <w:sz w:val="18"/>
    </w:rPr>
  </w:style>
  <w:style w:type="paragraph" w:styleId="Spistreci6">
    <w:name w:val="toc 6"/>
    <w:basedOn w:val="Normalny"/>
    <w:next w:val="Normalny"/>
    <w:semiHidden/>
    <w:rsid w:val="002D4AF8"/>
    <w:pPr>
      <w:tabs>
        <w:tab w:val="right" w:leader="dot" w:pos="7371"/>
      </w:tabs>
      <w:ind w:left="1000"/>
      <w:jc w:val="left"/>
    </w:pPr>
    <w:rPr>
      <w:sz w:val="18"/>
    </w:rPr>
  </w:style>
  <w:style w:type="paragraph" w:styleId="Spistreci7">
    <w:name w:val="toc 7"/>
    <w:basedOn w:val="Normalny"/>
    <w:next w:val="Normalny"/>
    <w:semiHidden/>
    <w:rsid w:val="002D4AF8"/>
    <w:pPr>
      <w:tabs>
        <w:tab w:val="right" w:leader="dot" w:pos="7371"/>
      </w:tabs>
      <w:ind w:left="1200"/>
      <w:jc w:val="left"/>
    </w:pPr>
    <w:rPr>
      <w:sz w:val="18"/>
    </w:rPr>
  </w:style>
  <w:style w:type="paragraph" w:styleId="Spistreci8">
    <w:name w:val="toc 8"/>
    <w:basedOn w:val="Normalny"/>
    <w:next w:val="Normalny"/>
    <w:semiHidden/>
    <w:rsid w:val="002D4AF8"/>
    <w:pPr>
      <w:tabs>
        <w:tab w:val="right" w:leader="dot" w:pos="7371"/>
      </w:tabs>
      <w:ind w:left="1400"/>
      <w:jc w:val="left"/>
    </w:pPr>
    <w:rPr>
      <w:sz w:val="18"/>
    </w:rPr>
  </w:style>
  <w:style w:type="paragraph" w:styleId="Spistreci9">
    <w:name w:val="toc 9"/>
    <w:basedOn w:val="Normalny"/>
    <w:next w:val="Normalny"/>
    <w:semiHidden/>
    <w:rsid w:val="002D4AF8"/>
    <w:pPr>
      <w:tabs>
        <w:tab w:val="right" w:leader="dot" w:pos="7371"/>
      </w:tabs>
      <w:ind w:left="1600"/>
      <w:jc w:val="left"/>
    </w:pPr>
    <w:rPr>
      <w:sz w:val="18"/>
    </w:rPr>
  </w:style>
  <w:style w:type="character" w:styleId="Numerstrony">
    <w:name w:val="page number"/>
    <w:basedOn w:val="Domylnaczcionkaakapitu"/>
    <w:semiHidden/>
    <w:rsid w:val="002D4AF8"/>
  </w:style>
  <w:style w:type="paragraph" w:customStyle="1" w:styleId="StylIwony">
    <w:name w:val="Styl Iwony"/>
    <w:basedOn w:val="Normalny"/>
    <w:rsid w:val="002D4AF8"/>
    <w:pPr>
      <w:spacing w:before="120" w:after="120"/>
    </w:pPr>
    <w:rPr>
      <w:rFonts w:ascii="Bookman Old Style" w:hAnsi="Bookman Old Style"/>
      <w:sz w:val="24"/>
    </w:rPr>
  </w:style>
  <w:style w:type="paragraph" w:styleId="Nagwek">
    <w:name w:val="header"/>
    <w:basedOn w:val="Normalny"/>
    <w:link w:val="NagwekZnak"/>
    <w:uiPriority w:val="99"/>
    <w:rsid w:val="002D4AF8"/>
    <w:pPr>
      <w:tabs>
        <w:tab w:val="center" w:pos="4536"/>
        <w:tab w:val="right" w:pos="9072"/>
      </w:tabs>
      <w:jc w:val="left"/>
    </w:pPr>
    <w:rPr>
      <w:rFonts w:ascii="Century Gothic" w:hAnsi="Century Gothic"/>
      <w:sz w:val="24"/>
    </w:rPr>
  </w:style>
  <w:style w:type="paragraph" w:styleId="Stopka">
    <w:name w:val="footer"/>
    <w:basedOn w:val="Normalny"/>
    <w:link w:val="StopkaZnak"/>
    <w:rsid w:val="002D4AF8"/>
    <w:pPr>
      <w:tabs>
        <w:tab w:val="center" w:pos="4536"/>
        <w:tab w:val="right" w:pos="9072"/>
      </w:tabs>
    </w:pPr>
  </w:style>
  <w:style w:type="paragraph" w:styleId="Tekstprzypisudolnego">
    <w:name w:val="footnote text"/>
    <w:basedOn w:val="Normalny"/>
    <w:semiHidden/>
    <w:rsid w:val="002D4AF8"/>
  </w:style>
  <w:style w:type="paragraph" w:customStyle="1" w:styleId="tekstost">
    <w:name w:val="tekst ost"/>
    <w:basedOn w:val="Normalny"/>
    <w:rsid w:val="002D4AF8"/>
  </w:style>
  <w:style w:type="character" w:styleId="Odwoanieprzypisudolnego">
    <w:name w:val="footnote reference"/>
    <w:semiHidden/>
    <w:rsid w:val="002D4AF8"/>
    <w:rPr>
      <w:vertAlign w:val="superscript"/>
    </w:rPr>
  </w:style>
  <w:style w:type="character" w:customStyle="1" w:styleId="NagwekZnak">
    <w:name w:val="Nagłówek Znak"/>
    <w:link w:val="Nagwek"/>
    <w:uiPriority w:val="99"/>
    <w:rsid w:val="00965CED"/>
    <w:rPr>
      <w:rFonts w:ascii="Century Gothic" w:hAnsi="Century Gothic"/>
      <w:sz w:val="24"/>
    </w:rPr>
  </w:style>
  <w:style w:type="paragraph" w:styleId="Tekstdymka">
    <w:name w:val="Balloon Text"/>
    <w:basedOn w:val="Normalny"/>
    <w:link w:val="TekstdymkaZnak"/>
    <w:uiPriority w:val="99"/>
    <w:semiHidden/>
    <w:unhideWhenUsed/>
    <w:rsid w:val="00965CED"/>
    <w:rPr>
      <w:rFonts w:ascii="Tahoma" w:hAnsi="Tahoma" w:cs="Tahoma"/>
      <w:sz w:val="16"/>
      <w:szCs w:val="16"/>
    </w:rPr>
  </w:style>
  <w:style w:type="character" w:customStyle="1" w:styleId="TekstdymkaZnak">
    <w:name w:val="Tekst dymka Znak"/>
    <w:link w:val="Tekstdymka"/>
    <w:uiPriority w:val="99"/>
    <w:semiHidden/>
    <w:rsid w:val="00965CED"/>
    <w:rPr>
      <w:rFonts w:ascii="Tahoma" w:hAnsi="Tahoma" w:cs="Tahoma"/>
      <w:sz w:val="16"/>
      <w:szCs w:val="16"/>
    </w:rPr>
  </w:style>
  <w:style w:type="character" w:customStyle="1" w:styleId="StopkaZnak">
    <w:name w:val="Stopka Znak"/>
    <w:basedOn w:val="Domylnaczcionkaakapitu"/>
    <w:link w:val="Stopka"/>
    <w:rsid w:val="00923408"/>
  </w:style>
  <w:style w:type="paragraph" w:styleId="Nagwekspisutreci">
    <w:name w:val="TOC Heading"/>
    <w:basedOn w:val="Nagwek1"/>
    <w:next w:val="Normalny"/>
    <w:uiPriority w:val="39"/>
    <w:semiHidden/>
    <w:unhideWhenUsed/>
    <w:qFormat/>
    <w:rsid w:val="00725D4A"/>
    <w:pPr>
      <w:suppressAutoHyphens w:val="0"/>
      <w:overflowPunct/>
      <w:autoSpaceDE/>
      <w:autoSpaceDN/>
      <w:adjustRightInd/>
      <w:spacing w:before="480" w:after="0" w:line="276" w:lineRule="auto"/>
      <w:jc w:val="left"/>
      <w:textAlignment w:val="auto"/>
      <w:outlineLvl w:val="9"/>
    </w:pPr>
    <w:rPr>
      <w:rFonts w:ascii="Cambria" w:hAnsi="Cambria"/>
      <w:bCs/>
      <w:caps w:val="0"/>
      <w:color w:val="365F91"/>
      <w:kern w:val="0"/>
      <w:sz w:val="28"/>
      <w:szCs w:val="28"/>
    </w:rPr>
  </w:style>
  <w:style w:type="character" w:styleId="Hipercze">
    <w:name w:val="Hyperlink"/>
    <w:uiPriority w:val="99"/>
    <w:unhideWhenUsed/>
    <w:rsid w:val="00725D4A"/>
    <w:rPr>
      <w:color w:val="0000FF"/>
      <w:u w:val="single"/>
    </w:rPr>
  </w:style>
  <w:style w:type="character" w:customStyle="1" w:styleId="h1">
    <w:name w:val="h1"/>
    <w:rsid w:val="003F2211"/>
  </w:style>
  <w:style w:type="paragraph" w:customStyle="1" w:styleId="Default">
    <w:name w:val="Default"/>
    <w:rsid w:val="000B455F"/>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00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3B0A2-CD85-4B97-8597-A691D8523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16</TotalTime>
  <Pages>18</Pages>
  <Words>9264</Words>
  <Characters>55587</Characters>
  <Application>Microsoft Office Word</Application>
  <DocSecurity>0</DocSecurity>
  <Lines>463</Lines>
  <Paragraphs>129</Paragraphs>
  <ScaleCrop>false</ScaleCrop>
  <HeadingPairs>
    <vt:vector size="6" baseType="variant">
      <vt:variant>
        <vt:lpstr>Tytuł</vt:lpstr>
      </vt:variant>
      <vt:variant>
        <vt:i4>1</vt:i4>
      </vt:variant>
      <vt:variant>
        <vt:lpstr>Nagłówki</vt:lpstr>
      </vt:variant>
      <vt:variant>
        <vt:i4>56</vt:i4>
      </vt:variant>
      <vt:variant>
        <vt:lpstr>D-M-00.00.00</vt:lpstr>
      </vt:variant>
      <vt:variant>
        <vt:i4>0</vt:i4>
      </vt:variant>
    </vt:vector>
  </HeadingPairs>
  <TitlesOfParts>
    <vt:vector size="57" baseType="lpstr">
      <vt:lpstr>D-M-00.00.00</vt:lpstr>
      <vt:lpstr>1. WSTĘP</vt:lpstr>
      <vt:lpstr>    1.1. Przedmiot OSTWiORB</vt:lpstr>
      <vt:lpstr>    1.2. Zakres stosowania OSTWiORB</vt:lpstr>
      <vt:lpstr>    1.3. Zakres robót objętych OSTWiORB</vt:lpstr>
      <vt:lpstr>    1.4. Określenia podstawowe</vt:lpstr>
      <vt:lpstr>    1.5. Ogólne wymagania dotyczące robót</vt:lpstr>
      <vt:lpstr>        1.5.2. Dokumentacja projektowa</vt:lpstr>
      <vt:lpstr>        1.5.3. Zgodność robót z dokumentacją projektową i STWiORB</vt:lpstr>
      <vt:lpstr>        1.5.4. Zabezpieczenie terenu budowy</vt:lpstr>
      <vt:lpstr>        1.5.5. Ochrona środowiska w czasie wykonywania robót</vt:lpstr>
      <vt:lpstr>        1.5.6. Ochrona przeciwpożarowa</vt:lpstr>
      <vt:lpstr>        1.5.7. Materiały szkodliwe dla otoczenia</vt:lpstr>
      <vt:lpstr>        1.5.8. Ochrona własności publicznej i prywatnej</vt:lpstr>
      <vt:lpstr>        1.5.9. Ograniczenie obciążeń osi pojazdów</vt:lpstr>
      <vt:lpstr>        1.5.10. Bezpieczeństwo i higiena pracy</vt:lpstr>
      <vt:lpstr>        1.5.11. Ochrona i utrzymanie robót</vt:lpstr>
      <vt:lpstr>        Wykonawca będzie odpowiadał za ochronę robót i za wszelkie materiały i urządzeni</vt:lpstr>
      <vt:lpstr>        1.5.12. Stosowanie się do prawa i innych przepisów</vt:lpstr>
      <vt:lpstr>2. MATERIAŁY</vt:lpstr>
      <vt:lpstr>    2.1. Zasady dopuszczenia do stosowania materiałów i wyrobów budowlanych</vt:lpstr>
      <vt:lpstr>    2.2. Źródła uzyskania materiałów</vt:lpstr>
      <vt:lpstr>    2.3. Pozyskiwanie materiałów miejscowych</vt:lpstr>
      <vt:lpstr>    2.4. Materiały nie odpowiadające wymaganiom</vt:lpstr>
      <vt:lpstr>    2.5. Wariantowe stosowanie materiałów</vt:lpstr>
      <vt:lpstr>    2.6. Przechowywanie i składowanie materiałów</vt:lpstr>
      <vt:lpstr>    2.7. Inspekcja wytwórni materiałów</vt:lpstr>
      <vt:lpstr>    2.8. Materiały z rozbiórek</vt:lpstr>
      <vt:lpstr>3. sprzęt</vt:lpstr>
      <vt:lpstr>4. transport</vt:lpstr>
      <vt:lpstr>5. wykonanie robót</vt:lpstr>
      <vt:lpstr>6. kontrola jakości robót</vt:lpstr>
      <vt:lpstr>    6.1. Program zapewnienia jakości </vt:lpstr>
      <vt:lpstr>    6.2. Zasady kontroli jakości robót</vt:lpstr>
      <vt:lpstr>    6.3. Pobieranie próbek</vt:lpstr>
      <vt:lpstr>    6.4. Badania i pomiary</vt:lpstr>
      <vt:lpstr>    6.5. Raporty z badań</vt:lpstr>
      <vt:lpstr>    6.6. Badania prowadzone przez Zamawiającego</vt:lpstr>
      <vt:lpstr>    6.7. Certyfikaty i deklaracje</vt:lpstr>
      <vt:lpstr>    6.8. Dokumenty budowy</vt:lpstr>
      <vt:lpstr>7. obmiar robót</vt:lpstr>
      <vt:lpstr>    7.1. Ogólne zasady obmiaru robót</vt:lpstr>
      <vt:lpstr>    7.2. Zasady określania ilości robót i materiałów</vt:lpstr>
      <vt:lpstr>    7.3. Urządzenia i sprzęt pomiarowy</vt:lpstr>
      <vt:lpstr>    7.4. Czas przeprowadzenia obmiaru</vt:lpstr>
      <vt:lpstr>8. odbiór robót</vt:lpstr>
      <vt:lpstr>    8.1. Rodzaje odbiorów robót</vt:lpstr>
      <vt:lpstr>    8.2. Odbiór robót zanikających i ulegających zakryciu</vt:lpstr>
      <vt:lpstr>    8.3. Odbiór częściowy</vt:lpstr>
      <vt:lpstr>    8.4. Odbiór ostateczny robót</vt:lpstr>
      <vt:lpstr>        8.4.2. Dokumenty do odbioru ostatecznego</vt:lpstr>
      <vt:lpstr>    8.5. Odbiór pogwarancyjny</vt:lpstr>
      <vt:lpstr>9. podstawa płatności</vt:lpstr>
      <vt:lpstr>    9.1. Ustalenia ogólne</vt:lpstr>
      <vt:lpstr>    9.2. Warunki umowy i wymagania ogólne D-M-00.00.00</vt:lpstr>
      <vt:lpstr>    9.3. Objazdy, przejazdy i organizacja ruchu</vt:lpstr>
      <vt:lpstr>10. przepisy związane</vt:lpstr>
    </vt:vector>
  </TitlesOfParts>
  <Company>BZDBDiM Sp. z o.o.</Company>
  <LinksUpToDate>false</LinksUpToDate>
  <CharactersWithSpaces>64722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Sebastian Kozłowski</dc:creator>
  <cp:keywords>specyfikacje, drogi, drogownictwo</cp:keywords>
  <dc:description>Wymagania ogólne</dc:description>
  <cp:lastModifiedBy>Sebastian Kozłowski</cp:lastModifiedBy>
  <cp:revision>4</cp:revision>
  <cp:lastPrinted>2023-05-22T05:19:00Z</cp:lastPrinted>
  <dcterms:created xsi:type="dcterms:W3CDTF">2024-02-20T16:41:00Z</dcterms:created>
  <dcterms:modified xsi:type="dcterms:W3CDTF">2024-10-03T11:48:00Z</dcterms:modified>
</cp:coreProperties>
</file>