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655BD" w14:textId="77777777" w:rsidR="005C6F97" w:rsidRPr="00DC0AC4" w:rsidRDefault="00657A47" w:rsidP="00DC0AC4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DC0AC4">
        <w:rPr>
          <w:rFonts w:ascii="Arial" w:hAnsi="Arial" w:cs="Arial"/>
          <w:bCs/>
          <w:i w:val="0"/>
          <w:szCs w:val="24"/>
        </w:rPr>
        <w:t xml:space="preserve">Załącznik nr </w:t>
      </w:r>
      <w:r w:rsidR="005C6F97" w:rsidRPr="00DC0AC4">
        <w:rPr>
          <w:rFonts w:ascii="Arial" w:hAnsi="Arial" w:cs="Arial"/>
          <w:bCs/>
          <w:i w:val="0"/>
          <w:szCs w:val="24"/>
        </w:rPr>
        <w:t>3</w:t>
      </w:r>
      <w:r w:rsidR="007666D6" w:rsidRPr="00DC0AC4">
        <w:rPr>
          <w:rFonts w:ascii="Arial" w:hAnsi="Arial" w:cs="Arial"/>
          <w:bCs/>
          <w:i w:val="0"/>
          <w:szCs w:val="24"/>
        </w:rPr>
        <w:t xml:space="preserve"> do SWZ</w:t>
      </w:r>
    </w:p>
    <w:p w14:paraId="00E42B53" w14:textId="77777777" w:rsidR="00B62AD0" w:rsidRPr="00DC0AC4" w:rsidRDefault="00B62AD0" w:rsidP="00DC0AC4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C0AC4">
        <w:rPr>
          <w:rFonts w:ascii="Arial" w:hAnsi="Arial" w:cs="Arial"/>
          <w:b/>
          <w:sz w:val="24"/>
          <w:szCs w:val="24"/>
        </w:rPr>
        <w:t>Podmiot udostępniający zasoby:</w:t>
      </w:r>
    </w:p>
    <w:p w14:paraId="4C5EC5C6" w14:textId="77777777" w:rsidR="00B62AD0" w:rsidRPr="00DC0AC4" w:rsidRDefault="00B62AD0" w:rsidP="00DC0AC4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6AD626BA" w14:textId="77777777" w:rsidR="00B62AD0" w:rsidRPr="00DC0AC4" w:rsidRDefault="00B62AD0" w:rsidP="00DC0AC4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3498A528" w14:textId="77777777" w:rsidR="00B62AD0" w:rsidRPr="00DC0AC4" w:rsidRDefault="00B62AD0" w:rsidP="00DC0AC4">
      <w:pPr>
        <w:tabs>
          <w:tab w:val="left" w:pos="5529"/>
        </w:tabs>
        <w:spacing w:line="360" w:lineRule="auto"/>
        <w:ind w:right="1701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(nazwa/firma, albo imię i nazwisko, adres, w zależności od podmiotu: NIP/PESEL, KRS/</w:t>
      </w:r>
      <w:proofErr w:type="spellStart"/>
      <w:r w:rsidRPr="00DC0AC4">
        <w:rPr>
          <w:rFonts w:ascii="Arial" w:hAnsi="Arial" w:cs="Arial"/>
          <w:sz w:val="24"/>
          <w:szCs w:val="24"/>
        </w:rPr>
        <w:t>CEiDG</w:t>
      </w:r>
      <w:proofErr w:type="spellEnd"/>
      <w:r w:rsidRPr="00DC0AC4">
        <w:rPr>
          <w:rFonts w:ascii="Arial" w:hAnsi="Arial" w:cs="Arial"/>
          <w:sz w:val="24"/>
          <w:szCs w:val="24"/>
        </w:rPr>
        <w:t>)</w:t>
      </w:r>
    </w:p>
    <w:p w14:paraId="5F04C579" w14:textId="77777777" w:rsidR="00B62AD0" w:rsidRPr="00DC0AC4" w:rsidRDefault="00B62AD0" w:rsidP="00DC0AC4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reprezentowany przez:</w:t>
      </w:r>
    </w:p>
    <w:p w14:paraId="551899E8" w14:textId="77777777" w:rsidR="00B62AD0" w:rsidRPr="00DC0AC4" w:rsidRDefault="00B62AD0" w:rsidP="00DC0AC4">
      <w:pPr>
        <w:spacing w:after="4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……………………………………………</w:t>
      </w:r>
      <w:r w:rsidR="00371717">
        <w:rPr>
          <w:rFonts w:ascii="Arial" w:hAnsi="Arial" w:cs="Arial"/>
          <w:sz w:val="24"/>
          <w:szCs w:val="24"/>
        </w:rPr>
        <w:t>…………………</w:t>
      </w:r>
    </w:p>
    <w:p w14:paraId="2BD54927" w14:textId="77777777" w:rsidR="00B62AD0" w:rsidRPr="00DC0AC4" w:rsidRDefault="00B62AD0" w:rsidP="00DC0AC4">
      <w:pPr>
        <w:spacing w:after="60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 xml:space="preserve">(imię, nazwisko 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osoby upoważnionej do reprezentowania podmiotu udostępniającego zasoby</w:t>
      </w:r>
      <w:r w:rsidRPr="00DC0AC4">
        <w:rPr>
          <w:rFonts w:ascii="Arial" w:hAnsi="Arial" w:cs="Arial"/>
          <w:sz w:val="24"/>
          <w:szCs w:val="24"/>
        </w:rPr>
        <w:t>, stanowisko/podstawa do reprezentacji)</w:t>
      </w:r>
    </w:p>
    <w:p w14:paraId="306417EA" w14:textId="77777777" w:rsidR="00306C28" w:rsidRPr="00DC0AC4" w:rsidRDefault="00306C28" w:rsidP="00DC0AC4">
      <w:pPr>
        <w:spacing w:after="600" w:line="360" w:lineRule="auto"/>
        <w:contextualSpacing/>
        <w:rPr>
          <w:sz w:val="24"/>
          <w:szCs w:val="24"/>
          <w:lang w:eastAsia="pl-PL"/>
        </w:rPr>
      </w:pPr>
    </w:p>
    <w:p w14:paraId="0AF62F12" w14:textId="77777777" w:rsidR="00DC0AC4" w:rsidRDefault="00DC0AC4" w:rsidP="00DC0AC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C0AC4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</w:p>
    <w:p w14:paraId="21788ED2" w14:textId="77777777" w:rsidR="00DC0AC4" w:rsidRPr="00DC0AC4" w:rsidRDefault="00DC0AC4" w:rsidP="00DC0AC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 xml:space="preserve">Uwaga: </w:t>
      </w:r>
      <w:r w:rsidRPr="00DC0AC4">
        <w:rPr>
          <w:rFonts w:ascii="Arial" w:hAnsi="Arial" w:cs="Arial"/>
          <w:color w:val="000000"/>
          <w:sz w:val="24"/>
          <w:szCs w:val="24"/>
        </w:rPr>
        <w:t>Niniejsze zobowiązanie wypełnia p</w:t>
      </w:r>
      <w:r w:rsidR="00793405">
        <w:rPr>
          <w:rFonts w:ascii="Arial" w:hAnsi="Arial" w:cs="Arial"/>
          <w:color w:val="000000"/>
          <w:sz w:val="24"/>
          <w:szCs w:val="24"/>
        </w:rPr>
        <w:t>odmiot trzeci w przypadku, gdy W</w:t>
      </w:r>
      <w:r w:rsidRPr="00DC0AC4">
        <w:rPr>
          <w:rFonts w:ascii="Arial" w:hAnsi="Arial" w:cs="Arial"/>
          <w:color w:val="000000"/>
          <w:sz w:val="24"/>
          <w:szCs w:val="24"/>
        </w:rPr>
        <w:t>ykonawca polega na zdolnościach technicznych lub zawodowych lub sytuacji finansowej lub ekonomicznej podmiotów udostępniających zasoby w celu potwierdzenia spełniania warunków udziału w postępowaniu</w:t>
      </w:r>
    </w:p>
    <w:p w14:paraId="290BDA7E" w14:textId="2CF21DA6" w:rsidR="0071340C" w:rsidRPr="00444251" w:rsidRDefault="0071340C" w:rsidP="00DC0AC4">
      <w:pPr>
        <w:widowControl w:val="0"/>
        <w:suppressAutoHyphens/>
        <w:autoSpaceDE w:val="0"/>
        <w:autoSpaceDN w:val="0"/>
        <w:adjustRightInd w:val="0"/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bCs/>
          <w:sz w:val="24"/>
          <w:szCs w:val="24"/>
          <w:lang w:eastAsia="pl-PL"/>
        </w:rPr>
        <w:t>Oświadczam</w:t>
      </w:r>
      <w:r w:rsidR="00EF3368"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DC0AC4">
        <w:rPr>
          <w:rFonts w:ascii="Arial" w:hAnsi="Arial" w:cs="Arial"/>
          <w:sz w:val="24"/>
          <w:szCs w:val="24"/>
        </w:rPr>
        <w:t xml:space="preserve"> ustawy </w:t>
      </w:r>
      <w:r w:rsidR="00EF3368" w:rsidRPr="00DC0AC4">
        <w:rPr>
          <w:rFonts w:ascii="Arial" w:hAnsi="Arial" w:cs="Arial"/>
          <w:sz w:val="24"/>
          <w:szCs w:val="24"/>
        </w:rPr>
        <w:t>z dnia 11 września 2019</w:t>
      </w:r>
      <w:r w:rsidR="00306C28" w:rsidRPr="00DC0AC4">
        <w:rPr>
          <w:rFonts w:ascii="Arial" w:hAnsi="Arial" w:cs="Arial"/>
          <w:sz w:val="24"/>
          <w:szCs w:val="24"/>
        </w:rPr>
        <w:t xml:space="preserve"> </w:t>
      </w:r>
      <w:r w:rsidR="00EF3368" w:rsidRPr="00DC0AC4">
        <w:rPr>
          <w:rFonts w:ascii="Arial" w:hAnsi="Arial" w:cs="Arial"/>
          <w:sz w:val="24"/>
          <w:szCs w:val="24"/>
        </w:rPr>
        <w:t xml:space="preserve">r. Prawo zamówień </w:t>
      </w:r>
      <w:r w:rsidR="00EF3368" w:rsidRPr="00444251">
        <w:rPr>
          <w:rFonts w:ascii="Arial" w:hAnsi="Arial" w:cs="Arial"/>
          <w:sz w:val="24"/>
          <w:szCs w:val="24"/>
        </w:rPr>
        <w:t>publicznych</w:t>
      </w:r>
      <w:r w:rsidR="00444251">
        <w:rPr>
          <w:rFonts w:ascii="Arial" w:hAnsi="Arial" w:cs="Arial"/>
          <w:sz w:val="24"/>
          <w:szCs w:val="24"/>
        </w:rPr>
        <w:t xml:space="preserve">, </w:t>
      </w:r>
      <w:r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444251">
        <w:rPr>
          <w:rFonts w:ascii="Arial" w:eastAsia="Times New Roman" w:hAnsi="Arial" w:cs="Arial"/>
          <w:bCs/>
          <w:sz w:val="24"/>
          <w:szCs w:val="24"/>
          <w:lang w:eastAsia="pl-PL"/>
        </w:rPr>
        <w:t>zobowiązuję się</w:t>
      </w:r>
      <w:r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444251">
        <w:rPr>
          <w:rFonts w:ascii="Arial" w:eastAsia="Times New Roman" w:hAnsi="Arial" w:cs="Arial"/>
          <w:sz w:val="24"/>
          <w:szCs w:val="24"/>
          <w:lang w:eastAsia="pl-PL"/>
        </w:rPr>
        <w:t>oddania na potrzeby realizacji zamówienia</w:t>
      </w:r>
      <w:r w:rsidR="006E0D44"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 publicznego</w:t>
      </w:r>
      <w:r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1DFC784D" w14:textId="799FD3F2" w:rsidR="00444251" w:rsidRPr="00444251" w:rsidRDefault="00444251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Arial" w:hAnsi="Arial" w:cs="Arial"/>
          <w:b/>
          <w:color w:val="000000"/>
          <w:kern w:val="2"/>
          <w:sz w:val="24"/>
          <w:szCs w:val="24"/>
          <w:lang w:eastAsia="pl-PL"/>
        </w:rPr>
      </w:pPr>
      <w:r w:rsidRPr="00444251">
        <w:rPr>
          <w:rFonts w:ascii="Arial" w:hAnsi="Arial" w:cs="Arial"/>
          <w:b/>
          <w:sz w:val="24"/>
          <w:szCs w:val="24"/>
        </w:rPr>
        <w:t>Kompleksowa organizacja czterodniowego wyjazdu studyjnego do Szwecji</w:t>
      </w:r>
    </w:p>
    <w:p w14:paraId="4A1DE3AF" w14:textId="18876A0F" w:rsidR="0071340C" w:rsidRPr="00444251" w:rsidRDefault="006A7D67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251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71340C"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C53185" w:rsidRPr="00444251">
        <w:rPr>
          <w:rFonts w:ascii="Arial" w:hAnsi="Arial" w:cs="Arial"/>
          <w:sz w:val="24"/>
          <w:szCs w:val="24"/>
        </w:rPr>
        <w:t>NO.3310.</w:t>
      </w:r>
      <w:r w:rsidR="00444251" w:rsidRPr="00444251">
        <w:rPr>
          <w:rFonts w:ascii="Arial" w:hAnsi="Arial" w:cs="Arial"/>
          <w:sz w:val="24"/>
          <w:szCs w:val="24"/>
        </w:rPr>
        <w:t>1</w:t>
      </w:r>
      <w:r w:rsidR="005C6F97" w:rsidRPr="00444251">
        <w:rPr>
          <w:rFonts w:ascii="Arial" w:hAnsi="Arial" w:cs="Arial"/>
          <w:sz w:val="24"/>
          <w:szCs w:val="24"/>
        </w:rPr>
        <w:t>.202</w:t>
      </w:r>
      <w:r w:rsidR="00444251" w:rsidRPr="00444251">
        <w:rPr>
          <w:rFonts w:ascii="Arial" w:hAnsi="Arial" w:cs="Arial"/>
          <w:sz w:val="24"/>
          <w:szCs w:val="24"/>
        </w:rPr>
        <w:t>5</w:t>
      </w:r>
      <w:r w:rsidR="005C6F97" w:rsidRPr="00444251">
        <w:rPr>
          <w:rFonts w:ascii="Arial" w:hAnsi="Arial" w:cs="Arial"/>
          <w:sz w:val="24"/>
          <w:szCs w:val="24"/>
        </w:rPr>
        <w:t>.PW</w:t>
      </w:r>
    </w:p>
    <w:p w14:paraId="77B48757" w14:textId="77777777" w:rsidR="00DC652A" w:rsidRPr="00DC0AC4" w:rsidRDefault="00DC652A" w:rsidP="00DC0AC4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63B8FB7B" w14:textId="77777777" w:rsidR="00DC652A" w:rsidRPr="00DC0AC4" w:rsidRDefault="00DC652A" w:rsidP="00DC0AC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4A9486A8" w14:textId="77777777" w:rsidR="0071340C" w:rsidRPr="00DC0AC4" w:rsidRDefault="00DC652A" w:rsidP="00DC0AC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(nazwa i adres Wykonawcy składającego ofertę)</w:t>
      </w:r>
    </w:p>
    <w:p w14:paraId="3EFEC73A" w14:textId="77777777" w:rsidR="0071340C" w:rsidRPr="00DC0AC4" w:rsidRDefault="0071340C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4F2DE100" w14:textId="77777777" w:rsidR="0071340C" w:rsidRPr="00DC0AC4" w:rsidRDefault="0071340C" w:rsidP="00DC0AC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2E1D8A2D" w14:textId="77777777" w:rsidR="0071340C" w:rsidRPr="00DC0AC4" w:rsidRDefault="0071340C" w:rsidP="00DC0AC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(określenie zasobów)</w:t>
      </w:r>
    </w:p>
    <w:p w14:paraId="3E4ABDA2" w14:textId="77777777" w:rsidR="00DC652A" w:rsidRPr="00DC0AC4" w:rsidRDefault="00CB29AC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DC0AC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DC0AC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459CF29" w14:textId="77777777" w:rsidR="00DC652A" w:rsidRPr="00DC0AC4" w:rsidRDefault="0093388F" w:rsidP="00DC0A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DC0AC4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DC0AC4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146D3389" w14:textId="77777777" w:rsidR="00306C28" w:rsidRPr="00DC0AC4" w:rsidRDefault="0093388F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…………………………………………………………………....…………………………</w:t>
      </w:r>
    </w:p>
    <w:p w14:paraId="3C5EC7DE" w14:textId="77777777" w:rsidR="0093388F" w:rsidRPr="00DC0AC4" w:rsidRDefault="0093388F" w:rsidP="00DC0A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1B2652DD" w14:textId="77777777" w:rsidR="0093388F" w:rsidRPr="00DC0AC4" w:rsidRDefault="0093388F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60300768"/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28459924" w14:textId="77777777" w:rsidR="00CB29AC" w:rsidRPr="00DC0AC4" w:rsidRDefault="00CB29AC" w:rsidP="00DC0A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1110BE0B" w14:textId="77777777" w:rsidR="00CB29AC" w:rsidRPr="00DC0AC4" w:rsidRDefault="00CB29AC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4A5755CE" w14:textId="77777777" w:rsidR="00830970" w:rsidRPr="00DC0AC4" w:rsidRDefault="0093388F" w:rsidP="00DC0A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DC0AC4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1383A751" w14:textId="77777777" w:rsidR="00E27ABB" w:rsidRPr="00DC0AC4" w:rsidRDefault="00830970" w:rsidP="00D324F3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851"/>
      </w:tblGrid>
      <w:tr w:rsidR="00053927" w:rsidRPr="00DC0AC4" w14:paraId="78CD1BAD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3CB67BFC" w14:textId="77777777" w:rsidR="00071D4C" w:rsidRPr="00DC0AC4" w:rsidRDefault="00071D4C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FBF36CF" w14:textId="77777777" w:rsidR="00053927" w:rsidRPr="00DC0AC4" w:rsidRDefault="00053927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………………………………….</w:t>
            </w:r>
          </w:p>
          <w:p w14:paraId="25A668E2" w14:textId="77777777" w:rsidR="00053927" w:rsidRPr="00DC0AC4" w:rsidRDefault="00053927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ind w:right="87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7C127D17" w14:textId="77777777" w:rsidR="00071D4C" w:rsidRPr="00DC0AC4" w:rsidRDefault="00071D4C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C55D722" w14:textId="77777777" w:rsidR="00053927" w:rsidRPr="00DC0AC4" w:rsidRDefault="00306C28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………………………………..………….…</w:t>
            </w:r>
          </w:p>
          <w:p w14:paraId="342B3641" w14:textId="77777777" w:rsidR="00053927" w:rsidRPr="00DC0AC4" w:rsidRDefault="00071D4C" w:rsidP="00DC0AC4">
            <w:pPr>
              <w:spacing w:before="60" w:after="0" w:line="360" w:lineRule="auto"/>
              <w:ind w:left="-113"/>
              <w:rPr>
                <w:rFonts w:ascii="Arial" w:hAnsi="Arial" w:cs="Arial"/>
                <w:sz w:val="24"/>
                <w:szCs w:val="24"/>
              </w:rPr>
            </w:pP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kwalifikowany podpis elektroniczny </w:t>
            </w:r>
            <w:r w:rsidR="00053927"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osoby uprawnionej do </w:t>
            </w: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reprezentacji p</w:t>
            </w:r>
            <w:r w:rsidR="00053927"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odmiotu udostępniającego zasoby</w:t>
            </w:r>
          </w:p>
        </w:tc>
      </w:tr>
      <w:bookmarkEnd w:id="0"/>
    </w:tbl>
    <w:p w14:paraId="6FABA14C" w14:textId="77777777" w:rsidR="005C6F97" w:rsidRPr="005C6F97" w:rsidRDefault="005C6F97" w:rsidP="00306C28">
      <w:pPr>
        <w:tabs>
          <w:tab w:val="left" w:pos="2470"/>
        </w:tabs>
        <w:spacing w:line="276" w:lineRule="auto"/>
        <w:rPr>
          <w:rFonts w:ascii="Arial" w:eastAsia="Times New Roman" w:hAnsi="Arial" w:cs="Arial"/>
          <w:sz w:val="18"/>
          <w:szCs w:val="19"/>
          <w:lang w:eastAsia="pl-PL"/>
        </w:rPr>
      </w:pPr>
    </w:p>
    <w:sectPr w:rsidR="005C6F97" w:rsidRPr="005C6F97" w:rsidSect="00580ECF">
      <w:headerReference w:type="first" r:id="rId8"/>
      <w:footerReference w:type="first" r:id="rId9"/>
      <w:pgSz w:w="11906" w:h="16838"/>
      <w:pgMar w:top="1276" w:right="1417" w:bottom="851" w:left="1417" w:header="142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15B8F" w14:textId="77777777" w:rsidR="00196454" w:rsidRDefault="00196454" w:rsidP="00025386">
      <w:pPr>
        <w:spacing w:after="0" w:line="240" w:lineRule="auto"/>
      </w:pPr>
      <w:r>
        <w:separator/>
      </w:r>
    </w:p>
  </w:endnote>
  <w:endnote w:type="continuationSeparator" w:id="0">
    <w:p w14:paraId="1AE3A4C7" w14:textId="77777777" w:rsidR="00196454" w:rsidRDefault="0019645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65B4C" w14:textId="1FC2C275" w:rsidR="008E39C5" w:rsidRPr="008E39C5" w:rsidRDefault="008E39C5" w:rsidP="008E39C5">
    <w:pPr>
      <w:tabs>
        <w:tab w:val="center" w:pos="4820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0"/>
        <w:lang w:val="x-none" w:eastAsia="x-none"/>
      </w:rPr>
    </w:pPr>
    <w:r w:rsidRPr="008E39C5">
      <w:rPr>
        <w:rFonts w:ascii="Times New Roman" w:eastAsia="Times New Roman" w:hAnsi="Times New Roman"/>
        <w:noProof/>
        <w:sz w:val="24"/>
        <w:szCs w:val="20"/>
        <w:lang w:val="x-none" w:eastAsia="x-none"/>
      </w:rPr>
      <w:drawing>
        <wp:inline distT="0" distB="0" distL="0" distR="0" wp14:anchorId="0D4AC37E" wp14:editId="6E326E6A">
          <wp:extent cx="5145405" cy="628015"/>
          <wp:effectExtent l="0" t="0" r="0" b="0"/>
          <wp:docPr id="577602883" name="Obraz 2" descr="obraz zawiera ciąg logotypów WUP Opole, OCRG, OCE, Jednostka samorzą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braz zawiera ciąg logotypów WUP Opole, OCRG, OCE, Jednostka samorzą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683589" w14:textId="0DAAD65A" w:rsidR="005C6F97" w:rsidRPr="008E39C5" w:rsidRDefault="008E39C5" w:rsidP="008E39C5">
    <w:pPr>
      <w:tabs>
        <w:tab w:val="center" w:pos="4536"/>
        <w:tab w:val="right" w:pos="9072"/>
      </w:tabs>
      <w:spacing w:after="0" w:line="240" w:lineRule="auto"/>
      <w:ind w:left="-709"/>
      <w:jc w:val="center"/>
      <w:rPr>
        <w:rFonts w:eastAsia="Times New Roman" w:cs="Calibri"/>
        <w:iCs/>
        <w:sz w:val="18"/>
        <w:szCs w:val="18"/>
        <w:lang w:eastAsia="pl-PL"/>
      </w:rPr>
    </w:pPr>
    <w:r w:rsidRPr="008E39C5">
      <w:rPr>
        <w:rFonts w:eastAsia="Times New Roman" w:cs="Calibri"/>
        <w:iCs/>
        <w:sz w:val="18"/>
        <w:szCs w:val="18"/>
        <w:lang w:eastAsia="pl-PL"/>
      </w:rPr>
      <w:t>Projekt realizowany w ramach naboru pt. „Zbudowanie systemu koordynacji i monitorowania regionalnych działań na rzecz kształcenia zawodowego, szkolnictwa wyższego oraz uczenia się przez całe życie, w tym uczenia się dorosłych”.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7E0EF" w14:textId="77777777" w:rsidR="00196454" w:rsidRDefault="00196454" w:rsidP="00025386">
      <w:pPr>
        <w:spacing w:after="0" w:line="240" w:lineRule="auto"/>
      </w:pPr>
      <w:r>
        <w:separator/>
      </w:r>
    </w:p>
  </w:footnote>
  <w:footnote w:type="continuationSeparator" w:id="0">
    <w:p w14:paraId="5AE4C3E0" w14:textId="77777777" w:rsidR="00196454" w:rsidRDefault="0019645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22B9" w14:textId="439C8433" w:rsidR="005C6F97" w:rsidRDefault="00811836">
    <w:pPr>
      <w:pStyle w:val="Nagwek"/>
    </w:pPr>
    <w:r w:rsidRPr="00894551">
      <w:rPr>
        <w:noProof/>
      </w:rPr>
      <w:drawing>
        <wp:inline distT="0" distB="0" distL="0" distR="0" wp14:anchorId="668873B7" wp14:editId="2457A89E">
          <wp:extent cx="5760720" cy="722787"/>
          <wp:effectExtent l="0" t="0" r="0" b="0"/>
          <wp:docPr id="1856183573" name="Obraz 2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272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FE5"/>
    <w:rsid w:val="00004803"/>
    <w:rsid w:val="00020892"/>
    <w:rsid w:val="00025386"/>
    <w:rsid w:val="000423B9"/>
    <w:rsid w:val="00053927"/>
    <w:rsid w:val="00066C44"/>
    <w:rsid w:val="00071D4C"/>
    <w:rsid w:val="00084786"/>
    <w:rsid w:val="000D4882"/>
    <w:rsid w:val="000D72F5"/>
    <w:rsid w:val="0016158F"/>
    <w:rsid w:val="00181E09"/>
    <w:rsid w:val="00196454"/>
    <w:rsid w:val="001C2314"/>
    <w:rsid w:val="00213980"/>
    <w:rsid w:val="002176C2"/>
    <w:rsid w:val="002F5344"/>
    <w:rsid w:val="00306C28"/>
    <w:rsid w:val="00371717"/>
    <w:rsid w:val="004374F2"/>
    <w:rsid w:val="00444251"/>
    <w:rsid w:val="00460705"/>
    <w:rsid w:val="00485239"/>
    <w:rsid w:val="004E27D7"/>
    <w:rsid w:val="0055145C"/>
    <w:rsid w:val="005624D8"/>
    <w:rsid w:val="00580ECF"/>
    <w:rsid w:val="005839A4"/>
    <w:rsid w:val="005C6F97"/>
    <w:rsid w:val="005F6FE5"/>
    <w:rsid w:val="006061D4"/>
    <w:rsid w:val="00620476"/>
    <w:rsid w:val="00650D6A"/>
    <w:rsid w:val="00657A47"/>
    <w:rsid w:val="006A7D67"/>
    <w:rsid w:val="006C6A45"/>
    <w:rsid w:val="006E0D44"/>
    <w:rsid w:val="006E16FC"/>
    <w:rsid w:val="0071340C"/>
    <w:rsid w:val="00745A44"/>
    <w:rsid w:val="007666D6"/>
    <w:rsid w:val="00776036"/>
    <w:rsid w:val="00793405"/>
    <w:rsid w:val="007D512F"/>
    <w:rsid w:val="007D6755"/>
    <w:rsid w:val="00811836"/>
    <w:rsid w:val="00824D73"/>
    <w:rsid w:val="00830970"/>
    <w:rsid w:val="008833CF"/>
    <w:rsid w:val="008B797E"/>
    <w:rsid w:val="008E39C5"/>
    <w:rsid w:val="008F2498"/>
    <w:rsid w:val="0093388F"/>
    <w:rsid w:val="00A56A6F"/>
    <w:rsid w:val="00A732AF"/>
    <w:rsid w:val="00A87380"/>
    <w:rsid w:val="00AB3187"/>
    <w:rsid w:val="00AF4E90"/>
    <w:rsid w:val="00AF7375"/>
    <w:rsid w:val="00B62AD0"/>
    <w:rsid w:val="00B77707"/>
    <w:rsid w:val="00BA5A6A"/>
    <w:rsid w:val="00BE3BCE"/>
    <w:rsid w:val="00C53185"/>
    <w:rsid w:val="00CB29AC"/>
    <w:rsid w:val="00D22D09"/>
    <w:rsid w:val="00D26FBF"/>
    <w:rsid w:val="00D324F3"/>
    <w:rsid w:val="00D55FC4"/>
    <w:rsid w:val="00D9320D"/>
    <w:rsid w:val="00DC0AC4"/>
    <w:rsid w:val="00DC4842"/>
    <w:rsid w:val="00DC587A"/>
    <w:rsid w:val="00DC652A"/>
    <w:rsid w:val="00DE3B21"/>
    <w:rsid w:val="00DE73DD"/>
    <w:rsid w:val="00E27ABB"/>
    <w:rsid w:val="00E67109"/>
    <w:rsid w:val="00E86D3B"/>
    <w:rsid w:val="00EC10EE"/>
    <w:rsid w:val="00EF0954"/>
    <w:rsid w:val="00EF3368"/>
    <w:rsid w:val="00F334B4"/>
    <w:rsid w:val="00F97BE8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B467A"/>
  <w15:docId w15:val="{81B17B2B-982D-464B-B4E8-01AD7998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AC2AC-78D9-4EFD-A596-A51D08CEC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11</cp:revision>
  <cp:lastPrinted>2024-01-12T13:12:00Z</cp:lastPrinted>
  <dcterms:created xsi:type="dcterms:W3CDTF">2024-02-19T09:42:00Z</dcterms:created>
  <dcterms:modified xsi:type="dcterms:W3CDTF">2025-04-04T13:34:00Z</dcterms:modified>
</cp:coreProperties>
</file>